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0FDDC" w14:textId="77777777" w:rsidR="009C2411" w:rsidRDefault="00AB5A73" w:rsidP="009C2411"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0288" behindDoc="1" locked="1" layoutInCell="1" allowOverlap="1" wp14:anchorId="65A1F8E4" wp14:editId="11D629DC">
                <wp:simplePos x="0" y="0"/>
                <wp:positionH relativeFrom="column">
                  <wp:posOffset>-676275</wp:posOffset>
                </wp:positionH>
                <wp:positionV relativeFrom="paragraph">
                  <wp:posOffset>-571500</wp:posOffset>
                </wp:positionV>
                <wp:extent cx="7772400" cy="10058400"/>
                <wp:effectExtent l="0" t="0" r="0" b="0"/>
                <wp:wrapNone/>
                <wp:docPr id="3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624173456" name="Rectangle 1" descr="Decorative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alpha val="2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3067490" name="Rounded Rectangle 2"/>
                        <wps:cNvSpPr/>
                        <wps:spPr>
                          <a:xfrm>
                            <a:off x="219075" y="219075"/>
                            <a:ext cx="7315200" cy="9601200"/>
                          </a:xfrm>
                          <a:prstGeom prst="roundRect">
                            <a:avLst>
                              <a:gd name="adj" fmla="val 2012"/>
                            </a:avLst>
                          </a:prstGeom>
                          <a:noFill/>
                          <a:ln w="28575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484C3" id="Group 3" o:spid="_x0000_s1026" alt="&quot;&quot;" style="position:absolute;margin-left:-53.25pt;margin-top:-45pt;width:612pt;height:11in;z-index:-251656192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">
                <v:rect id="Rectangle 1" o:spid="_x0000_s1027" alt="Decorative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" fillcolor="#f5deb9 [3206]" stroked="f" strokeweight="1pt">
                  <v:fill opacity="13107f"/>
                </v:rect>
                <v:roundrect id="Rounded Rectangle 2" o:spid="_x0000_s1028" style="position:absolute;left:2190;top:2190;width:73152;height:96012;visibility:visible;mso-wrap-style:square;v-text-anchor:middle" arcsize="13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" filled="f" strokecolor="#bf1e00 [3204]" strokeweight="2.25pt">
                  <v:stroke joinstyle="miter"/>
                </v:roundrect>
                <w10:anchorlock/>
              </v:group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0"/>
        <w:gridCol w:w="270"/>
        <w:gridCol w:w="270"/>
        <w:gridCol w:w="180"/>
        <w:gridCol w:w="630"/>
        <w:gridCol w:w="2430"/>
        <w:gridCol w:w="270"/>
        <w:gridCol w:w="4770"/>
      </w:tblGrid>
      <w:tr w:rsidR="00AD0D32" w14:paraId="0DE709D3" w14:textId="77777777" w:rsidTr="00AD0D32">
        <w:trPr>
          <w:trHeight w:val="2880"/>
        </w:trPr>
        <w:tc>
          <w:tcPr>
            <w:tcW w:w="2610" w:type="dxa"/>
            <w:gridSpan w:val="5"/>
          </w:tcPr>
          <w:p w14:paraId="61978E7A" w14:textId="77777777" w:rsidR="00AD0D32" w:rsidRDefault="00AD0D32" w:rsidP="00667329">
            <w:r>
              <w:rPr>
                <w:noProof/>
                <w:lang w:val="en-AU" w:eastAsia="en-AU"/>
              </w:rPr>
              <w:drawing>
                <wp:inline distT="0" distB="0" distL="0" distR="0" wp14:anchorId="60108708" wp14:editId="75191AE4">
                  <wp:extent cx="1463040" cy="1463040"/>
                  <wp:effectExtent l="0" t="0" r="3810" b="3810"/>
                  <wp:docPr id="420037155" name="Graphic 6" descr="Decorat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037155" name="Graphic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gridSpan w:val="3"/>
          </w:tcPr>
          <w:p w14:paraId="0E41C8F2" w14:textId="77777777" w:rsidR="00AD0D32" w:rsidRDefault="00000000" w:rsidP="00AD0D32">
            <w:pPr>
              <w:pStyle w:val="Title"/>
              <w:spacing w:after="0"/>
            </w:pPr>
            <w:sdt>
              <w:sdtPr>
                <w:id w:val="1043949976"/>
                <w:placeholder>
                  <w:docPart w:val="AB04864A76D74F59896A6C265B6D03A1"/>
                </w:placeholder>
                <w:temporary/>
                <w:showingPlcHdr/>
                <w15:appearance w15:val="hidden"/>
              </w:sdtPr>
              <w:sdtContent>
                <w:r w:rsidR="00AD0D32" w:rsidRPr="00FB0432">
                  <w:t>ZURAIDE ELORRIAGA</w:t>
                </w:r>
              </w:sdtContent>
            </w:sdt>
          </w:p>
          <w:p w14:paraId="0CC6B19A" w14:textId="77777777" w:rsidR="00AD0D32" w:rsidRDefault="00000000" w:rsidP="00526631">
            <w:pPr>
              <w:pStyle w:val="Subtitle"/>
            </w:pPr>
            <w:sdt>
              <w:sdtPr>
                <w:id w:val="314608167"/>
                <w:placeholder>
                  <w:docPart w:val="09C47E8052BB4697A6229F80B3F13387"/>
                </w:placeholder>
                <w:temporary/>
                <w:showingPlcHdr/>
                <w15:appearance w15:val="hidden"/>
              </w:sdtPr>
              <w:sdtContent>
                <w:r w:rsidR="00AD0D32">
                  <w:t>Boston, MA</w:t>
                </w:r>
              </w:sdtContent>
            </w:sdt>
            <w:r w:rsidR="00AD0D32">
              <w:t xml:space="preserve"> | </w:t>
            </w:r>
            <w:sdt>
              <w:sdtPr>
                <w:id w:val="-1652825875"/>
                <w:placeholder>
                  <w:docPart w:val="88E6B90578B942828CA37ED2C26B5C16"/>
                </w:placeholder>
                <w:temporary/>
                <w:showingPlcHdr/>
                <w15:appearance w15:val="hidden"/>
              </w:sdtPr>
              <w:sdtContent>
                <w:r w:rsidR="00AD0D32">
                  <w:t>916.555.0123</w:t>
                </w:r>
              </w:sdtContent>
            </w:sdt>
            <w:r w:rsidR="00AD0D32">
              <w:t xml:space="preserve"> | </w:t>
            </w:r>
            <w:sdt>
              <w:sdtPr>
                <w:id w:val="-150207618"/>
                <w:placeholder>
                  <w:docPart w:val="6C51A3DA6FA84CC3928AACDB44210C39"/>
                </w:placeholder>
                <w:temporary/>
                <w:showingPlcHdr/>
                <w15:appearance w15:val="hidden"/>
              </w:sdtPr>
              <w:sdtContent>
                <w:r w:rsidR="00AD0D32">
                  <w:t>zuraide@example.com</w:t>
                </w:r>
              </w:sdtContent>
            </w:sdt>
            <w:r w:rsidR="00AD0D32">
              <w:t xml:space="preserve"> |</w:t>
            </w:r>
            <w:r w:rsidR="00AD0D32" w:rsidRPr="00CF1A49">
              <w:t xml:space="preserve"> </w:t>
            </w:r>
            <w:sdt>
              <w:sdtPr>
                <w:id w:val="1386761586"/>
                <w:placeholder>
                  <w:docPart w:val="5BF3F259140340DF98B0907C766ECDD9"/>
                </w:placeholder>
                <w:temporary/>
                <w:showingPlcHdr/>
                <w15:appearance w15:val="hidden"/>
              </w:sdtPr>
              <w:sdtContent>
                <w:r w:rsidR="00AD0D32">
                  <w:t>greatsiteaddress.com</w:t>
                </w:r>
              </w:sdtContent>
            </w:sdt>
          </w:p>
          <w:p w14:paraId="3D981193" w14:textId="77777777" w:rsidR="00AD0D32" w:rsidRDefault="00000000" w:rsidP="00DE759B">
            <w:sdt>
              <w:sdtPr>
                <w:id w:val="1711302767"/>
                <w:placeholder>
                  <w:docPart w:val="63191C7EE0A24179968662DEE6EE27F8"/>
                </w:placeholder>
                <w:temporary/>
                <w:showingPlcHdr/>
                <w15:appearance w15:val="hidden"/>
              </w:sdtPr>
              <w:sdtContent>
                <w:r w:rsidR="00AD0D32" w:rsidRPr="004140C2">
                  <w:t>Licensed pharmacist with over 7 years of experience in retail and clinical pharmacy settings. Strong expertise in dispensing medications, providing patient counseling, and collaborating with healthcare providers to optimize patient care.</w:t>
                </w:r>
              </w:sdtContent>
            </w:sdt>
          </w:p>
        </w:tc>
      </w:tr>
      <w:tr w:rsidR="00667329" w14:paraId="41CA1A01" w14:textId="77777777" w:rsidTr="00667329">
        <w:trPr>
          <w:trHeight w:val="900"/>
        </w:trPr>
        <w:tc>
          <w:tcPr>
            <w:tcW w:w="10080" w:type="dxa"/>
            <w:gridSpan w:val="8"/>
          </w:tcPr>
          <w:p w14:paraId="737099D3" w14:textId="77777777" w:rsidR="00667329" w:rsidRPr="00667329" w:rsidRDefault="00000000" w:rsidP="00667329">
            <w:pPr>
              <w:pStyle w:val="Heading1"/>
            </w:pPr>
            <w:sdt>
              <w:sdtPr>
                <w:id w:val="-1983300934"/>
                <w:placeholder>
                  <w:docPart w:val="1CC15C635FB94D80B0EAA92F92955339"/>
                </w:placeholder>
                <w:temporary/>
                <w:showingPlcHdr/>
                <w15:appearance w15:val="hidden"/>
              </w:sdtPr>
              <w:sdtContent>
                <w:r w:rsidR="00667329" w:rsidRPr="00CF1A49">
                  <w:t>Experience</w:t>
                </w:r>
              </w:sdtContent>
            </w:sdt>
          </w:p>
        </w:tc>
      </w:tr>
      <w:tr w:rsidR="00667329" w14:paraId="679B2AD6" w14:textId="77777777" w:rsidTr="00667329">
        <w:trPr>
          <w:trHeight w:val="80"/>
        </w:trPr>
        <w:tc>
          <w:tcPr>
            <w:tcW w:w="1260" w:type="dxa"/>
            <w:vMerge w:val="restart"/>
          </w:tcPr>
          <w:p w14:paraId="01547700" w14:textId="77777777" w:rsidR="00667329" w:rsidRDefault="00000000" w:rsidP="00667329">
            <w:pPr>
              <w:pStyle w:val="Heading3"/>
            </w:pPr>
            <w:sdt>
              <w:sdtPr>
                <w:id w:val="-1471823425"/>
                <w:placeholder>
                  <w:docPart w:val="FAEDBB20222C4C71AB9EBFAF2021A3FA"/>
                </w:placeholder>
                <w:temporary/>
                <w:showingPlcHdr/>
                <w15:appearance w15:val="hidden"/>
              </w:sdtPr>
              <w:sdtContent>
                <w:r w:rsidR="00DE759B" w:rsidRPr="00606FFD">
                  <w:t>Jan 20XX</w:t>
                </w:r>
                <w:r w:rsidR="00DE759B">
                  <w:t>-</w:t>
                </w:r>
                <w:r w:rsidR="00DE759B">
                  <w:br/>
                </w:r>
                <w:r w:rsidR="00DE759B" w:rsidRPr="007F32D9">
                  <w:t>Aug 20XX</w:t>
                </w:r>
              </w:sdtContent>
            </w:sdt>
            <w:r w:rsidR="00667329">
              <w:t xml:space="preserve"> </w:t>
            </w:r>
          </w:p>
          <w:p w14:paraId="2065FE4A" w14:textId="77777777" w:rsidR="00667329" w:rsidRPr="005579C9" w:rsidRDefault="00667329" w:rsidP="00EA62A2"/>
        </w:tc>
        <w:tc>
          <w:tcPr>
            <w:tcW w:w="540" w:type="dxa"/>
            <w:gridSpan w:val="2"/>
          </w:tcPr>
          <w:p w14:paraId="03D914B6" w14:textId="77777777" w:rsidR="00667329" w:rsidRDefault="00667329" w:rsidP="00FC6625">
            <w:pPr>
              <w:jc w:val="center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5F2986A0" wp14:editId="571E943F">
                      <wp:extent cx="137160" cy="137160"/>
                      <wp:effectExtent l="19050" t="19050" r="15240" b="15240"/>
                      <wp:docPr id="1225056726" name="Oval 1" descr="Decorativ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CFB"/>
                              </a:solidFill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B7A8919" id="Oval 1" o:spid="_x0000_s1026" alt="Decorative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" fillcolor="#fffcfb" strokecolor="#bf1e00 [3204]" strokeweight="2.25pt">
                      <v:stroke joinstyle="miter"/>
                      <v:path arrowok="t"/>
                      <o:lock v:ext="edit" aspectratio="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</w:tcPr>
          <w:p w14:paraId="39FC2F18" w14:textId="77777777" w:rsidR="00667329" w:rsidRPr="004823C2" w:rsidRDefault="00667329" w:rsidP="00667329"/>
        </w:tc>
        <w:tc>
          <w:tcPr>
            <w:tcW w:w="8100" w:type="dxa"/>
            <w:gridSpan w:val="4"/>
            <w:vMerge w:val="restart"/>
          </w:tcPr>
          <w:p w14:paraId="1AA78AEB" w14:textId="77777777" w:rsidR="00667329" w:rsidRPr="004823C2" w:rsidRDefault="00000000" w:rsidP="00667329">
            <w:pPr>
              <w:pStyle w:val="Heading2"/>
            </w:pPr>
            <w:sdt>
              <w:sdtPr>
                <w:id w:val="-1377394053"/>
                <w:placeholder>
                  <w:docPart w:val="21C879D0BD8C4A3588D292CDC5DC4957"/>
                </w:placeholder>
                <w:temporary/>
                <w:showingPlcHdr/>
                <w15:appearance w15:val="hidden"/>
              </w:sdtPr>
              <w:sdtContent>
                <w:r w:rsidR="00DE759B" w:rsidRPr="004823C2">
                  <w:t>Pharmacist</w:t>
                </w:r>
                <w:r w:rsidR="00DE759B">
                  <w:t>, Lamiere labs</w:t>
                </w:r>
              </w:sdtContent>
            </w:sdt>
          </w:p>
          <w:sdt>
            <w:sdtPr>
              <w:id w:val="-1647891410"/>
              <w:placeholder>
                <w:docPart w:val="CD30619F3F18444881CEC90366E24F84"/>
              </w:placeholder>
              <w:temporary/>
              <w:showingPlcHdr/>
              <w15:appearance w15:val="hidden"/>
            </w:sdtPr>
            <w:sdtContent>
              <w:p w14:paraId="2889176A" w14:textId="77777777" w:rsidR="00DE759B" w:rsidRDefault="00DE759B" w:rsidP="00DE759B">
                <w:r w:rsidRPr="004823C2">
                  <w:t>Dispense medications accurately and efficiently, ensuring compliance with state and federal laws</w:t>
                </w:r>
                <w:r>
                  <w:t>.</w:t>
                </w:r>
              </w:p>
              <w:p w14:paraId="2E540045" w14:textId="77777777" w:rsidR="00667329" w:rsidRDefault="00DE759B" w:rsidP="00DE759B">
                <w:r w:rsidRPr="004823C2">
                  <w:t>Provide patient education on medication therapy, side effects, and drug interactions</w:t>
                </w:r>
                <w:r>
                  <w:t>.</w:t>
                </w:r>
              </w:p>
            </w:sdtContent>
          </w:sdt>
        </w:tc>
      </w:tr>
      <w:tr w:rsidR="00667329" w14:paraId="38AE8264" w14:textId="77777777" w:rsidTr="00667329">
        <w:trPr>
          <w:trHeight w:val="900"/>
        </w:trPr>
        <w:tc>
          <w:tcPr>
            <w:tcW w:w="1260" w:type="dxa"/>
            <w:vMerge/>
          </w:tcPr>
          <w:p w14:paraId="46C7306E" w14:textId="77777777" w:rsidR="00667329" w:rsidRDefault="00667329" w:rsidP="00EA62A2">
            <w:pPr>
              <w:pStyle w:val="Heading2"/>
            </w:pPr>
          </w:p>
        </w:tc>
        <w:tc>
          <w:tcPr>
            <w:tcW w:w="270" w:type="dxa"/>
            <w:tcBorders>
              <w:right w:val="single" w:sz="18" w:space="0" w:color="BF1E00" w:themeColor="accent1"/>
            </w:tcBorders>
          </w:tcPr>
          <w:p w14:paraId="6299B9E2" w14:textId="77777777" w:rsidR="00667329" w:rsidRDefault="00667329" w:rsidP="00EA62A2">
            <w:pPr>
              <w:rPr>
                <w:noProof/>
                <w:lang w:val="en-AU" w:eastAsia="en-AU"/>
              </w:rPr>
            </w:pPr>
          </w:p>
        </w:tc>
        <w:tc>
          <w:tcPr>
            <w:tcW w:w="270" w:type="dxa"/>
            <w:tcBorders>
              <w:left w:val="single" w:sz="18" w:space="0" w:color="BF1E00" w:themeColor="accent1"/>
            </w:tcBorders>
          </w:tcPr>
          <w:p w14:paraId="3E7D0FB5" w14:textId="77777777" w:rsidR="00667329" w:rsidRDefault="00667329" w:rsidP="009C2411"/>
        </w:tc>
        <w:tc>
          <w:tcPr>
            <w:tcW w:w="180" w:type="dxa"/>
          </w:tcPr>
          <w:p w14:paraId="5ED06F37" w14:textId="77777777" w:rsidR="00667329" w:rsidRPr="005579C9" w:rsidRDefault="00667329" w:rsidP="00DE759B"/>
        </w:tc>
        <w:tc>
          <w:tcPr>
            <w:tcW w:w="8100" w:type="dxa"/>
            <w:gridSpan w:val="4"/>
            <w:vMerge/>
          </w:tcPr>
          <w:p w14:paraId="7D47705C" w14:textId="77777777" w:rsidR="00667329" w:rsidRPr="005579C9" w:rsidRDefault="00667329" w:rsidP="00EA62A2">
            <w:pPr>
              <w:pStyle w:val="Heading2"/>
            </w:pPr>
          </w:p>
        </w:tc>
      </w:tr>
      <w:tr w:rsidR="00667329" w14:paraId="1AF81BED" w14:textId="77777777" w:rsidTr="00667329">
        <w:trPr>
          <w:trHeight w:val="117"/>
        </w:trPr>
        <w:tc>
          <w:tcPr>
            <w:tcW w:w="1260" w:type="dxa"/>
            <w:vMerge w:val="restart"/>
          </w:tcPr>
          <w:p w14:paraId="19CD11AB" w14:textId="77777777" w:rsidR="00667329" w:rsidRDefault="00000000" w:rsidP="00667329">
            <w:pPr>
              <w:pStyle w:val="Heading3"/>
            </w:pPr>
            <w:sdt>
              <w:sdtPr>
                <w:id w:val="1948647176"/>
                <w:placeholder>
                  <w:docPart w:val="0DEDEF89E3104E87925A8E863F52635C"/>
                </w:placeholder>
                <w:showingPlcHdr/>
                <w15:appearance w15:val="hidden"/>
              </w:sdtPr>
              <w:sdtContent>
                <w:r w:rsidR="00457AA3" w:rsidRPr="00457AA3">
                  <w:t>Mar 20XX-</w:t>
                </w:r>
                <w:r w:rsidR="00457AA3" w:rsidRPr="00457AA3">
                  <w:br/>
                  <w:t>Jan 20XX</w:t>
                </w:r>
              </w:sdtContent>
            </w:sdt>
            <w:r w:rsidR="00457AA3">
              <w:t xml:space="preserve"> </w:t>
            </w:r>
          </w:p>
        </w:tc>
        <w:tc>
          <w:tcPr>
            <w:tcW w:w="540" w:type="dxa"/>
            <w:gridSpan w:val="2"/>
          </w:tcPr>
          <w:p w14:paraId="6B2B90B4" w14:textId="77777777" w:rsidR="00667329" w:rsidRDefault="00667329" w:rsidP="00667329">
            <w:pPr>
              <w:jc w:val="center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4B2A12D9" wp14:editId="2821E022">
                      <wp:extent cx="137160" cy="137160"/>
                      <wp:effectExtent l="19050" t="19050" r="15240" b="15240"/>
                      <wp:docPr id="1" name="Oval 1" descr="Decorativ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CFB"/>
                              </a:solidFill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A6FDC3" id="Oval 1" o:spid="_x0000_s1026" alt="Decorative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" fillcolor="#fffcfb" strokecolor="#bf1e00 [3204]" strokeweight="2.25pt">
                      <v:stroke joinstyle="miter"/>
                      <v:path arrowok="t"/>
                      <o:lock v:ext="edit" aspectratio="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</w:tcPr>
          <w:p w14:paraId="015B4374" w14:textId="77777777" w:rsidR="00667329" w:rsidRPr="005579C9" w:rsidRDefault="00667329" w:rsidP="00667329"/>
        </w:tc>
        <w:tc>
          <w:tcPr>
            <w:tcW w:w="8100" w:type="dxa"/>
            <w:gridSpan w:val="4"/>
            <w:vMerge w:val="restart"/>
          </w:tcPr>
          <w:p w14:paraId="25376892" w14:textId="77777777" w:rsidR="00667329" w:rsidRPr="004823C2" w:rsidRDefault="00000000" w:rsidP="00667329">
            <w:pPr>
              <w:pStyle w:val="Heading2"/>
            </w:pPr>
            <w:sdt>
              <w:sdtPr>
                <w:id w:val="-1396278494"/>
                <w:placeholder>
                  <w:docPart w:val="A36350015A204ED0B16EFF3C64353B05"/>
                </w:placeholder>
                <w:temporary/>
                <w:showingPlcHdr/>
                <w15:appearance w15:val="hidden"/>
              </w:sdtPr>
              <w:sdtContent>
                <w:r w:rsidR="00DE759B" w:rsidRPr="004823C2">
                  <w:t>Pharmacist</w:t>
                </w:r>
                <w:r w:rsidR="00DE759B">
                  <w:t>, trey research</w:t>
                </w:r>
              </w:sdtContent>
            </w:sdt>
          </w:p>
          <w:sdt>
            <w:sdtPr>
              <w:id w:val="-1858185181"/>
              <w:placeholder>
                <w:docPart w:val="D25D0A145C4045B699C84F5A1D62327E"/>
              </w:placeholder>
              <w:temporary/>
              <w:showingPlcHdr/>
              <w15:appearance w15:val="hidden"/>
            </w:sdtPr>
            <w:sdtContent>
              <w:p w14:paraId="59B3820E" w14:textId="77777777" w:rsidR="00DE759B" w:rsidRPr="004823C2" w:rsidRDefault="00DE759B" w:rsidP="00DE759B">
                <w:r w:rsidRPr="004823C2">
                  <w:t xml:space="preserve">Coordinated with insurance companies to process claims and resolve </w:t>
                </w:r>
                <w:r w:rsidR="00457AA3" w:rsidRPr="004823C2">
                  <w:t>issues.</w:t>
                </w:r>
                <w:r w:rsidR="00457AA3">
                  <w:t xml:space="preserve"> </w:t>
                </w:r>
              </w:p>
              <w:p w14:paraId="56913055" w14:textId="77777777" w:rsidR="00667329" w:rsidRPr="005579C9" w:rsidRDefault="00DE759B" w:rsidP="00DE759B">
                <w:r w:rsidRPr="004823C2">
                  <w:t>Trained and supervised pharmacy technicians in daily operations and customer service</w:t>
                </w:r>
                <w:r>
                  <w:t>.</w:t>
                </w:r>
              </w:p>
            </w:sdtContent>
          </w:sdt>
        </w:tc>
      </w:tr>
      <w:tr w:rsidR="00667329" w14:paraId="010F5BAC" w14:textId="77777777" w:rsidTr="00667329">
        <w:trPr>
          <w:trHeight w:val="783"/>
        </w:trPr>
        <w:tc>
          <w:tcPr>
            <w:tcW w:w="1260" w:type="dxa"/>
            <w:vMerge/>
          </w:tcPr>
          <w:p w14:paraId="3B540DEB" w14:textId="77777777" w:rsidR="00667329" w:rsidRDefault="00667329" w:rsidP="00667329">
            <w:pPr>
              <w:pStyle w:val="Heading3"/>
            </w:pPr>
          </w:p>
        </w:tc>
        <w:tc>
          <w:tcPr>
            <w:tcW w:w="270" w:type="dxa"/>
            <w:tcBorders>
              <w:right w:val="single" w:sz="18" w:space="0" w:color="BF1E00" w:themeColor="accent1"/>
            </w:tcBorders>
          </w:tcPr>
          <w:p w14:paraId="22A6BA67" w14:textId="77777777" w:rsidR="00667329" w:rsidRDefault="00667329" w:rsidP="00EA62A2">
            <w:pPr>
              <w:rPr>
                <w:noProof/>
                <w:lang w:val="en-AU" w:eastAsia="en-AU"/>
              </w:rPr>
            </w:pPr>
          </w:p>
        </w:tc>
        <w:tc>
          <w:tcPr>
            <w:tcW w:w="270" w:type="dxa"/>
            <w:tcBorders>
              <w:left w:val="single" w:sz="18" w:space="0" w:color="BF1E00" w:themeColor="accent1"/>
            </w:tcBorders>
          </w:tcPr>
          <w:p w14:paraId="7149C693" w14:textId="77777777" w:rsidR="00667329" w:rsidRDefault="00667329" w:rsidP="009C2411"/>
        </w:tc>
        <w:tc>
          <w:tcPr>
            <w:tcW w:w="180" w:type="dxa"/>
          </w:tcPr>
          <w:p w14:paraId="3653E858" w14:textId="77777777" w:rsidR="00667329" w:rsidRPr="005579C9" w:rsidRDefault="00667329" w:rsidP="00DE759B"/>
        </w:tc>
        <w:tc>
          <w:tcPr>
            <w:tcW w:w="8100" w:type="dxa"/>
            <w:gridSpan w:val="4"/>
            <w:vMerge/>
          </w:tcPr>
          <w:p w14:paraId="4C054405" w14:textId="77777777" w:rsidR="00667329" w:rsidRPr="005579C9" w:rsidRDefault="00667329" w:rsidP="00EA62A2">
            <w:pPr>
              <w:pStyle w:val="Heading2"/>
            </w:pPr>
          </w:p>
        </w:tc>
      </w:tr>
      <w:tr w:rsidR="00AD0D32" w:rsidRPr="00AD0D32" w14:paraId="3CF4E756" w14:textId="77777777" w:rsidTr="00AD0D32">
        <w:trPr>
          <w:trHeight w:val="720"/>
        </w:trPr>
        <w:tc>
          <w:tcPr>
            <w:tcW w:w="10080" w:type="dxa"/>
            <w:gridSpan w:val="8"/>
          </w:tcPr>
          <w:p w14:paraId="453C7F85" w14:textId="77777777" w:rsidR="00AD0D32" w:rsidRPr="00AD0D32" w:rsidRDefault="00AD0D32" w:rsidP="00AD0D32"/>
        </w:tc>
      </w:tr>
      <w:tr w:rsidR="00667329" w14:paraId="48466B12" w14:textId="77777777" w:rsidTr="00AD0D32">
        <w:trPr>
          <w:trHeight w:val="907"/>
        </w:trPr>
        <w:tc>
          <w:tcPr>
            <w:tcW w:w="10080" w:type="dxa"/>
            <w:gridSpan w:val="8"/>
          </w:tcPr>
          <w:p w14:paraId="1A5BA144" w14:textId="77777777" w:rsidR="00667329" w:rsidRPr="00667329" w:rsidRDefault="00000000" w:rsidP="00AD0D32">
            <w:pPr>
              <w:pStyle w:val="Heading1"/>
              <w:rPr>
                <w:rFonts w:ascii="Gill Sans MT" w:eastAsiaTheme="minorHAnsi" w:hAnsi="Gill Sans MT" w:cstheme="minorBidi"/>
                <w:caps w:val="0"/>
                <w:color w:val="0B0402" w:themeColor="accent6" w:themeShade="1A"/>
                <w:spacing w:val="0"/>
                <w:sz w:val="20"/>
                <w:szCs w:val="22"/>
              </w:rPr>
            </w:pPr>
            <w:sdt>
              <w:sdtPr>
                <w:id w:val="-1908763273"/>
                <w:placeholder>
                  <w:docPart w:val="31FF1AF826984204BA6732D45478734D"/>
                </w:placeholder>
                <w:temporary/>
                <w:showingPlcHdr/>
                <w15:appearance w15:val="hidden"/>
              </w:sdtPr>
              <w:sdtContent>
                <w:r w:rsidR="00667329" w:rsidRPr="00CF1A49">
                  <w:t>Education</w:t>
                </w:r>
              </w:sdtContent>
            </w:sdt>
          </w:p>
        </w:tc>
      </w:tr>
      <w:tr w:rsidR="00313CEB" w14:paraId="0540FA21" w14:textId="77777777" w:rsidTr="00667329">
        <w:trPr>
          <w:trHeight w:val="270"/>
        </w:trPr>
        <w:tc>
          <w:tcPr>
            <w:tcW w:w="1260" w:type="dxa"/>
            <w:vMerge w:val="restart"/>
          </w:tcPr>
          <w:p w14:paraId="50866250" w14:textId="77777777" w:rsidR="00313CEB" w:rsidRDefault="00000000" w:rsidP="00DE759B">
            <w:pPr>
              <w:pStyle w:val="Heading3"/>
            </w:pPr>
            <w:sdt>
              <w:sdtPr>
                <w:id w:val="-1306312564"/>
                <w:placeholder>
                  <w:docPart w:val="AF08604D6A0F41EE9D2967E0BCF5D15D"/>
                </w:placeholder>
                <w:temporary/>
                <w:showingPlcHdr/>
                <w15:appearance w15:val="hidden"/>
              </w:sdtPr>
              <w:sdtContent>
                <w:r w:rsidR="00313CEB" w:rsidRPr="007F32D9">
                  <w:t>June 20XX</w:t>
                </w:r>
              </w:sdtContent>
            </w:sdt>
          </w:p>
        </w:tc>
        <w:tc>
          <w:tcPr>
            <w:tcW w:w="540" w:type="dxa"/>
            <w:gridSpan w:val="2"/>
          </w:tcPr>
          <w:p w14:paraId="4E76698F" w14:textId="77777777" w:rsidR="00313CEB" w:rsidRDefault="00313CEB" w:rsidP="00667329">
            <w:pPr>
              <w:jc w:val="center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36A02EE6" wp14:editId="3A341063">
                      <wp:extent cx="137160" cy="137160"/>
                      <wp:effectExtent l="19050" t="19050" r="15240" b="15240"/>
                      <wp:docPr id="2" name="Oval 2" descr="Decorativ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CFB"/>
                              </a:solidFill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1C279E" id="Oval 2" o:spid="_x0000_s1026" alt="Decorative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" fillcolor="#fffcfb" strokecolor="#bf1e00 [3204]" strokeweight="2.25pt">
                      <v:stroke joinstyle="miter"/>
                      <v:path arrowok="t"/>
                      <o:lock v:ext="edit" aspectratio="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</w:tcPr>
          <w:p w14:paraId="2FBC6C44" w14:textId="77777777" w:rsidR="00313CEB" w:rsidRPr="005579C9" w:rsidRDefault="00313CEB" w:rsidP="00667329"/>
        </w:tc>
        <w:tc>
          <w:tcPr>
            <w:tcW w:w="8100" w:type="dxa"/>
            <w:gridSpan w:val="4"/>
            <w:vMerge w:val="restart"/>
          </w:tcPr>
          <w:p w14:paraId="6A9233F5" w14:textId="77777777" w:rsidR="00313CEB" w:rsidRPr="004823C2" w:rsidRDefault="00000000" w:rsidP="00667329">
            <w:pPr>
              <w:pStyle w:val="Heading2"/>
            </w:pPr>
            <w:sdt>
              <w:sdtPr>
                <w:id w:val="1594052295"/>
                <w:placeholder>
                  <w:docPart w:val="252260FC1DDF412B99D3BD372B93C4E5"/>
                </w:placeholder>
                <w:temporary/>
                <w:showingPlcHdr/>
                <w15:appearance w15:val="hidden"/>
              </w:sdtPr>
              <w:sdtContent>
                <w:r w:rsidR="00313CEB" w:rsidRPr="004823C2">
                  <w:t>Doctor of Pharmac</w:t>
                </w:r>
                <w:r w:rsidR="00313CEB">
                  <w:t>y, jasper university</w:t>
                </w:r>
              </w:sdtContent>
            </w:sdt>
          </w:p>
          <w:p w14:paraId="05E0343F" w14:textId="77777777" w:rsidR="00313CEB" w:rsidRPr="005579C9" w:rsidRDefault="00000000" w:rsidP="00457AA3">
            <w:sdt>
              <w:sdtPr>
                <w:id w:val="1971476172"/>
                <w:placeholder>
                  <w:docPart w:val="670A1B3A688A4C47B02A7BF3FDEC3117"/>
                </w:placeholder>
                <w:temporary/>
                <w:showingPlcHdr/>
                <w15:appearance w15:val="hidden"/>
              </w:sdtPr>
              <w:sdtContent>
                <w:r w:rsidR="00313CEB">
                  <w:t>R</w:t>
                </w:r>
                <w:r w:rsidR="00313CEB" w:rsidRPr="00FE792D">
                  <w:t xml:space="preserve">eceived the Dean's List award for maintaining a </w:t>
                </w:r>
                <w:r w:rsidR="00457AA3" w:rsidRPr="00FE792D">
                  <w:t>high</w:t>
                </w:r>
                <w:r w:rsidR="003C0547">
                  <w:t xml:space="preserve"> </w:t>
                </w:r>
                <w:r w:rsidR="00457AA3" w:rsidRPr="00FE792D">
                  <w:t>grade</w:t>
                </w:r>
                <w:r w:rsidR="00313CEB" w:rsidRPr="00FE792D">
                  <w:t xml:space="preserve"> point average and academic excellence.</w:t>
                </w:r>
              </w:sdtContent>
            </w:sdt>
            <w:r w:rsidR="00457AA3">
              <w:t xml:space="preserve"> </w:t>
            </w:r>
          </w:p>
        </w:tc>
      </w:tr>
      <w:tr w:rsidR="00313CEB" w14:paraId="20E2CBFC" w14:textId="77777777" w:rsidTr="00667329">
        <w:trPr>
          <w:trHeight w:val="783"/>
        </w:trPr>
        <w:tc>
          <w:tcPr>
            <w:tcW w:w="1260" w:type="dxa"/>
            <w:vMerge/>
          </w:tcPr>
          <w:p w14:paraId="28C88208" w14:textId="77777777" w:rsidR="00313CEB" w:rsidRDefault="00313CEB" w:rsidP="00DE759B">
            <w:pPr>
              <w:pStyle w:val="Heading3"/>
            </w:pPr>
          </w:p>
        </w:tc>
        <w:tc>
          <w:tcPr>
            <w:tcW w:w="270" w:type="dxa"/>
            <w:tcBorders>
              <w:right w:val="single" w:sz="18" w:space="0" w:color="BF1E00" w:themeColor="accent1"/>
            </w:tcBorders>
          </w:tcPr>
          <w:p w14:paraId="2F312FAB" w14:textId="77777777" w:rsidR="00313CEB" w:rsidRDefault="00313CEB" w:rsidP="00EA62A2">
            <w:pPr>
              <w:rPr>
                <w:noProof/>
                <w:lang w:val="en-AU" w:eastAsia="en-AU"/>
              </w:rPr>
            </w:pPr>
          </w:p>
        </w:tc>
        <w:tc>
          <w:tcPr>
            <w:tcW w:w="270" w:type="dxa"/>
            <w:tcBorders>
              <w:left w:val="single" w:sz="18" w:space="0" w:color="BF1E00" w:themeColor="accent1"/>
            </w:tcBorders>
          </w:tcPr>
          <w:p w14:paraId="0CFE86E5" w14:textId="77777777" w:rsidR="00313CEB" w:rsidRDefault="00313CEB" w:rsidP="009C2411"/>
        </w:tc>
        <w:tc>
          <w:tcPr>
            <w:tcW w:w="180" w:type="dxa"/>
          </w:tcPr>
          <w:p w14:paraId="1B89B584" w14:textId="77777777" w:rsidR="00313CEB" w:rsidRPr="005579C9" w:rsidRDefault="00313CEB" w:rsidP="00DE759B"/>
        </w:tc>
        <w:tc>
          <w:tcPr>
            <w:tcW w:w="8100" w:type="dxa"/>
            <w:gridSpan w:val="4"/>
            <w:vMerge/>
          </w:tcPr>
          <w:p w14:paraId="0D0556E2" w14:textId="77777777" w:rsidR="00313CEB" w:rsidRPr="005579C9" w:rsidRDefault="00313CEB" w:rsidP="00DE759B"/>
        </w:tc>
      </w:tr>
      <w:tr w:rsidR="00313CEB" w14:paraId="5EA18649" w14:textId="77777777" w:rsidTr="00667329">
        <w:trPr>
          <w:trHeight w:val="180"/>
        </w:trPr>
        <w:tc>
          <w:tcPr>
            <w:tcW w:w="1260" w:type="dxa"/>
            <w:vMerge w:val="restart"/>
          </w:tcPr>
          <w:p w14:paraId="37B838A5" w14:textId="77777777" w:rsidR="00313CEB" w:rsidRDefault="00000000" w:rsidP="00DE759B">
            <w:pPr>
              <w:pStyle w:val="Heading3"/>
            </w:pPr>
            <w:sdt>
              <w:sdtPr>
                <w:id w:val="-848092515"/>
                <w:placeholder>
                  <w:docPart w:val="EDF20CDF75A04BBA96479EDBC729A04B"/>
                </w:placeholder>
                <w:temporary/>
                <w:showingPlcHdr/>
                <w15:appearance w15:val="hidden"/>
              </w:sdtPr>
              <w:sdtContent>
                <w:r w:rsidR="00313CEB" w:rsidRPr="007F32D9">
                  <w:t>May 20XX</w:t>
                </w:r>
              </w:sdtContent>
            </w:sdt>
          </w:p>
        </w:tc>
        <w:tc>
          <w:tcPr>
            <w:tcW w:w="540" w:type="dxa"/>
            <w:gridSpan w:val="2"/>
          </w:tcPr>
          <w:p w14:paraId="3161F154" w14:textId="77777777" w:rsidR="00313CEB" w:rsidRDefault="00313CEB" w:rsidP="00667329">
            <w:pPr>
              <w:jc w:val="center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7A656FD7" wp14:editId="20808F0E">
                      <wp:extent cx="137160" cy="137160"/>
                      <wp:effectExtent l="19050" t="19050" r="15240" b="15240"/>
                      <wp:docPr id="4" name="Oval 4" descr="Decorativ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CFB"/>
                              </a:solidFill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BA491BB" id="Oval 4" o:spid="_x0000_s1026" alt="Decorative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" fillcolor="#fffcfb" strokecolor="#bf1e00 [3204]" strokeweight="2.25pt">
                      <v:stroke joinstyle="miter"/>
                      <v:path arrowok="t"/>
                      <o:lock v:ext="edit" aspectratio="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</w:tcPr>
          <w:p w14:paraId="1573DFC3" w14:textId="77777777" w:rsidR="00313CEB" w:rsidRPr="005579C9" w:rsidRDefault="00313CEB" w:rsidP="00667329"/>
        </w:tc>
        <w:tc>
          <w:tcPr>
            <w:tcW w:w="8100" w:type="dxa"/>
            <w:gridSpan w:val="4"/>
            <w:vMerge w:val="restart"/>
          </w:tcPr>
          <w:p w14:paraId="195BF0D1" w14:textId="77777777" w:rsidR="00313CEB" w:rsidRPr="004823C2" w:rsidRDefault="00000000" w:rsidP="00DE759B">
            <w:pPr>
              <w:pStyle w:val="Heading2"/>
            </w:pPr>
            <w:sdt>
              <w:sdtPr>
                <w:id w:val="-1454782331"/>
                <w:placeholder>
                  <w:docPart w:val="D247A00F6BD34B1780821FAD6008D268"/>
                </w:placeholder>
                <w:temporary/>
                <w:showingPlcHdr/>
                <w15:appearance w15:val="hidden"/>
              </w:sdtPr>
              <w:sdtContent>
                <w:r w:rsidR="00313CEB" w:rsidRPr="004823C2">
                  <w:t>Bachelor of Science in Biology</w:t>
                </w:r>
                <w:r w:rsidR="00313CEB">
                  <w:t>, bellows college</w:t>
                </w:r>
              </w:sdtContent>
            </w:sdt>
          </w:p>
          <w:p w14:paraId="77324582" w14:textId="77777777" w:rsidR="00313CEB" w:rsidRPr="005579C9" w:rsidRDefault="00000000" w:rsidP="00DE759B">
            <w:sdt>
              <w:sdtPr>
                <w:id w:val="1960679839"/>
                <w:placeholder>
                  <w:docPart w:val="A4B00FDF0E624D7DA274D3A645D2B69D"/>
                </w:placeholder>
                <w:temporary/>
                <w:showingPlcHdr/>
                <w15:appearance w15:val="hidden"/>
              </w:sdtPr>
              <w:sdtContent>
                <w:r w:rsidR="00313CEB">
                  <w:t>The student was recognized as the Most Outstanding Pharmacy Student of the Year.</w:t>
                </w:r>
              </w:sdtContent>
            </w:sdt>
          </w:p>
        </w:tc>
      </w:tr>
      <w:tr w:rsidR="00313CEB" w14:paraId="2653116B" w14:textId="77777777" w:rsidTr="00667329">
        <w:trPr>
          <w:trHeight w:val="783"/>
        </w:trPr>
        <w:tc>
          <w:tcPr>
            <w:tcW w:w="1260" w:type="dxa"/>
            <w:vMerge/>
          </w:tcPr>
          <w:p w14:paraId="75A9744F" w14:textId="77777777" w:rsidR="00313CEB" w:rsidRPr="00DE759B" w:rsidRDefault="00313CEB" w:rsidP="00DE759B">
            <w:pPr>
              <w:pStyle w:val="Heading3"/>
            </w:pPr>
          </w:p>
        </w:tc>
        <w:tc>
          <w:tcPr>
            <w:tcW w:w="270" w:type="dxa"/>
            <w:tcBorders>
              <w:right w:val="single" w:sz="18" w:space="0" w:color="BF1E00" w:themeColor="accent1"/>
            </w:tcBorders>
          </w:tcPr>
          <w:p w14:paraId="00DFFA15" w14:textId="77777777" w:rsidR="00313CEB" w:rsidRDefault="00313CEB" w:rsidP="00EA62A2">
            <w:pPr>
              <w:rPr>
                <w:noProof/>
                <w:lang w:val="en-AU" w:eastAsia="en-AU"/>
              </w:rPr>
            </w:pPr>
          </w:p>
        </w:tc>
        <w:tc>
          <w:tcPr>
            <w:tcW w:w="270" w:type="dxa"/>
            <w:tcBorders>
              <w:left w:val="single" w:sz="18" w:space="0" w:color="BF1E00" w:themeColor="accent1"/>
            </w:tcBorders>
          </w:tcPr>
          <w:p w14:paraId="2B89A304" w14:textId="77777777" w:rsidR="00313CEB" w:rsidRDefault="00313CEB" w:rsidP="009C2411"/>
        </w:tc>
        <w:tc>
          <w:tcPr>
            <w:tcW w:w="180" w:type="dxa"/>
          </w:tcPr>
          <w:p w14:paraId="5A3F8A73" w14:textId="77777777" w:rsidR="00313CEB" w:rsidRPr="005579C9" w:rsidRDefault="00313CEB" w:rsidP="00DE759B"/>
        </w:tc>
        <w:tc>
          <w:tcPr>
            <w:tcW w:w="8100" w:type="dxa"/>
            <w:gridSpan w:val="4"/>
            <w:vMerge/>
          </w:tcPr>
          <w:p w14:paraId="52AF3362" w14:textId="77777777" w:rsidR="00313CEB" w:rsidRPr="005579C9" w:rsidRDefault="00313CEB" w:rsidP="00DE759B"/>
        </w:tc>
      </w:tr>
      <w:tr w:rsidR="00AD0D32" w:rsidRPr="00AD0D32" w14:paraId="5312432D" w14:textId="77777777" w:rsidTr="00AD0D32">
        <w:trPr>
          <w:trHeight w:val="432"/>
        </w:trPr>
        <w:tc>
          <w:tcPr>
            <w:tcW w:w="10080" w:type="dxa"/>
            <w:gridSpan w:val="8"/>
          </w:tcPr>
          <w:p w14:paraId="5BCFEF0A" w14:textId="77777777" w:rsidR="00AD0D32" w:rsidRPr="00AD0D32" w:rsidRDefault="00AD0D32" w:rsidP="00AD0D32"/>
        </w:tc>
      </w:tr>
      <w:tr w:rsidR="006307EA" w14:paraId="3E0E354A" w14:textId="77777777" w:rsidTr="00AD0D32">
        <w:trPr>
          <w:trHeight w:val="907"/>
        </w:trPr>
        <w:tc>
          <w:tcPr>
            <w:tcW w:w="5040" w:type="dxa"/>
            <w:gridSpan w:val="6"/>
          </w:tcPr>
          <w:p w14:paraId="7EA7E871" w14:textId="77777777" w:rsidR="006307EA" w:rsidRPr="005579C9" w:rsidRDefault="00000000" w:rsidP="00AD0D32">
            <w:pPr>
              <w:pStyle w:val="Heading1"/>
            </w:pPr>
            <w:sdt>
              <w:sdtPr>
                <w:id w:val="-1392877668"/>
                <w:placeholder>
                  <w:docPart w:val="9404A9770E434740AF45098487FB4750"/>
                </w:placeholder>
                <w:temporary/>
                <w:showingPlcHdr/>
                <w15:appearance w15:val="hidden"/>
              </w:sdtPr>
              <w:sdtContent>
                <w:r w:rsidR="006307EA" w:rsidRPr="00CF1A49">
                  <w:t>Skills</w:t>
                </w:r>
              </w:sdtContent>
            </w:sdt>
          </w:p>
        </w:tc>
        <w:tc>
          <w:tcPr>
            <w:tcW w:w="270" w:type="dxa"/>
          </w:tcPr>
          <w:p w14:paraId="0A8D21C1" w14:textId="77777777" w:rsidR="006307EA" w:rsidRPr="005579C9" w:rsidRDefault="006307EA" w:rsidP="00AD0D32"/>
        </w:tc>
        <w:tc>
          <w:tcPr>
            <w:tcW w:w="4770" w:type="dxa"/>
          </w:tcPr>
          <w:p w14:paraId="63548F66" w14:textId="77777777" w:rsidR="006307EA" w:rsidRPr="005579C9" w:rsidRDefault="00000000" w:rsidP="00AD0D32">
            <w:pPr>
              <w:pStyle w:val="Heading1"/>
            </w:pPr>
            <w:sdt>
              <w:sdtPr>
                <w:id w:val="926163282"/>
                <w:placeholder>
                  <w:docPart w:val="11C5BEFCDB654AF9A7EA616B372E5F80"/>
                </w:placeholder>
                <w:temporary/>
                <w:showingPlcHdr/>
                <w15:appearance w15:val="hidden"/>
              </w:sdtPr>
              <w:sdtContent>
                <w:r w:rsidR="006307EA">
                  <w:t>Activities</w:t>
                </w:r>
              </w:sdtContent>
            </w:sdt>
          </w:p>
        </w:tc>
      </w:tr>
      <w:tr w:rsidR="006307EA" w14:paraId="44048AD8" w14:textId="77777777" w:rsidTr="006307EA">
        <w:trPr>
          <w:trHeight w:val="783"/>
        </w:trPr>
        <w:tc>
          <w:tcPr>
            <w:tcW w:w="5040" w:type="dxa"/>
            <w:gridSpan w:val="6"/>
          </w:tcPr>
          <w:p w14:paraId="421F2DAD" w14:textId="77777777" w:rsidR="006307EA" w:rsidRPr="00457AA3" w:rsidRDefault="00000000" w:rsidP="00457AA3">
            <w:pPr>
              <w:pStyle w:val="ListBullet"/>
            </w:pPr>
            <w:sdt>
              <w:sdtPr>
                <w:id w:val="-831601398"/>
                <w:placeholder>
                  <w:docPart w:val="BC381E7D9E4A4B0792EF9797D58A5A62"/>
                </w:placeholder>
                <w:temporary/>
                <w:showingPlcHdr/>
                <w15:appearance w15:val="hidden"/>
              </w:sdtPr>
              <w:sdtContent>
                <w:r w:rsidR="006307EA" w:rsidRPr="00457AA3">
                  <w:t>Strong knowledge of medication therapy, drug interactions, and side effects</w:t>
                </w:r>
              </w:sdtContent>
            </w:sdt>
          </w:p>
          <w:p w14:paraId="41281EDD" w14:textId="77777777" w:rsidR="006307EA" w:rsidRPr="00457AA3" w:rsidRDefault="00000000" w:rsidP="00457AA3">
            <w:pPr>
              <w:pStyle w:val="ListBullet"/>
            </w:pPr>
            <w:sdt>
              <w:sdtPr>
                <w:id w:val="470179503"/>
                <w:placeholder>
                  <w:docPart w:val="CF549C8B0B54460C90EB0845F5908720"/>
                </w:placeholder>
                <w:temporary/>
                <w:showingPlcHdr/>
                <w15:appearance w15:val="hidden"/>
              </w:sdtPr>
              <w:sdtContent>
                <w:r w:rsidR="006307EA" w:rsidRPr="00457AA3">
                  <w:t>Excellent communication skills, both verbal and written</w:t>
                </w:r>
              </w:sdtContent>
            </w:sdt>
          </w:p>
          <w:p w14:paraId="3B34D608" w14:textId="77777777" w:rsidR="006307EA" w:rsidRPr="006E1507" w:rsidRDefault="00000000" w:rsidP="00DE759B">
            <w:pPr>
              <w:pStyle w:val="ListBullet"/>
            </w:pPr>
            <w:sdt>
              <w:sdtPr>
                <w:id w:val="-1690361358"/>
                <w:placeholder>
                  <w:docPart w:val="BECFE3817DD448458EAF943A1857A491"/>
                </w:placeholder>
                <w:temporary/>
                <w:showingPlcHdr/>
                <w15:appearance w15:val="hidden"/>
              </w:sdtPr>
              <w:sdtContent>
                <w:r w:rsidR="006307EA" w:rsidRPr="00FA479E">
                  <w:t>Attention to detail and accuracy in medication dispensing and record-keeping</w:t>
                </w:r>
              </w:sdtContent>
            </w:sdt>
          </w:p>
          <w:p w14:paraId="7503D143" w14:textId="77777777" w:rsidR="006307EA" w:rsidRPr="005579C9" w:rsidRDefault="00000000" w:rsidP="00DE759B">
            <w:pPr>
              <w:pStyle w:val="ListBullet"/>
            </w:pPr>
            <w:sdt>
              <w:sdtPr>
                <w:id w:val="452449144"/>
                <w:placeholder>
                  <w:docPart w:val="EA1161E057E14952A03427C264BEC416"/>
                </w:placeholder>
                <w:temporary/>
                <w:showingPlcHdr/>
                <w15:appearance w15:val="hidden"/>
              </w:sdtPr>
              <w:sdtContent>
                <w:r w:rsidR="006307EA" w:rsidRPr="00FA479E">
                  <w:t>Ability to collaborate effectively with healthcare providers and other team members</w:t>
                </w:r>
              </w:sdtContent>
            </w:sdt>
          </w:p>
        </w:tc>
        <w:tc>
          <w:tcPr>
            <w:tcW w:w="270" w:type="dxa"/>
          </w:tcPr>
          <w:p w14:paraId="2E7FE7CF" w14:textId="77777777" w:rsidR="006307EA" w:rsidRPr="006E1507" w:rsidRDefault="006307EA" w:rsidP="00DE759B"/>
        </w:tc>
        <w:tc>
          <w:tcPr>
            <w:tcW w:w="4770" w:type="dxa"/>
          </w:tcPr>
          <w:p w14:paraId="7BECBC66" w14:textId="77777777" w:rsidR="006307EA" w:rsidRPr="005579C9" w:rsidRDefault="00000000" w:rsidP="00DE759B">
            <w:sdt>
              <w:sdtPr>
                <w:id w:val="-1275313765"/>
                <w:placeholder>
                  <w:docPart w:val="2B113AA99C9B4E7984B77F4F465104DE"/>
                </w:placeholder>
                <w:temporary/>
                <w:showingPlcHdr/>
                <w15:appearance w15:val="hidden"/>
              </w:sdtPr>
              <w:sdtContent>
                <w:r w:rsidR="006307EA">
                  <w:t xml:space="preserve">Active </w:t>
                </w:r>
                <w:r w:rsidR="006307EA" w:rsidRPr="003134D7">
                  <w:t xml:space="preserve">member of the </w:t>
                </w:r>
                <w:r w:rsidR="006307EA" w:rsidRPr="00235AB5">
                  <w:t>National Association of Pharmacy Professionals (NAPP)</w:t>
                </w:r>
                <w:r w:rsidR="006307EA" w:rsidRPr="003134D7">
                  <w:t xml:space="preserve"> and participated in various volunteer and networking events aimed at promoting the role of pharmacists in healthcare.</w:t>
                </w:r>
              </w:sdtContent>
            </w:sdt>
          </w:p>
        </w:tc>
      </w:tr>
    </w:tbl>
    <w:p w14:paraId="7D4F489F" w14:textId="77777777" w:rsidR="00180710" w:rsidRPr="00DE759B" w:rsidRDefault="00180710" w:rsidP="00FB0432">
      <w:pPr>
        <w:rPr>
          <w:sz w:val="12"/>
        </w:rPr>
      </w:pPr>
    </w:p>
    <w:sectPr w:rsidR="00180710" w:rsidRPr="00DE759B" w:rsidSect="00526631">
      <w:type w:val="continuous"/>
      <w:pgSz w:w="12240" w:h="15840" w:code="1"/>
      <w:pgMar w:top="900" w:right="1080" w:bottom="0" w:left="1080" w:header="57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06E98" w14:textId="77777777" w:rsidR="00733D62" w:rsidRDefault="00733D62" w:rsidP="003D42E9">
      <w:r>
        <w:separator/>
      </w:r>
    </w:p>
  </w:endnote>
  <w:endnote w:type="continuationSeparator" w:id="0">
    <w:p w14:paraId="19D19818" w14:textId="77777777" w:rsidR="00733D62" w:rsidRDefault="00733D62" w:rsidP="003D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0B70" w14:textId="77777777" w:rsidR="00733D62" w:rsidRDefault="00733D62" w:rsidP="003D42E9">
      <w:r>
        <w:separator/>
      </w:r>
    </w:p>
  </w:footnote>
  <w:footnote w:type="continuationSeparator" w:id="0">
    <w:p w14:paraId="68FAFA99" w14:textId="77777777" w:rsidR="00733D62" w:rsidRDefault="00733D62" w:rsidP="003D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BF1E00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BF1E00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BF1E00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 w15:restartNumberingAfterBreak="0">
    <w:nsid w:val="1E9C7173"/>
    <w:multiLevelType w:val="hybridMultilevel"/>
    <w:tmpl w:val="BC849E7E"/>
    <w:lvl w:ilvl="0" w:tplc="D044364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312843">
    <w:abstractNumId w:val="0"/>
  </w:num>
  <w:num w:numId="2" w16cid:durableId="121099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ttachedTemplate r:id="rId1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637"/>
    <w:rsid w:val="00067637"/>
    <w:rsid w:val="000761F2"/>
    <w:rsid w:val="000D60A5"/>
    <w:rsid w:val="000E055C"/>
    <w:rsid w:val="00180710"/>
    <w:rsid w:val="0019254A"/>
    <w:rsid w:val="001A07E0"/>
    <w:rsid w:val="001D5578"/>
    <w:rsid w:val="001D7755"/>
    <w:rsid w:val="00231540"/>
    <w:rsid w:val="002370D3"/>
    <w:rsid w:val="0030456C"/>
    <w:rsid w:val="00313CEB"/>
    <w:rsid w:val="00315265"/>
    <w:rsid w:val="00322C94"/>
    <w:rsid w:val="0039032E"/>
    <w:rsid w:val="003C0547"/>
    <w:rsid w:val="003D42E9"/>
    <w:rsid w:val="003E4645"/>
    <w:rsid w:val="003F4542"/>
    <w:rsid w:val="00413FAB"/>
    <w:rsid w:val="00430E0C"/>
    <w:rsid w:val="00457AA3"/>
    <w:rsid w:val="004823C2"/>
    <w:rsid w:val="00483E87"/>
    <w:rsid w:val="004940BD"/>
    <w:rsid w:val="004A6BB1"/>
    <w:rsid w:val="00523B0B"/>
    <w:rsid w:val="00526631"/>
    <w:rsid w:val="00531E08"/>
    <w:rsid w:val="005B647F"/>
    <w:rsid w:val="005B65A2"/>
    <w:rsid w:val="0061481A"/>
    <w:rsid w:val="006307EA"/>
    <w:rsid w:val="0063153B"/>
    <w:rsid w:val="00667329"/>
    <w:rsid w:val="00671B73"/>
    <w:rsid w:val="00713365"/>
    <w:rsid w:val="00724932"/>
    <w:rsid w:val="00733D62"/>
    <w:rsid w:val="00744959"/>
    <w:rsid w:val="007B67D3"/>
    <w:rsid w:val="008038BB"/>
    <w:rsid w:val="008543EA"/>
    <w:rsid w:val="00865306"/>
    <w:rsid w:val="008E42E7"/>
    <w:rsid w:val="008F52BA"/>
    <w:rsid w:val="009048D2"/>
    <w:rsid w:val="00960AE6"/>
    <w:rsid w:val="009C2411"/>
    <w:rsid w:val="00A12760"/>
    <w:rsid w:val="00A457B0"/>
    <w:rsid w:val="00A6401B"/>
    <w:rsid w:val="00A9448F"/>
    <w:rsid w:val="00AB5A73"/>
    <w:rsid w:val="00AD0D32"/>
    <w:rsid w:val="00B067CD"/>
    <w:rsid w:val="00B70A77"/>
    <w:rsid w:val="00B758ED"/>
    <w:rsid w:val="00BA6B97"/>
    <w:rsid w:val="00C832BD"/>
    <w:rsid w:val="00CB7E3E"/>
    <w:rsid w:val="00D51E18"/>
    <w:rsid w:val="00D7168E"/>
    <w:rsid w:val="00DE759B"/>
    <w:rsid w:val="00E0696E"/>
    <w:rsid w:val="00EA62A2"/>
    <w:rsid w:val="00EB6FE0"/>
    <w:rsid w:val="00EC5D87"/>
    <w:rsid w:val="00EE4AD0"/>
    <w:rsid w:val="00F85A56"/>
    <w:rsid w:val="00F96D85"/>
    <w:rsid w:val="00FA4408"/>
    <w:rsid w:val="00FB0432"/>
    <w:rsid w:val="00FC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70E0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1" w:unhideWhenUsed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" w:qFormat="1"/>
    <w:lsdException w:name="Subtle Reference" w:uiPriority="10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54A"/>
    <w:rPr>
      <w:color w:val="0B0402" w:themeColor="accent6" w:themeShade="1A"/>
      <w:sz w:val="20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667329"/>
    <w:pPr>
      <w:keepNext/>
      <w:keepLines/>
      <w:contextualSpacing/>
      <w:outlineLvl w:val="0"/>
    </w:pPr>
    <w:rPr>
      <w:rFonts w:asciiTheme="majorHAnsi" w:eastAsiaTheme="majorEastAsia" w:hAnsiTheme="majorHAnsi" w:cs="Times New Roman (Headings CS)"/>
      <w:caps/>
      <w:color w:val="BF1E00" w:themeColor="accent1"/>
      <w:spacing w:val="20"/>
      <w:sz w:val="44"/>
      <w:szCs w:val="32"/>
    </w:rPr>
  </w:style>
  <w:style w:type="paragraph" w:styleId="Heading2">
    <w:name w:val="heading 2"/>
    <w:basedOn w:val="Normal"/>
    <w:link w:val="Heading2Char"/>
    <w:uiPriority w:val="9"/>
    <w:qFormat/>
    <w:rsid w:val="00667329"/>
    <w:pPr>
      <w:spacing w:after="120"/>
      <w:outlineLvl w:val="1"/>
    </w:pPr>
    <w:rPr>
      <w:rFonts w:asciiTheme="majorHAnsi" w:eastAsiaTheme="majorEastAsia" w:hAnsiTheme="majorHAnsi" w:cs="Times New Roman (Headings CS)"/>
      <w:caps/>
      <w:color w:val="BF1E00" w:themeColor="accent1"/>
      <w:spacing w:val="20"/>
      <w:sz w:val="28"/>
      <w:szCs w:val="26"/>
    </w:rPr>
  </w:style>
  <w:style w:type="paragraph" w:styleId="Heading3">
    <w:name w:val="heading 3"/>
    <w:basedOn w:val="Normal"/>
    <w:link w:val="Heading3Char"/>
    <w:uiPriority w:val="9"/>
    <w:qFormat/>
    <w:rsid w:val="00667329"/>
    <w:pPr>
      <w:outlineLvl w:val="2"/>
    </w:pPr>
    <w:rPr>
      <w:rFonts w:asciiTheme="majorHAnsi" w:eastAsiaTheme="majorEastAsia" w:hAnsiTheme="majorHAnsi" w:cs="Times New Roman (Headings CS)"/>
      <w:caps/>
      <w:color w:val="BF1E00" w:themeColor="accent1"/>
      <w:spacing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D42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54A"/>
    <w:rPr>
      <w:color w:val="0B0402" w:themeColor="accent6" w:themeShade="1A"/>
      <w:sz w:val="20"/>
      <w:szCs w:val="22"/>
    </w:rPr>
  </w:style>
  <w:style w:type="paragraph" w:styleId="Footer">
    <w:name w:val="footer"/>
    <w:basedOn w:val="Normal"/>
    <w:link w:val="FooterChar"/>
    <w:uiPriority w:val="99"/>
    <w:semiHidden/>
    <w:rsid w:val="003D42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54A"/>
    <w:rPr>
      <w:color w:val="0B0402" w:themeColor="accent6" w:themeShade="1A"/>
      <w:sz w:val="2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67329"/>
    <w:rPr>
      <w:rFonts w:asciiTheme="majorHAnsi" w:eastAsiaTheme="majorEastAsia" w:hAnsiTheme="majorHAnsi" w:cs="Times New Roman (Headings CS)"/>
      <w:caps/>
      <w:color w:val="BF1E00" w:themeColor="accent1"/>
      <w:spacing w:val="20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67329"/>
    <w:rPr>
      <w:rFonts w:asciiTheme="majorHAnsi" w:eastAsiaTheme="majorEastAsia" w:hAnsiTheme="majorHAnsi" w:cs="Times New Roman (Headings CS)"/>
      <w:caps/>
      <w:color w:val="BF1E00" w:themeColor="accent1"/>
      <w:spacing w:val="2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7329"/>
    <w:rPr>
      <w:rFonts w:asciiTheme="majorHAnsi" w:eastAsiaTheme="majorEastAsia" w:hAnsiTheme="majorHAnsi" w:cs="Times New Roman (Headings CS)"/>
      <w:caps/>
      <w:color w:val="BF1E00" w:themeColor="accent1"/>
      <w:spacing w:val="20"/>
      <w:sz w:val="20"/>
    </w:rPr>
  </w:style>
  <w:style w:type="paragraph" w:styleId="Title">
    <w:name w:val="Title"/>
    <w:basedOn w:val="Normal"/>
    <w:link w:val="TitleChar"/>
    <w:uiPriority w:val="1"/>
    <w:qFormat/>
    <w:rsid w:val="00AD0D32"/>
    <w:pPr>
      <w:spacing w:after="120"/>
      <w:contextualSpacing/>
    </w:pPr>
    <w:rPr>
      <w:rFonts w:asciiTheme="majorHAnsi" w:eastAsiaTheme="majorEastAsia" w:hAnsiTheme="majorHAnsi" w:cs="Times New Roman (Headings CS)"/>
      <w:caps/>
      <w:color w:val="BF1E00" w:themeColor="accent1"/>
      <w:spacing w:val="2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AD0D32"/>
    <w:rPr>
      <w:rFonts w:asciiTheme="majorHAnsi" w:eastAsiaTheme="majorEastAsia" w:hAnsiTheme="majorHAnsi" w:cs="Times New Roman (Headings CS)"/>
      <w:caps/>
      <w:color w:val="BF1E00" w:themeColor="accent1"/>
      <w:spacing w:val="20"/>
      <w:kern w:val="28"/>
      <w:sz w:val="96"/>
      <w:szCs w:val="56"/>
    </w:rPr>
  </w:style>
  <w:style w:type="character" w:styleId="PlaceholderText">
    <w:name w:val="Placeholder Text"/>
    <w:basedOn w:val="DefaultParagraphFont"/>
    <w:uiPriority w:val="99"/>
    <w:semiHidden/>
    <w:rsid w:val="00526631"/>
    <w:rPr>
      <w:color w:val="808080"/>
    </w:rPr>
  </w:style>
  <w:style w:type="table" w:styleId="TableGrid">
    <w:name w:val="Table Grid"/>
    <w:basedOn w:val="TableNormal"/>
    <w:uiPriority w:val="39"/>
    <w:rsid w:val="00EB6FE0"/>
    <w:tblPr/>
    <w:tcPr>
      <w:tcMar>
        <w:top w:w="0" w:type="dxa"/>
        <w:left w:w="115" w:type="dxa"/>
        <w:bottom w:w="0" w:type="dxa"/>
        <w:right w:w="115" w:type="dxa"/>
      </w:tcMar>
    </w:tcPr>
  </w:style>
  <w:style w:type="character" w:styleId="SubtleReference">
    <w:name w:val="Subtle Reference"/>
    <w:basedOn w:val="DefaultParagraphFont"/>
    <w:uiPriority w:val="10"/>
    <w:semiHidden/>
    <w:rsid w:val="003D42E9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3D42E9"/>
    <w:pPr>
      <w:numPr>
        <w:numId w:val="1"/>
      </w:numPr>
    </w:pPr>
  </w:style>
  <w:style w:type="table" w:customStyle="1" w:styleId="NoPadding">
    <w:name w:val="No Padding"/>
    <w:basedOn w:val="TableNormal"/>
    <w:uiPriority w:val="99"/>
    <w:rsid w:val="004823C2"/>
    <w:tblPr>
      <w:tblStyleColBandSize w:val="1"/>
    </w:tblPr>
    <w:tcPr>
      <w:tcMar>
        <w:left w:w="0" w:type="dxa"/>
        <w:bottom w:w="288" w:type="dxa"/>
        <w:right w:w="0" w:type="dxa"/>
      </w:tcMar>
    </w:tcPr>
    <w:tblStylePr w:type="firstCol">
      <w:tblPr/>
      <w:tcPr>
        <w:tcBorders>
          <w:top w:val="nil"/>
          <w:left w:val="nil"/>
          <w:bottom w:val="nil"/>
          <w:right w:val="single" w:sz="18" w:space="0" w:color="BF1E00" w:themeColor="accent1"/>
          <w:insideH w:val="nil"/>
          <w:insideV w:val="nil"/>
          <w:tl2br w:val="nil"/>
          <w:tr2bl w:val="nil"/>
        </w:tcBorders>
        <w:tcMar>
          <w:top w:w="0" w:type="nil"/>
          <w:left w:w="0" w:type="dxa"/>
          <w:bottom w:w="288" w:type="dxa"/>
          <w:right w:w="288" w:type="dxa"/>
        </w:tcMar>
      </w:tcPr>
    </w:tblStylePr>
    <w:tblStylePr w:type="band2Vert">
      <w:tblPr/>
      <w:tcPr>
        <w:tcMar>
          <w:top w:w="0" w:type="nil"/>
          <w:left w:w="144" w:type="dxa"/>
          <w:bottom w:w="288" w:type="dxa"/>
          <w:right w:w="0" w:type="dxa"/>
        </w:tcMar>
      </w:tcPr>
    </w:tblStylePr>
  </w:style>
  <w:style w:type="table" w:styleId="TableGridLight">
    <w:name w:val="Grid Table Light"/>
    <w:basedOn w:val="TableNormal"/>
    <w:uiPriority w:val="40"/>
    <w:rsid w:val="00413FA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13FA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13FA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13FA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13FA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413FAB"/>
    <w:tblPr>
      <w:tblStyleRowBandSize w:val="1"/>
      <w:tblStyleColBandSize w:val="1"/>
      <w:tblBorders>
        <w:top w:val="single" w:sz="4" w:space="0" w:color="FF937F" w:themeColor="accent1" w:themeTint="66"/>
        <w:left w:val="single" w:sz="4" w:space="0" w:color="FF937F" w:themeColor="accent1" w:themeTint="66"/>
        <w:bottom w:val="single" w:sz="4" w:space="0" w:color="FF937F" w:themeColor="accent1" w:themeTint="66"/>
        <w:right w:val="single" w:sz="4" w:space="0" w:color="FF937F" w:themeColor="accent1" w:themeTint="66"/>
        <w:insideH w:val="single" w:sz="4" w:space="0" w:color="FF937F" w:themeColor="accent1" w:themeTint="66"/>
        <w:insideV w:val="single" w:sz="4" w:space="0" w:color="FF937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5D3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D3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3E4645"/>
    <w:tblPr/>
    <w:tcPr>
      <w:tcMar>
        <w:left w:w="0" w:type="dxa"/>
        <w:right w:w="0" w:type="dxa"/>
      </w:tcMar>
    </w:tcPr>
  </w:style>
  <w:style w:type="paragraph" w:styleId="Subtitle">
    <w:name w:val="Subtitle"/>
    <w:basedOn w:val="Normal"/>
    <w:next w:val="Normal"/>
    <w:link w:val="SubtitleChar"/>
    <w:uiPriority w:val="11"/>
    <w:rsid w:val="00AD0D32"/>
    <w:pPr>
      <w:numPr>
        <w:ilvl w:val="1"/>
      </w:numPr>
      <w:spacing w:before="120" w:after="160"/>
    </w:pPr>
    <w:rPr>
      <w:rFonts w:eastAsiaTheme="minorEastAsia"/>
      <w:color w:val="BF1E00" w:themeColor="accent1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0D32"/>
    <w:rPr>
      <w:rFonts w:eastAsiaTheme="minorEastAsia"/>
      <w:color w:val="BF1E00" w:themeColor="accent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roo\AppData\Roaming\Microsoft\Templates\Modern%20chronologic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B04864A76D74F59896A6C265B6D0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9C0FD-7CB9-4E7C-A464-163714A8DD20}"/>
      </w:docPartPr>
      <w:docPartBody>
        <w:p w:rsidR="00000000" w:rsidRDefault="00000000">
          <w:pPr>
            <w:pStyle w:val="AB04864A76D74F59896A6C265B6D03A1"/>
          </w:pPr>
          <w:r w:rsidRPr="00FB0432">
            <w:t>ZURAIDE ELORRIAGA</w:t>
          </w:r>
        </w:p>
      </w:docPartBody>
    </w:docPart>
    <w:docPart>
      <w:docPartPr>
        <w:name w:val="09C47E8052BB4697A6229F80B3F13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2C6D5-DE81-4C5B-A9DF-FE358CE5C72D}"/>
      </w:docPartPr>
      <w:docPartBody>
        <w:p w:rsidR="00000000" w:rsidRDefault="00000000">
          <w:pPr>
            <w:pStyle w:val="09C47E8052BB4697A6229F80B3F13387"/>
          </w:pPr>
          <w:r>
            <w:t>Boston, MA</w:t>
          </w:r>
        </w:p>
      </w:docPartBody>
    </w:docPart>
    <w:docPart>
      <w:docPartPr>
        <w:name w:val="88E6B90578B942828CA37ED2C26B5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F2EB7-8742-4239-A9E4-61BFD77EAF6C}"/>
      </w:docPartPr>
      <w:docPartBody>
        <w:p w:rsidR="00000000" w:rsidRDefault="00000000">
          <w:pPr>
            <w:pStyle w:val="88E6B90578B942828CA37ED2C26B5C16"/>
          </w:pPr>
          <w:r>
            <w:t>916.555.0123</w:t>
          </w:r>
        </w:p>
      </w:docPartBody>
    </w:docPart>
    <w:docPart>
      <w:docPartPr>
        <w:name w:val="6C51A3DA6FA84CC3928AACDB44210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44FE2-6CAE-4C9E-BC79-DF3F0A9B4C6F}"/>
      </w:docPartPr>
      <w:docPartBody>
        <w:p w:rsidR="00000000" w:rsidRDefault="00000000">
          <w:pPr>
            <w:pStyle w:val="6C51A3DA6FA84CC3928AACDB44210C39"/>
          </w:pPr>
          <w:r>
            <w:t>zuraide@example.com</w:t>
          </w:r>
        </w:p>
      </w:docPartBody>
    </w:docPart>
    <w:docPart>
      <w:docPartPr>
        <w:name w:val="5BF3F259140340DF98B0907C766EC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7748D-E609-4B26-A785-4D8F11B3BD24}"/>
      </w:docPartPr>
      <w:docPartBody>
        <w:p w:rsidR="00000000" w:rsidRDefault="00000000">
          <w:pPr>
            <w:pStyle w:val="5BF3F259140340DF98B0907C766ECDD9"/>
          </w:pPr>
          <w:r>
            <w:t>greatsiteaddress.com</w:t>
          </w:r>
        </w:p>
      </w:docPartBody>
    </w:docPart>
    <w:docPart>
      <w:docPartPr>
        <w:name w:val="63191C7EE0A24179968662DEE6EE2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C3651-2625-4488-93DE-DCE6007838A9}"/>
      </w:docPartPr>
      <w:docPartBody>
        <w:p w:rsidR="00000000" w:rsidRDefault="00000000">
          <w:pPr>
            <w:pStyle w:val="63191C7EE0A24179968662DEE6EE27F8"/>
          </w:pPr>
          <w:r w:rsidRPr="004140C2">
            <w:t xml:space="preserve">Licensed pharmacist with over 7 years of experience in retail and clinical pharmacy settings. Strong expertise in dispensing </w:t>
          </w:r>
          <w:r w:rsidRPr="004140C2">
            <w:t>medications, providing patient counseling, and collaborating with healthcare providers to optimize patient care.</w:t>
          </w:r>
        </w:p>
      </w:docPartBody>
    </w:docPart>
    <w:docPart>
      <w:docPartPr>
        <w:name w:val="1CC15C635FB94D80B0EAA92F92955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77B17-8EF5-4FB0-B495-B78BF95C06C7}"/>
      </w:docPartPr>
      <w:docPartBody>
        <w:p w:rsidR="00000000" w:rsidRDefault="00000000">
          <w:pPr>
            <w:pStyle w:val="1CC15C635FB94D80B0EAA92F92955339"/>
          </w:pPr>
          <w:r w:rsidRPr="00CF1A49">
            <w:t>Experience</w:t>
          </w:r>
        </w:p>
      </w:docPartBody>
    </w:docPart>
    <w:docPart>
      <w:docPartPr>
        <w:name w:val="FAEDBB20222C4C71AB9EBFAF2021A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3ADC1-60A9-4045-9F55-85886EC6B39F}"/>
      </w:docPartPr>
      <w:docPartBody>
        <w:p w:rsidR="00000000" w:rsidRDefault="00000000">
          <w:pPr>
            <w:pStyle w:val="FAEDBB20222C4C71AB9EBFAF2021A3FA"/>
          </w:pPr>
          <w:r w:rsidRPr="00606FFD">
            <w:t>Jan 20XX</w:t>
          </w:r>
          <w:r>
            <w:t>-</w:t>
          </w:r>
          <w:r>
            <w:br/>
          </w:r>
          <w:r w:rsidRPr="007F32D9">
            <w:t>Aug 20XX</w:t>
          </w:r>
        </w:p>
      </w:docPartBody>
    </w:docPart>
    <w:docPart>
      <w:docPartPr>
        <w:name w:val="21C879D0BD8C4A3588D292CDC5DC4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641AB-8033-4C23-A3A6-D6916C42B432}"/>
      </w:docPartPr>
      <w:docPartBody>
        <w:p w:rsidR="00000000" w:rsidRDefault="00000000">
          <w:pPr>
            <w:pStyle w:val="21C879D0BD8C4A3588D292CDC5DC4957"/>
          </w:pPr>
          <w:r w:rsidRPr="004823C2">
            <w:t>Pharmacist</w:t>
          </w:r>
          <w:r>
            <w:t>, Lamiere labs</w:t>
          </w:r>
        </w:p>
      </w:docPartBody>
    </w:docPart>
    <w:docPart>
      <w:docPartPr>
        <w:name w:val="CD30619F3F18444881CEC90366E24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31FCC-BAAE-449C-994F-8FE5648E3301}"/>
      </w:docPartPr>
      <w:docPartBody>
        <w:p w:rsidR="00000000" w:rsidRDefault="00000000" w:rsidP="00DE759B">
          <w:r w:rsidRPr="004823C2">
            <w:t xml:space="preserve">Dispense medications accurately and efficiently, ensuring </w:t>
          </w:r>
          <w:r w:rsidRPr="004823C2">
            <w:t>compliance with state and federal laws</w:t>
          </w:r>
          <w:r>
            <w:t>.</w:t>
          </w:r>
        </w:p>
        <w:p w:rsidR="00000000" w:rsidRDefault="00000000">
          <w:pPr>
            <w:pStyle w:val="CD30619F3F18444881CEC90366E24F84"/>
          </w:pPr>
          <w:r w:rsidRPr="004823C2">
            <w:t>Provide patient education on medication therapy, side effects, and drug interactions</w:t>
          </w:r>
          <w:r>
            <w:t>.</w:t>
          </w:r>
        </w:p>
      </w:docPartBody>
    </w:docPart>
    <w:docPart>
      <w:docPartPr>
        <w:name w:val="0DEDEF89E3104E87925A8E863F526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345DC-12EC-4705-A983-2D08692A730D}"/>
      </w:docPartPr>
      <w:docPartBody>
        <w:p w:rsidR="00000000" w:rsidRDefault="00000000">
          <w:pPr>
            <w:pStyle w:val="0DEDEF89E3104E87925A8E863F52635C"/>
          </w:pPr>
          <w:r w:rsidRPr="00457AA3">
            <w:t>Mar 20XX-</w:t>
          </w:r>
          <w:r w:rsidRPr="00457AA3">
            <w:br/>
            <w:t>Jan 20XX</w:t>
          </w:r>
        </w:p>
      </w:docPartBody>
    </w:docPart>
    <w:docPart>
      <w:docPartPr>
        <w:name w:val="A36350015A204ED0B16EFF3C64353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20D86-4F1D-4750-A011-66CC1BE9A4F0}"/>
      </w:docPartPr>
      <w:docPartBody>
        <w:p w:rsidR="00000000" w:rsidRDefault="00000000">
          <w:pPr>
            <w:pStyle w:val="A36350015A204ED0B16EFF3C64353B05"/>
          </w:pPr>
          <w:r w:rsidRPr="004823C2">
            <w:t>Pharmacist</w:t>
          </w:r>
          <w:r>
            <w:t>, trey research</w:t>
          </w:r>
        </w:p>
      </w:docPartBody>
    </w:docPart>
    <w:docPart>
      <w:docPartPr>
        <w:name w:val="D25D0A145C4045B699C84F5A1D623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78FE4-761C-421B-B651-6BFF72D7C0D9}"/>
      </w:docPartPr>
      <w:docPartBody>
        <w:p w:rsidR="00000000" w:rsidRPr="004823C2" w:rsidRDefault="00000000" w:rsidP="00DE759B">
          <w:r w:rsidRPr="004823C2">
            <w:t xml:space="preserve">Coordinated with insurance companies to process claims and resolve </w:t>
          </w:r>
          <w:r w:rsidRPr="004823C2">
            <w:t>issues.</w:t>
          </w:r>
          <w:r>
            <w:t xml:space="preserve"> </w:t>
          </w:r>
        </w:p>
        <w:p w:rsidR="00000000" w:rsidRDefault="00000000">
          <w:pPr>
            <w:pStyle w:val="D25D0A145C4045B699C84F5A1D62327E"/>
          </w:pPr>
          <w:r w:rsidRPr="004823C2">
            <w:t>Trained and supervised pharmacy technicians in daily operations and customer service</w:t>
          </w:r>
          <w:r>
            <w:t>.</w:t>
          </w:r>
        </w:p>
      </w:docPartBody>
    </w:docPart>
    <w:docPart>
      <w:docPartPr>
        <w:name w:val="31FF1AF826984204BA6732D454787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209A3-AFC8-43CA-AE9A-77734B5BC759}"/>
      </w:docPartPr>
      <w:docPartBody>
        <w:p w:rsidR="00000000" w:rsidRDefault="00000000">
          <w:pPr>
            <w:pStyle w:val="31FF1AF826984204BA6732D45478734D"/>
          </w:pPr>
          <w:r w:rsidRPr="00CF1A49">
            <w:t>Education</w:t>
          </w:r>
        </w:p>
      </w:docPartBody>
    </w:docPart>
    <w:docPart>
      <w:docPartPr>
        <w:name w:val="AF08604D6A0F41EE9D2967E0BCF5D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CAF6B-E1BE-4B60-AE9F-DC0F09C62D4C}"/>
      </w:docPartPr>
      <w:docPartBody>
        <w:p w:rsidR="00000000" w:rsidRDefault="00000000">
          <w:pPr>
            <w:pStyle w:val="AF08604D6A0F41EE9D2967E0BCF5D15D"/>
          </w:pPr>
          <w:r w:rsidRPr="007F32D9">
            <w:t>June 20XX</w:t>
          </w:r>
        </w:p>
      </w:docPartBody>
    </w:docPart>
    <w:docPart>
      <w:docPartPr>
        <w:name w:val="252260FC1DDF412B99D3BD372B93C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292DE-47F5-4DEE-B575-4AF87B26038D}"/>
      </w:docPartPr>
      <w:docPartBody>
        <w:p w:rsidR="00000000" w:rsidRDefault="00000000">
          <w:pPr>
            <w:pStyle w:val="252260FC1DDF412B99D3BD372B93C4E5"/>
          </w:pPr>
          <w:r w:rsidRPr="004823C2">
            <w:t>Doctor of Pharmac</w:t>
          </w:r>
          <w:r>
            <w:t>y, jasper university</w:t>
          </w:r>
        </w:p>
      </w:docPartBody>
    </w:docPart>
    <w:docPart>
      <w:docPartPr>
        <w:name w:val="670A1B3A688A4C47B02A7BF3FDEC3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7F3EA-FB3F-44CC-A563-EFE76C7C9C07}"/>
      </w:docPartPr>
      <w:docPartBody>
        <w:p w:rsidR="00000000" w:rsidRDefault="00000000">
          <w:pPr>
            <w:pStyle w:val="670A1B3A688A4C47B02A7BF3FDEC3117"/>
          </w:pPr>
          <w:r>
            <w:t>R</w:t>
          </w:r>
          <w:r w:rsidRPr="00FE792D">
            <w:t xml:space="preserve">eceived the Dean's List award for maintaining a </w:t>
          </w:r>
          <w:r w:rsidRPr="00FE792D">
            <w:t>high</w:t>
          </w:r>
          <w:r>
            <w:t xml:space="preserve"> </w:t>
          </w:r>
          <w:r w:rsidRPr="00FE792D">
            <w:t>grade</w:t>
          </w:r>
          <w:r w:rsidRPr="00FE792D">
            <w:t xml:space="preserve"> point average and academic excellence.</w:t>
          </w:r>
        </w:p>
      </w:docPartBody>
    </w:docPart>
    <w:docPart>
      <w:docPartPr>
        <w:name w:val="EDF20CDF75A04BBA96479EDBC729A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E5867-D632-43FD-BC12-2DF7DEE8A1F5}"/>
      </w:docPartPr>
      <w:docPartBody>
        <w:p w:rsidR="00000000" w:rsidRDefault="00000000">
          <w:pPr>
            <w:pStyle w:val="EDF20CDF75A04BBA96479EDBC729A04B"/>
          </w:pPr>
          <w:r w:rsidRPr="007F32D9">
            <w:t>May 20XX</w:t>
          </w:r>
        </w:p>
      </w:docPartBody>
    </w:docPart>
    <w:docPart>
      <w:docPartPr>
        <w:name w:val="D247A00F6BD34B1780821FAD6008D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AEDCE-FD21-4DC9-B4F9-5A4C632631D6}"/>
      </w:docPartPr>
      <w:docPartBody>
        <w:p w:rsidR="00000000" w:rsidRDefault="00000000">
          <w:pPr>
            <w:pStyle w:val="D247A00F6BD34B1780821FAD6008D268"/>
          </w:pPr>
          <w:r w:rsidRPr="004823C2">
            <w:t>Bachelor of Science in Biology</w:t>
          </w:r>
          <w:r>
            <w:t>, bellows college</w:t>
          </w:r>
        </w:p>
      </w:docPartBody>
    </w:docPart>
    <w:docPart>
      <w:docPartPr>
        <w:name w:val="A4B00FDF0E624D7DA274D3A645D2B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468E4-6FC5-43AF-B42E-E8CD225F9AA3}"/>
      </w:docPartPr>
      <w:docPartBody>
        <w:p w:rsidR="00000000" w:rsidRDefault="00000000">
          <w:pPr>
            <w:pStyle w:val="A4B00FDF0E624D7DA274D3A645D2B69D"/>
          </w:pPr>
          <w:r>
            <w:t xml:space="preserve">The student was recognized as the Most Outstanding Pharmacy Student of the </w:t>
          </w:r>
          <w:r>
            <w:t>Year.</w:t>
          </w:r>
        </w:p>
      </w:docPartBody>
    </w:docPart>
    <w:docPart>
      <w:docPartPr>
        <w:name w:val="9404A9770E434740AF45098487FB4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7C8E7-5BFC-4024-8BB0-9B1535953324}"/>
      </w:docPartPr>
      <w:docPartBody>
        <w:p w:rsidR="00000000" w:rsidRDefault="00000000">
          <w:pPr>
            <w:pStyle w:val="9404A9770E434740AF45098487FB4750"/>
          </w:pPr>
          <w:r w:rsidRPr="00CF1A49">
            <w:t>Skills</w:t>
          </w:r>
        </w:p>
      </w:docPartBody>
    </w:docPart>
    <w:docPart>
      <w:docPartPr>
        <w:name w:val="11C5BEFCDB654AF9A7EA616B372E5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84F20-A63F-4918-84BD-8E633DC93927}"/>
      </w:docPartPr>
      <w:docPartBody>
        <w:p w:rsidR="00000000" w:rsidRDefault="00000000">
          <w:pPr>
            <w:pStyle w:val="11C5BEFCDB654AF9A7EA616B372E5F80"/>
          </w:pPr>
          <w:r>
            <w:t>Activities</w:t>
          </w:r>
        </w:p>
      </w:docPartBody>
    </w:docPart>
    <w:docPart>
      <w:docPartPr>
        <w:name w:val="BC381E7D9E4A4B0792EF9797D58A5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AE9B0-ACE3-4B58-8D7B-7E32DFD2FB71}"/>
      </w:docPartPr>
      <w:docPartBody>
        <w:p w:rsidR="00000000" w:rsidRDefault="00000000">
          <w:pPr>
            <w:pStyle w:val="BC381E7D9E4A4B0792EF9797D58A5A62"/>
          </w:pPr>
          <w:r w:rsidRPr="00457AA3">
            <w:t>Strong knowledge of medication therapy, drug interactions, and side effects</w:t>
          </w:r>
        </w:p>
      </w:docPartBody>
    </w:docPart>
    <w:docPart>
      <w:docPartPr>
        <w:name w:val="CF549C8B0B54460C90EB0845F5908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227F8-2A0C-4134-BF35-73A5171630B4}"/>
      </w:docPartPr>
      <w:docPartBody>
        <w:p w:rsidR="00000000" w:rsidRDefault="00000000">
          <w:pPr>
            <w:pStyle w:val="CF549C8B0B54460C90EB0845F5908720"/>
          </w:pPr>
          <w:r w:rsidRPr="00457AA3">
            <w:t>Excellent communication skills, both verbal and written</w:t>
          </w:r>
        </w:p>
      </w:docPartBody>
    </w:docPart>
    <w:docPart>
      <w:docPartPr>
        <w:name w:val="BECFE3817DD448458EAF943A1857A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8B551-45E0-480F-8753-607CCDAC9951}"/>
      </w:docPartPr>
      <w:docPartBody>
        <w:p w:rsidR="00000000" w:rsidRDefault="00000000">
          <w:pPr>
            <w:pStyle w:val="BECFE3817DD448458EAF943A1857A491"/>
          </w:pPr>
          <w:r w:rsidRPr="00FA479E">
            <w:t xml:space="preserve">Attention to detail and accuracy in medication dispensing and </w:t>
          </w:r>
          <w:r w:rsidRPr="00FA479E">
            <w:t>record-keeping</w:t>
          </w:r>
        </w:p>
      </w:docPartBody>
    </w:docPart>
    <w:docPart>
      <w:docPartPr>
        <w:name w:val="EA1161E057E14952A03427C264BEC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3D252-C0EC-49A7-BB31-63E5B8E9C047}"/>
      </w:docPartPr>
      <w:docPartBody>
        <w:p w:rsidR="00000000" w:rsidRDefault="00000000">
          <w:pPr>
            <w:pStyle w:val="EA1161E057E14952A03427C264BEC416"/>
          </w:pPr>
          <w:r w:rsidRPr="00FA479E">
            <w:t>Ability to collaborate effectively with healthcare providers and other team members</w:t>
          </w:r>
        </w:p>
      </w:docPartBody>
    </w:docPart>
    <w:docPart>
      <w:docPartPr>
        <w:name w:val="2B113AA99C9B4E7984B77F4F46510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9D03B-2D83-434D-B148-829039629F38}"/>
      </w:docPartPr>
      <w:docPartBody>
        <w:p w:rsidR="00000000" w:rsidRDefault="00000000">
          <w:pPr>
            <w:pStyle w:val="2B113AA99C9B4E7984B77F4F465104DE"/>
          </w:pPr>
          <w:r>
            <w:t xml:space="preserve">Active </w:t>
          </w:r>
          <w:r w:rsidRPr="003134D7">
            <w:t xml:space="preserve">member of the </w:t>
          </w:r>
          <w:r w:rsidRPr="00235AB5">
            <w:t>National Association of Pharmacy Professionals (NAPP)</w:t>
          </w:r>
          <w:r w:rsidRPr="003134D7">
            <w:t xml:space="preserve"> and participated in various volunteer and networking events aimed at promoting the role of pharmacists in healthcare.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16"/>
    <w:rsid w:val="00005516"/>
    <w:rsid w:val="00CB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K" w:eastAsia="en-P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04864A76D74F59896A6C265B6D03A1">
    <w:name w:val="AB04864A76D74F59896A6C265B6D03A1"/>
  </w:style>
  <w:style w:type="paragraph" w:customStyle="1" w:styleId="09C47E8052BB4697A6229F80B3F13387">
    <w:name w:val="09C47E8052BB4697A6229F80B3F13387"/>
  </w:style>
  <w:style w:type="paragraph" w:customStyle="1" w:styleId="88E6B90578B942828CA37ED2C26B5C16">
    <w:name w:val="88E6B90578B942828CA37ED2C26B5C16"/>
  </w:style>
  <w:style w:type="paragraph" w:customStyle="1" w:styleId="6C51A3DA6FA84CC3928AACDB44210C39">
    <w:name w:val="6C51A3DA6FA84CC3928AACDB44210C39"/>
  </w:style>
  <w:style w:type="paragraph" w:customStyle="1" w:styleId="5BF3F259140340DF98B0907C766ECDD9">
    <w:name w:val="5BF3F259140340DF98B0907C766ECDD9"/>
  </w:style>
  <w:style w:type="paragraph" w:customStyle="1" w:styleId="63191C7EE0A24179968662DEE6EE27F8">
    <w:name w:val="63191C7EE0A24179968662DEE6EE27F8"/>
  </w:style>
  <w:style w:type="paragraph" w:customStyle="1" w:styleId="1CC15C635FB94D80B0EAA92F92955339">
    <w:name w:val="1CC15C635FB94D80B0EAA92F92955339"/>
  </w:style>
  <w:style w:type="paragraph" w:customStyle="1" w:styleId="FAEDBB20222C4C71AB9EBFAF2021A3FA">
    <w:name w:val="FAEDBB20222C4C71AB9EBFAF2021A3FA"/>
  </w:style>
  <w:style w:type="paragraph" w:customStyle="1" w:styleId="21C879D0BD8C4A3588D292CDC5DC4957">
    <w:name w:val="21C879D0BD8C4A3588D292CDC5DC4957"/>
  </w:style>
  <w:style w:type="paragraph" w:customStyle="1" w:styleId="CD30619F3F18444881CEC90366E24F84">
    <w:name w:val="CD30619F3F18444881CEC90366E24F84"/>
  </w:style>
  <w:style w:type="paragraph" w:customStyle="1" w:styleId="0DEDEF89E3104E87925A8E863F52635C">
    <w:name w:val="0DEDEF89E3104E87925A8E863F52635C"/>
  </w:style>
  <w:style w:type="paragraph" w:customStyle="1" w:styleId="A36350015A204ED0B16EFF3C64353B05">
    <w:name w:val="A36350015A204ED0B16EFF3C64353B05"/>
  </w:style>
  <w:style w:type="paragraph" w:customStyle="1" w:styleId="D25D0A145C4045B699C84F5A1D62327E">
    <w:name w:val="D25D0A145C4045B699C84F5A1D62327E"/>
  </w:style>
  <w:style w:type="paragraph" w:customStyle="1" w:styleId="31FF1AF826984204BA6732D45478734D">
    <w:name w:val="31FF1AF826984204BA6732D45478734D"/>
  </w:style>
  <w:style w:type="paragraph" w:customStyle="1" w:styleId="AF08604D6A0F41EE9D2967E0BCF5D15D">
    <w:name w:val="AF08604D6A0F41EE9D2967E0BCF5D15D"/>
  </w:style>
  <w:style w:type="paragraph" w:customStyle="1" w:styleId="252260FC1DDF412B99D3BD372B93C4E5">
    <w:name w:val="252260FC1DDF412B99D3BD372B93C4E5"/>
  </w:style>
  <w:style w:type="paragraph" w:customStyle="1" w:styleId="670A1B3A688A4C47B02A7BF3FDEC3117">
    <w:name w:val="670A1B3A688A4C47B02A7BF3FDEC3117"/>
  </w:style>
  <w:style w:type="paragraph" w:customStyle="1" w:styleId="EDF20CDF75A04BBA96479EDBC729A04B">
    <w:name w:val="EDF20CDF75A04BBA96479EDBC729A04B"/>
  </w:style>
  <w:style w:type="paragraph" w:customStyle="1" w:styleId="D247A00F6BD34B1780821FAD6008D268">
    <w:name w:val="D247A00F6BD34B1780821FAD6008D268"/>
  </w:style>
  <w:style w:type="paragraph" w:customStyle="1" w:styleId="A4B00FDF0E624D7DA274D3A645D2B69D">
    <w:name w:val="A4B00FDF0E624D7DA274D3A645D2B69D"/>
  </w:style>
  <w:style w:type="paragraph" w:customStyle="1" w:styleId="9404A9770E434740AF45098487FB4750">
    <w:name w:val="9404A9770E434740AF45098487FB4750"/>
  </w:style>
  <w:style w:type="paragraph" w:customStyle="1" w:styleId="11C5BEFCDB654AF9A7EA616B372E5F80">
    <w:name w:val="11C5BEFCDB654AF9A7EA616B372E5F80"/>
  </w:style>
  <w:style w:type="paragraph" w:customStyle="1" w:styleId="BC381E7D9E4A4B0792EF9797D58A5A62">
    <w:name w:val="BC381E7D9E4A4B0792EF9797D58A5A62"/>
  </w:style>
  <w:style w:type="paragraph" w:customStyle="1" w:styleId="CF549C8B0B54460C90EB0845F5908720">
    <w:name w:val="CF549C8B0B54460C90EB0845F5908720"/>
  </w:style>
  <w:style w:type="paragraph" w:customStyle="1" w:styleId="BECFE3817DD448458EAF943A1857A491">
    <w:name w:val="BECFE3817DD448458EAF943A1857A491"/>
  </w:style>
  <w:style w:type="paragraph" w:customStyle="1" w:styleId="EA1161E057E14952A03427C264BEC416">
    <w:name w:val="EA1161E057E14952A03427C264BEC416"/>
  </w:style>
  <w:style w:type="paragraph" w:customStyle="1" w:styleId="2B113AA99C9B4E7984B77F4F465104DE">
    <w:name w:val="2B113AA99C9B4E7984B77F4F465104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d Invo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BF1E00"/>
      </a:accent1>
      <a:accent2>
        <a:srgbClr val="E6A17E"/>
      </a:accent2>
      <a:accent3>
        <a:srgbClr val="F5DEB9"/>
      </a:accent3>
      <a:accent4>
        <a:srgbClr val="B77D5B"/>
      </a:accent4>
      <a:accent5>
        <a:srgbClr val="DC6400"/>
      </a:accent5>
      <a:accent6>
        <a:srgbClr val="742E14"/>
      </a:accent6>
      <a:hlink>
        <a:srgbClr val="0563C1"/>
      </a:hlink>
      <a:folHlink>
        <a:srgbClr val="954F72"/>
      </a:folHlink>
    </a:clrScheme>
    <a:fontScheme name="Custom 91">
      <a:majorFont>
        <a:latin typeface="Agency FB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8B18DF-AF6D-4733-ADC3-1A359FC508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37FAA-7F48-4B26-9FA1-452A5FFF62E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F92B5545-C6DB-4085-9421-CD6312983A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34E7FB-4F26-4AD3-9776-A74D9B39B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Modern chronological resume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2025-01-08T16:47:00Z</dcterms:created>
  <dcterms:modified xsi:type="dcterms:W3CDTF">2025-01-08T16:47:00Z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