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9BB8C" w14:textId="77777777" w:rsidR="0020728B" w:rsidRPr="00B62156" w:rsidRDefault="0020728B">
      <w:r w:rsidRPr="00B62156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5C607F8F" wp14:editId="7D0A708E">
                <wp:simplePos x="0" y="0"/>
                <wp:positionH relativeFrom="page">
                  <wp:posOffset>0</wp:posOffset>
                </wp:positionH>
                <wp:positionV relativeFrom="paragraph">
                  <wp:posOffset>-460375</wp:posOffset>
                </wp:positionV>
                <wp:extent cx="3272155" cy="10058400"/>
                <wp:effectExtent l="0" t="0" r="0" b="0"/>
                <wp:wrapNone/>
                <wp:docPr id="8" name="Group 8" descr="decorative elements&#10;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2155" cy="10058400"/>
                          <a:chOff x="0" y="0"/>
                          <a:chExt cx="3272589" cy="10058400"/>
                        </a:xfrm>
                      </wpg:grpSpPr>
                      <wps:wsp>
                        <wps:cNvPr id="607" name="Rectangle 604">
                          <a:extLst>
                            <a:ext uri="{FF2B5EF4-FFF2-40B4-BE49-F238E27FC236}">
                              <a16:creationId xmlns:a16="http://schemas.microsoft.com/office/drawing/2014/main" id="{13AC9442-6E0F-43A2-AC8B-C7644AF31B5B}"/>
                            </a:ext>
                          </a:extLst>
                        </wps:cNvPr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63900" cy="100457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2" name="Group 1">
                          <a:extLst>
                            <a:ext uri="{FF2B5EF4-FFF2-40B4-BE49-F238E27FC236}">
                              <a16:creationId xmlns:a16="http://schemas.microsoft.com/office/drawing/2014/main" id="{49B0B984-B714-485C-9B95-0AB28F10EC29}"/>
                            </a:ext>
                          </a:extLst>
                        </wpg:cNvPr>
                        <wpg:cNvGrpSpPr/>
                        <wpg:grpSpPr>
                          <a:xfrm>
                            <a:off x="0" y="7467600"/>
                            <a:ext cx="3263900" cy="2590800"/>
                            <a:chOff x="6232" y="7472533"/>
                            <a:chExt cx="3264033" cy="2590973"/>
                          </a:xfrm>
                        </wpg:grpSpPr>
                        <wps:wsp>
                          <wps:cNvPr id="3" name="Freeform 605">
                            <a:extLst>
                              <a:ext uri="{FF2B5EF4-FFF2-40B4-BE49-F238E27FC236}">
                                <a16:creationId xmlns:a16="http://schemas.microsoft.com/office/drawing/2014/main" id="{915E4A2F-93B0-49B0-82BC-4DE6424EE5C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32" y="7472533"/>
                              <a:ext cx="3264033" cy="2590973"/>
                            </a:xfrm>
                            <a:custGeom>
                              <a:avLst/>
                              <a:gdLst>
                                <a:gd name="T0" fmla="*/ 0 w 506"/>
                                <a:gd name="T1" fmla="*/ 44 h 405"/>
                                <a:gd name="T2" fmla="*/ 46 w 506"/>
                                <a:gd name="T3" fmla="*/ 22 h 405"/>
                                <a:gd name="T4" fmla="*/ 167 w 506"/>
                                <a:gd name="T5" fmla="*/ 63 h 405"/>
                                <a:gd name="T6" fmla="*/ 167 w 506"/>
                                <a:gd name="T7" fmla="*/ 63 h 405"/>
                                <a:gd name="T8" fmla="*/ 235 w 506"/>
                                <a:gd name="T9" fmla="*/ 88 h 405"/>
                                <a:gd name="T10" fmla="*/ 246 w 506"/>
                                <a:gd name="T11" fmla="*/ 83 h 405"/>
                                <a:gd name="T12" fmla="*/ 319 w 506"/>
                                <a:gd name="T13" fmla="*/ 123 h 405"/>
                                <a:gd name="T14" fmla="*/ 319 w 506"/>
                                <a:gd name="T15" fmla="*/ 123 h 405"/>
                                <a:gd name="T16" fmla="*/ 378 w 506"/>
                                <a:gd name="T17" fmla="*/ 167 h 405"/>
                                <a:gd name="T18" fmla="*/ 401 w 506"/>
                                <a:gd name="T19" fmla="*/ 164 h 405"/>
                                <a:gd name="T20" fmla="*/ 456 w 506"/>
                                <a:gd name="T21" fmla="*/ 196 h 405"/>
                                <a:gd name="T22" fmla="*/ 506 w 506"/>
                                <a:gd name="T23" fmla="*/ 316 h 405"/>
                                <a:gd name="T24" fmla="*/ 506 w 506"/>
                                <a:gd name="T25" fmla="*/ 405 h 405"/>
                                <a:gd name="T26" fmla="*/ 0 w 506"/>
                                <a:gd name="T27" fmla="*/ 405 h 405"/>
                                <a:gd name="T28" fmla="*/ 0 w 506"/>
                                <a:gd name="T29" fmla="*/ 44 h 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06" h="405">
                                  <a:moveTo>
                                    <a:pt x="0" y="44"/>
                                  </a:moveTo>
                                  <a:cubicBezTo>
                                    <a:pt x="46" y="22"/>
                                    <a:pt x="46" y="22"/>
                                    <a:pt x="46" y="22"/>
                                  </a:cubicBezTo>
                                  <a:cubicBezTo>
                                    <a:pt x="90" y="0"/>
                                    <a:pt x="144" y="18"/>
                                    <a:pt x="167" y="63"/>
                                  </a:cubicBezTo>
                                  <a:cubicBezTo>
                                    <a:pt x="167" y="63"/>
                                    <a:pt x="167" y="63"/>
                                    <a:pt x="167" y="63"/>
                                  </a:cubicBezTo>
                                  <a:cubicBezTo>
                                    <a:pt x="179" y="88"/>
                                    <a:pt x="209" y="99"/>
                                    <a:pt x="235" y="88"/>
                                  </a:cubicBezTo>
                                  <a:cubicBezTo>
                                    <a:pt x="246" y="83"/>
                                    <a:pt x="246" y="83"/>
                                    <a:pt x="246" y="83"/>
                                  </a:cubicBezTo>
                                  <a:cubicBezTo>
                                    <a:pt x="277" y="70"/>
                                    <a:pt x="313" y="90"/>
                                    <a:pt x="319" y="123"/>
                                  </a:cubicBezTo>
                                  <a:cubicBezTo>
                                    <a:pt x="319" y="123"/>
                                    <a:pt x="319" y="123"/>
                                    <a:pt x="319" y="123"/>
                                  </a:cubicBezTo>
                                  <a:cubicBezTo>
                                    <a:pt x="324" y="151"/>
                                    <a:pt x="349" y="171"/>
                                    <a:pt x="378" y="167"/>
                                  </a:cubicBezTo>
                                  <a:cubicBezTo>
                                    <a:pt x="401" y="164"/>
                                    <a:pt x="401" y="164"/>
                                    <a:pt x="401" y="164"/>
                                  </a:cubicBezTo>
                                  <a:cubicBezTo>
                                    <a:pt x="424" y="161"/>
                                    <a:pt x="447" y="175"/>
                                    <a:pt x="456" y="196"/>
                                  </a:cubicBezTo>
                                  <a:cubicBezTo>
                                    <a:pt x="506" y="316"/>
                                    <a:pt x="506" y="316"/>
                                    <a:pt x="506" y="316"/>
                                  </a:cubicBezTo>
                                  <a:cubicBezTo>
                                    <a:pt x="506" y="405"/>
                                    <a:pt x="506" y="405"/>
                                    <a:pt x="506" y="405"/>
                                  </a:cubicBezTo>
                                  <a:cubicBezTo>
                                    <a:pt x="0" y="405"/>
                                    <a:pt x="0" y="405"/>
                                    <a:pt x="0" y="405"/>
                                  </a:cubicBezTo>
                                  <a:lnTo>
                                    <a:pt x="0" y="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" name="Freeform 606">
                            <a:extLst>
                              <a:ext uri="{FF2B5EF4-FFF2-40B4-BE49-F238E27FC236}">
                                <a16:creationId xmlns:a16="http://schemas.microsoft.com/office/drawing/2014/main" id="{B6A493DF-B687-4278-A54E-5585E509CC8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394177" y="7862036"/>
                              <a:ext cx="2876088" cy="2201470"/>
                            </a:xfrm>
                            <a:custGeom>
                              <a:avLst/>
                              <a:gdLst>
                                <a:gd name="T0" fmla="*/ 446 w 446"/>
                                <a:gd name="T1" fmla="*/ 28 h 344"/>
                                <a:gd name="T2" fmla="*/ 420 w 446"/>
                                <a:gd name="T3" fmla="*/ 17 h 344"/>
                                <a:gd name="T4" fmla="*/ 316 w 446"/>
                                <a:gd name="T5" fmla="*/ 63 h 344"/>
                                <a:gd name="T6" fmla="*/ 309 w 446"/>
                                <a:gd name="T7" fmla="*/ 82 h 344"/>
                                <a:gd name="T8" fmla="*/ 202 w 446"/>
                                <a:gd name="T9" fmla="*/ 127 h 344"/>
                                <a:gd name="T10" fmla="*/ 202 w 446"/>
                                <a:gd name="T11" fmla="*/ 127 h 344"/>
                                <a:gd name="T12" fmla="*/ 100 w 446"/>
                                <a:gd name="T13" fmla="*/ 161 h 344"/>
                                <a:gd name="T14" fmla="*/ 0 w 446"/>
                                <a:gd name="T15" fmla="*/ 344 h 344"/>
                                <a:gd name="T16" fmla="*/ 446 w 446"/>
                                <a:gd name="T17" fmla="*/ 344 h 344"/>
                                <a:gd name="T18" fmla="*/ 446 w 446"/>
                                <a:gd name="T19" fmla="*/ 28 h 3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6" h="344">
                                  <a:moveTo>
                                    <a:pt x="446" y="28"/>
                                  </a:moveTo>
                                  <a:cubicBezTo>
                                    <a:pt x="420" y="17"/>
                                    <a:pt x="420" y="17"/>
                                    <a:pt x="420" y="17"/>
                                  </a:cubicBezTo>
                                  <a:cubicBezTo>
                                    <a:pt x="378" y="0"/>
                                    <a:pt x="331" y="21"/>
                                    <a:pt x="316" y="63"/>
                                  </a:cubicBezTo>
                                  <a:cubicBezTo>
                                    <a:pt x="309" y="82"/>
                                    <a:pt x="309" y="82"/>
                                    <a:pt x="309" y="82"/>
                                  </a:cubicBezTo>
                                  <a:cubicBezTo>
                                    <a:pt x="293" y="125"/>
                                    <a:pt x="244" y="146"/>
                                    <a:pt x="202" y="127"/>
                                  </a:cubicBezTo>
                                  <a:cubicBezTo>
                                    <a:pt x="202" y="127"/>
                                    <a:pt x="202" y="127"/>
                                    <a:pt x="202" y="127"/>
                                  </a:cubicBezTo>
                                  <a:cubicBezTo>
                                    <a:pt x="164" y="110"/>
                                    <a:pt x="119" y="125"/>
                                    <a:pt x="100" y="161"/>
                                  </a:cubicBezTo>
                                  <a:cubicBezTo>
                                    <a:pt x="0" y="344"/>
                                    <a:pt x="0" y="344"/>
                                    <a:pt x="0" y="344"/>
                                  </a:cubicBezTo>
                                  <a:cubicBezTo>
                                    <a:pt x="446" y="344"/>
                                    <a:pt x="446" y="344"/>
                                    <a:pt x="446" y="344"/>
                                  </a:cubicBezTo>
                                  <a:lnTo>
                                    <a:pt x="446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" name="Freeform 608">
                            <a:extLst>
                              <a:ext uri="{FF2B5EF4-FFF2-40B4-BE49-F238E27FC236}">
                                <a16:creationId xmlns:a16="http://schemas.microsoft.com/office/drawing/2014/main" id="{700E2D3B-2C0D-4AF7-9B98-B098AC67DB9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>
                              <a:off x="6232" y="8770356"/>
                              <a:ext cx="2838696" cy="1293149"/>
                            </a:xfrm>
                            <a:custGeom>
                              <a:avLst/>
                              <a:gdLst>
                                <a:gd name="T0" fmla="*/ 440 w 440"/>
                                <a:gd name="T1" fmla="*/ 202 h 202"/>
                                <a:gd name="T2" fmla="*/ 416 w 440"/>
                                <a:gd name="T3" fmla="*/ 153 h 202"/>
                                <a:gd name="T4" fmla="*/ 354 w 440"/>
                                <a:gd name="T5" fmla="*/ 132 h 202"/>
                                <a:gd name="T6" fmla="*/ 332 w 440"/>
                                <a:gd name="T7" fmla="*/ 143 h 202"/>
                                <a:gd name="T8" fmla="*/ 267 w 440"/>
                                <a:gd name="T9" fmla="*/ 115 h 202"/>
                                <a:gd name="T10" fmla="*/ 267 w 440"/>
                                <a:gd name="T11" fmla="*/ 115 h 202"/>
                                <a:gd name="T12" fmla="*/ 207 w 440"/>
                                <a:gd name="T13" fmla="*/ 85 h 202"/>
                                <a:gd name="T14" fmla="*/ 198 w 440"/>
                                <a:gd name="T15" fmla="*/ 88 h 202"/>
                                <a:gd name="T16" fmla="*/ 140 w 440"/>
                                <a:gd name="T17" fmla="*/ 66 h 202"/>
                                <a:gd name="T18" fmla="*/ 140 w 440"/>
                                <a:gd name="T19" fmla="*/ 66 h 202"/>
                                <a:gd name="T20" fmla="*/ 22 w 440"/>
                                <a:gd name="T21" fmla="*/ 14 h 202"/>
                                <a:gd name="T22" fmla="*/ 0 w 440"/>
                                <a:gd name="T23" fmla="*/ 20 h 202"/>
                                <a:gd name="T24" fmla="*/ 0 w 440"/>
                                <a:gd name="T25" fmla="*/ 202 h 202"/>
                                <a:gd name="T26" fmla="*/ 440 w 440"/>
                                <a:gd name="T27" fmla="*/ 202 h 2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440" h="202">
                                  <a:moveTo>
                                    <a:pt x="440" y="202"/>
                                  </a:moveTo>
                                  <a:cubicBezTo>
                                    <a:pt x="416" y="153"/>
                                    <a:pt x="416" y="153"/>
                                    <a:pt x="416" y="153"/>
                                  </a:cubicBezTo>
                                  <a:cubicBezTo>
                                    <a:pt x="405" y="130"/>
                                    <a:pt x="377" y="120"/>
                                    <a:pt x="354" y="132"/>
                                  </a:cubicBezTo>
                                  <a:cubicBezTo>
                                    <a:pt x="332" y="143"/>
                                    <a:pt x="332" y="143"/>
                                    <a:pt x="332" y="143"/>
                                  </a:cubicBezTo>
                                  <a:cubicBezTo>
                                    <a:pt x="306" y="156"/>
                                    <a:pt x="275" y="142"/>
                                    <a:pt x="267" y="115"/>
                                  </a:cubicBezTo>
                                  <a:cubicBezTo>
                                    <a:pt x="267" y="115"/>
                                    <a:pt x="267" y="115"/>
                                    <a:pt x="267" y="115"/>
                                  </a:cubicBezTo>
                                  <a:cubicBezTo>
                                    <a:pt x="260" y="89"/>
                                    <a:pt x="232" y="75"/>
                                    <a:pt x="207" y="85"/>
                                  </a:cubicBezTo>
                                  <a:cubicBezTo>
                                    <a:pt x="198" y="88"/>
                                    <a:pt x="198" y="88"/>
                                    <a:pt x="198" y="88"/>
                                  </a:cubicBezTo>
                                  <a:cubicBezTo>
                                    <a:pt x="176" y="97"/>
                                    <a:pt x="151" y="87"/>
                                    <a:pt x="140" y="66"/>
                                  </a:cubicBezTo>
                                  <a:cubicBezTo>
                                    <a:pt x="140" y="66"/>
                                    <a:pt x="140" y="66"/>
                                    <a:pt x="140" y="66"/>
                                  </a:cubicBezTo>
                                  <a:cubicBezTo>
                                    <a:pt x="118" y="22"/>
                                    <a:pt x="69" y="0"/>
                                    <a:pt x="22" y="14"/>
                                  </a:cubicBezTo>
                                  <a:cubicBezTo>
                                    <a:pt x="0" y="20"/>
                                    <a:pt x="0" y="20"/>
                                    <a:pt x="0" y="20"/>
                                  </a:cubicBezTo>
                                  <a:cubicBezTo>
                                    <a:pt x="0" y="202"/>
                                    <a:pt x="0" y="202"/>
                                    <a:pt x="0" y="202"/>
                                  </a:cubicBezTo>
                                  <a:lnTo>
                                    <a:pt x="440" y="2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6" name="Freeform 5">
                          <a:extLst>
                            <a:ext uri="{FF2B5EF4-FFF2-40B4-BE49-F238E27FC236}">
                              <a16:creationId xmlns:a16="http://schemas.microsoft.com/office/drawing/2014/main" id="{0B137DD8-0D08-4B96-915D-F4ABDE426E3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72589" cy="2906763"/>
                          </a:xfrm>
                          <a:custGeom>
                            <a:avLst/>
                            <a:gdLst>
                              <a:gd name="T0" fmla="*/ 0 w 506"/>
                              <a:gd name="T1" fmla="*/ 412 h 446"/>
                              <a:gd name="T2" fmla="*/ 33 w 506"/>
                              <a:gd name="T3" fmla="*/ 425 h 446"/>
                              <a:gd name="T4" fmla="*/ 162 w 506"/>
                              <a:gd name="T5" fmla="*/ 368 h 446"/>
                              <a:gd name="T6" fmla="*/ 171 w 506"/>
                              <a:gd name="T7" fmla="*/ 344 h 446"/>
                              <a:gd name="T8" fmla="*/ 304 w 506"/>
                              <a:gd name="T9" fmla="*/ 288 h 446"/>
                              <a:gd name="T10" fmla="*/ 304 w 506"/>
                              <a:gd name="T11" fmla="*/ 288 h 446"/>
                              <a:gd name="T12" fmla="*/ 431 w 506"/>
                              <a:gd name="T13" fmla="*/ 246 h 446"/>
                              <a:gd name="T14" fmla="*/ 506 w 506"/>
                              <a:gd name="T15" fmla="*/ 108 h 446"/>
                              <a:gd name="T16" fmla="*/ 506 w 506"/>
                              <a:gd name="T17" fmla="*/ 0 h 446"/>
                              <a:gd name="T18" fmla="*/ 0 w 506"/>
                              <a:gd name="T19" fmla="*/ 0 h 446"/>
                              <a:gd name="T20" fmla="*/ 0 w 506"/>
                              <a:gd name="T21" fmla="*/ 412 h 4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6" h="446">
                                <a:moveTo>
                                  <a:pt x="0" y="412"/>
                                </a:moveTo>
                                <a:cubicBezTo>
                                  <a:pt x="33" y="425"/>
                                  <a:pt x="33" y="425"/>
                                  <a:pt x="33" y="425"/>
                                </a:cubicBezTo>
                                <a:cubicBezTo>
                                  <a:pt x="85" y="446"/>
                                  <a:pt x="143" y="420"/>
                                  <a:pt x="162" y="368"/>
                                </a:cubicBezTo>
                                <a:cubicBezTo>
                                  <a:pt x="171" y="344"/>
                                  <a:pt x="171" y="344"/>
                                  <a:pt x="171" y="344"/>
                                </a:cubicBezTo>
                                <a:cubicBezTo>
                                  <a:pt x="190" y="290"/>
                                  <a:pt x="252" y="265"/>
                                  <a:pt x="304" y="288"/>
                                </a:cubicBezTo>
                                <a:cubicBezTo>
                                  <a:pt x="304" y="288"/>
                                  <a:pt x="304" y="288"/>
                                  <a:pt x="304" y="288"/>
                                </a:cubicBezTo>
                                <a:cubicBezTo>
                                  <a:pt x="351" y="309"/>
                                  <a:pt x="406" y="291"/>
                                  <a:pt x="431" y="246"/>
                                </a:cubicBezTo>
                                <a:cubicBezTo>
                                  <a:pt x="506" y="108"/>
                                  <a:pt x="506" y="108"/>
                                  <a:pt x="506" y="108"/>
                                </a:cubicBezTo>
                                <a:cubicBezTo>
                                  <a:pt x="506" y="0"/>
                                  <a:pt x="506" y="0"/>
                                  <a:pt x="506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4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page">
                  <wp14:pctWidth>42000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group w14:anchorId="16F2F26B" id="Group 8" o:spid="_x0000_s1026" alt="decorative elements&#10;" style="position:absolute;margin-left:0;margin-top:-36.25pt;width:257.65pt;height:11in;z-index:-251657216;mso-width-percent:420;mso-height-percent:1000;mso-position-horizontal-relative:page;mso-width-percent:420;mso-height-percent:1000" coordsize="32725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">
                <v:rect id="Rectangle 604" o:spid="_x0000_s1027" style="position:absolute;width:32639;height:100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" fillcolor="#0f3344 [3204]" stroked="f"/>
                <v:group id="Group 1" o:spid="_x0000_s1028" style="position:absolute;top:74676;width:32639;height:25908" coordorigin="62,74725" coordsize="32640,25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605" o:spid="_x0000_s1029" style="position:absolute;left:62;top:74725;width:32640;height:25910;visibility:visible;mso-wrap-style:square;v-text-anchor:top" coordsize="506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" path="m,44c46,22,46,22,46,22,90,,144,18,167,63v,,,,,c179,88,209,99,235,88v11,-5,11,-5,11,-5c277,70,313,90,319,123v,,,,,c324,151,349,171,378,167v23,-3,23,-3,23,-3c424,161,447,175,456,196v50,120,50,120,50,120c506,405,506,405,506,405,,405,,405,,405l,44xe" fillcolor="#fcea10 [3207]" stroked="f">
                    <v:path arrowok="t" o:connecttype="custom" o:connectlocs="0,281488;296730,140744;1077260,403040;1077260,403040;1515905,562977;1586862,530990;2057760,786888;2057760,786888;2438349,1068377;2586714,1049184;2941500,1253903;3264033,2021599;3264033,2590973;0,2590973;0,281488" o:connectangles="0,0,0,0,0,0,0,0,0,0,0,0,0,0,0"/>
                  </v:shape>
                  <v:shape id="Freeform 606" o:spid="_x0000_s1030" style="position:absolute;left:3941;top:78620;width:28761;height:22015;visibility:visible;mso-wrap-style:square;v-text-anchor:top" coordsize="446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" path="m446,28c420,17,420,17,420,17,378,,331,21,316,63v-7,19,-7,19,-7,19c293,125,244,146,202,127v,,,,,c164,110,119,125,100,161,,344,,344,,344v446,,446,,446,l446,28xe" fillcolor="#e5d8ea [3205]" stroked="f">
                    <v:path arrowok="t" o:connecttype="custom" o:connectlocs="2876088,179189;2708424,108794;2037766,403176;1992626,524769;1302623,812752;1302623,812752;644863,1030339;0,2201470;2876088,2201470;2876088,179189" o:connectangles="0,0,0,0,0,0,0,0,0,0"/>
                  </v:shape>
                  <v:shape id="Freeform 608" o:spid="_x0000_s1031" style="position:absolute;left:62;top:87703;width:28387;height:12932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" path="m440,202c416,153,416,153,416,153,405,130,377,120,354,132v-22,11,-22,11,-22,11c306,156,275,142,267,115v,,,,,c260,89,232,75,207,85v-9,3,-9,3,-9,3c176,97,151,87,140,66v,,,,,c118,22,69,,22,14,,20,,20,,20,,202,,202,,202r440,xe" fillcolor="#f8c4d7 [3206]" stroked="f">
                    <v:path arrowok="t" o:connecttype="custom" o:connectlocs="2838696,1293149;2683858,979464;2283860,845028;2141925,915447;1722572,736199;1722572,736199;1335477,544147;1277413,563352;903221,422514;903221,422514;141935,89624;0,128035;0,1293149;2838696,1293149" o:connectangles="0,0,0,0,0,0,0,0,0,0,0,0,0,0"/>
                  </v:shape>
                </v:group>
                <v:shape id="Freeform 5" o:spid="_x0000_s1032" style="position:absolute;width:32725;height:29067;visibility:visible;mso-wrap-style:square;v-text-anchor:top" coordsize="506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" path="m,412v33,13,33,13,33,13c85,446,143,420,162,368v9,-24,9,-24,9,-24c190,290,252,265,304,288v,,,,,c351,309,406,291,431,246,506,108,506,108,506,108,506,,506,,506,,,,,,,l,412xe" fillcolor="#e5d8ea [3205]" stroked="f">
                  <v:path arrowok="t" o:connecttype="custom" o:connectlocs="0,2685171;213430,2769897;1047746,2398405;1105954,2241988;1966140,1877013;1966140,1877013;2787521,1603282;3272589,703880;3272589,0;0,0;0,2685171" o:connectangles="0,0,0,0,0,0,0,0,0,0,0"/>
                </v:shape>
                <w10:wrap anchorx="page"/>
                <w10:anchorlock/>
              </v:group>
            </w:pict>
          </mc:Fallback>
        </mc:AlternateContent>
      </w:r>
    </w:p>
    <w:tbl>
      <w:tblPr>
        <w:tblW w:w="4951" w:type="pct"/>
        <w:jc w:val="center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  <w:tblDescription w:val="Layout table"/>
      </w:tblPr>
      <w:tblGrid>
        <w:gridCol w:w="832"/>
        <w:gridCol w:w="2860"/>
        <w:gridCol w:w="1036"/>
        <w:gridCol w:w="5948"/>
      </w:tblGrid>
      <w:tr w:rsidR="001026A6" w14:paraId="5F01999F" w14:textId="77777777" w:rsidTr="00312C60">
        <w:trPr>
          <w:trHeight w:val="993"/>
          <w:jc w:val="center"/>
        </w:trPr>
        <w:tc>
          <w:tcPr>
            <w:tcW w:w="3798" w:type="dxa"/>
            <w:gridSpan w:val="2"/>
            <w:vAlign w:val="center"/>
          </w:tcPr>
          <w:p w14:paraId="3E0CD66E" w14:textId="77777777" w:rsidR="001026A6" w:rsidRDefault="001026A6" w:rsidP="00312C60">
            <w:pPr>
              <w:pStyle w:val="BodyText"/>
              <w:kinsoku w:val="0"/>
              <w:overflowPunct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AU" w:eastAsia="en-AU"/>
              </w:rPr>
              <mc:AlternateContent>
                <mc:Choice Requires="wps">
                  <w:drawing>
                    <wp:inline distT="0" distB="0" distL="0" distR="0" wp14:anchorId="148CEF19" wp14:editId="7DBD6121">
                      <wp:extent cx="1810385" cy="1810385"/>
                      <wp:effectExtent l="0" t="0" r="18415" b="18415"/>
                      <wp:docPr id="1" name="Oval 1" descr="woman's headsho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CE880C9" id="Oval 1" o:spid="_x0000_s1026" alt="woman's headshot" style="width:142.55pt;height:14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" strokecolor="#071921 [1604]" strokeweight="1pt">
                      <v:fill r:id="rId12" o:title="woman's headshot" recolor="t" rotate="t" type="frame"/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1062" w:type="dxa"/>
            <w:vMerge w:val="restart"/>
          </w:tcPr>
          <w:p w14:paraId="0D8B1B5F" w14:textId="77777777" w:rsidR="001026A6" w:rsidRDefault="001026A6" w:rsidP="00312C60">
            <w:pPr>
              <w:pStyle w:val="BodyText"/>
              <w:kinsoku w:val="0"/>
              <w:overflowPunct w:val="0"/>
              <w:rPr>
                <w:rFonts w:ascii="Times New Roman" w:hAnsi="Times New Roman"/>
              </w:rPr>
            </w:pPr>
          </w:p>
        </w:tc>
        <w:tc>
          <w:tcPr>
            <w:tcW w:w="6137" w:type="dxa"/>
            <w:vMerge w:val="restart"/>
          </w:tcPr>
          <w:p w14:paraId="2CA5C416" w14:textId="77777777" w:rsidR="001026A6" w:rsidRPr="00B548F1" w:rsidRDefault="00000000" w:rsidP="00312C60">
            <w:pPr>
              <w:pStyle w:val="Title"/>
              <w:rPr>
                <w:b w:val="0"/>
                <w:bCs w:val="0"/>
              </w:rPr>
            </w:pPr>
            <w:sdt>
              <w:sdtPr>
                <w:rPr>
                  <w:b w:val="0"/>
                  <w:bCs w:val="0"/>
                </w:rPr>
                <w:id w:val="1448731290"/>
                <w:placeholder>
                  <w:docPart w:val="17DA88AE5AF94DB6AB66F2C962588040"/>
                </w:placeholder>
                <w:temporary/>
                <w:showingPlcHdr/>
                <w15:appearance w15:val="hidden"/>
              </w:sdtPr>
              <w:sdtContent>
                <w:r w:rsidR="001026A6" w:rsidRPr="00152599">
                  <w:t>DIAN NUGRAHA</w:t>
                </w:r>
              </w:sdtContent>
            </w:sdt>
          </w:p>
          <w:p w14:paraId="6E6038C9" w14:textId="77777777" w:rsidR="001026A6" w:rsidRDefault="00000000" w:rsidP="00312C60">
            <w:pPr>
              <w:pStyle w:val="Heading1"/>
            </w:pPr>
            <w:sdt>
              <w:sdtPr>
                <w:id w:val="-887725451"/>
                <w:placeholder>
                  <w:docPart w:val="A70AE2190BE845C69308758CC235976C"/>
                </w:placeholder>
                <w:temporary/>
                <w:showingPlcHdr/>
                <w15:appearance w15:val="hidden"/>
              </w:sdtPr>
              <w:sdtContent>
                <w:r w:rsidR="001026A6" w:rsidRPr="000F7D04">
                  <w:t>Experience</w:t>
                </w:r>
              </w:sdtContent>
            </w:sdt>
          </w:p>
          <w:p w14:paraId="7C6F6B15" w14:textId="77777777" w:rsidR="001026A6" w:rsidRDefault="00000000" w:rsidP="00312C60">
            <w:pPr>
              <w:pStyle w:val="Heading2"/>
            </w:pPr>
            <w:sdt>
              <w:sdtPr>
                <w:id w:val="-1804840642"/>
                <w:placeholder>
                  <w:docPart w:val="AB88580ABA324C09B100FD7AE0F6AE20"/>
                </w:placeholder>
                <w:temporary/>
                <w:showingPlcHdr/>
                <w15:appearance w15:val="hidden"/>
              </w:sdtPr>
              <w:sdtContent>
                <w:r w:rsidR="001026A6">
                  <w:t>Dec 20XX–Jan 20XX</w:t>
                </w:r>
              </w:sdtContent>
            </w:sdt>
          </w:p>
          <w:p w14:paraId="596BEC67" w14:textId="77777777" w:rsidR="001026A6" w:rsidRDefault="00000000" w:rsidP="00312C60">
            <w:sdt>
              <w:sdtPr>
                <w:id w:val="652960420"/>
                <w:placeholder>
                  <w:docPart w:val="F17D15717DBF4BFB83BEA9B1CF909F04"/>
                </w:placeholder>
                <w:temporary/>
                <w:showingPlcHdr/>
                <w15:appearance w15:val="hidden"/>
              </w:sdtPr>
              <w:sdtContent>
                <w:r w:rsidR="001026A6">
                  <w:t>Office Manager</w:t>
                </w:r>
              </w:sdtContent>
            </w:sdt>
            <w:r w:rsidR="001026A6">
              <w:t xml:space="preserve"> </w:t>
            </w:r>
            <w:r w:rsidR="001026A6" w:rsidRPr="00F51250">
              <w:rPr>
                <w:rStyle w:val="Strong"/>
                <w:color w:val="auto"/>
              </w:rPr>
              <w:t>•</w:t>
            </w:r>
            <w:r w:rsidR="001026A6">
              <w:rPr>
                <w:rStyle w:val="Strong"/>
                <w:color w:val="auto"/>
              </w:rPr>
              <w:t xml:space="preserve"> </w:t>
            </w:r>
            <w:sdt>
              <w:sdtPr>
                <w:id w:val="497166497"/>
                <w:placeholder>
                  <w:docPart w:val="FECB7FA299194A578110DAF21106DB9D"/>
                </w:placeholder>
                <w:temporary/>
                <w:showingPlcHdr/>
                <w15:appearance w15:val="hidden"/>
              </w:sdtPr>
              <w:sdtContent>
                <w:r w:rsidR="001026A6">
                  <w:t>Northwind Traders</w:t>
                </w:r>
              </w:sdtContent>
            </w:sdt>
          </w:p>
          <w:p w14:paraId="1C591B4A" w14:textId="77777777" w:rsidR="001026A6" w:rsidRDefault="00000000" w:rsidP="00312C60">
            <w:pPr>
              <w:pStyle w:val="Heading2"/>
            </w:pPr>
            <w:sdt>
              <w:sdtPr>
                <w:id w:val="-582689465"/>
                <w:placeholder>
                  <w:docPart w:val="3DEA7C0369A44ED9BBAFD1F77CA9FCB3"/>
                </w:placeholder>
                <w:temporary/>
                <w:showingPlcHdr/>
                <w15:appearance w15:val="hidden"/>
              </w:sdtPr>
              <w:sdtContent>
                <w:r w:rsidR="001026A6">
                  <w:t>Feb 20XX–Dec 20XX</w:t>
                </w:r>
              </w:sdtContent>
            </w:sdt>
            <w:r w:rsidR="001026A6">
              <w:t xml:space="preserve"> </w:t>
            </w:r>
          </w:p>
          <w:p w14:paraId="2178A0A1" w14:textId="77777777" w:rsidR="001026A6" w:rsidRPr="00F51250" w:rsidRDefault="00000000" w:rsidP="00312C60">
            <w:sdt>
              <w:sdtPr>
                <w:id w:val="-69577986"/>
                <w:placeholder>
                  <w:docPart w:val="822D2BD47C494EBF87000C143E65E4DE"/>
                </w:placeholder>
                <w:temporary/>
                <w:showingPlcHdr/>
                <w15:appearance w15:val="hidden"/>
              </w:sdtPr>
              <w:sdtContent>
                <w:r w:rsidR="001026A6">
                  <w:t>Administrative Assistant</w:t>
                </w:r>
              </w:sdtContent>
            </w:sdt>
            <w:r w:rsidR="001026A6">
              <w:t xml:space="preserve"> </w:t>
            </w:r>
            <w:r w:rsidR="001026A6" w:rsidRPr="00F51250">
              <w:rPr>
                <w:rStyle w:val="Strong"/>
                <w:color w:val="auto"/>
              </w:rPr>
              <w:t>•</w:t>
            </w:r>
            <w:r w:rsidR="001026A6">
              <w:rPr>
                <w:rStyle w:val="Strong"/>
                <w:color w:val="auto"/>
              </w:rPr>
              <w:t xml:space="preserve"> </w:t>
            </w:r>
            <w:sdt>
              <w:sdtPr>
                <w:id w:val="911893768"/>
                <w:placeholder>
                  <w:docPart w:val="B5E45AB96B124270AC8028567677B987"/>
                </w:placeholder>
                <w:temporary/>
                <w:showingPlcHdr/>
                <w15:appearance w15:val="hidden"/>
              </w:sdtPr>
              <w:sdtContent>
                <w:r w:rsidR="001026A6">
                  <w:t>Wide World Importers</w:t>
                </w:r>
              </w:sdtContent>
            </w:sdt>
          </w:p>
          <w:p w14:paraId="2BB7038D" w14:textId="77777777" w:rsidR="001026A6" w:rsidRDefault="00000000" w:rsidP="00312C60">
            <w:pPr>
              <w:pStyle w:val="Heading2"/>
            </w:pPr>
            <w:sdt>
              <w:sdtPr>
                <w:id w:val="1344434410"/>
                <w:placeholder>
                  <w:docPart w:val="8359361B3C4548E5B920E7F3DC91ACE9"/>
                </w:placeholder>
                <w:temporary/>
                <w:showingPlcHdr/>
                <w15:appearance w15:val="hidden"/>
              </w:sdtPr>
              <w:sdtContent>
                <w:r w:rsidR="001026A6">
                  <w:t>Mar 20XX–Feb 20XX</w:t>
                </w:r>
              </w:sdtContent>
            </w:sdt>
          </w:p>
          <w:p w14:paraId="27100181" w14:textId="77777777" w:rsidR="001026A6" w:rsidRDefault="00000000" w:rsidP="00312C60">
            <w:sdt>
              <w:sdtPr>
                <w:id w:val="1220023278"/>
                <w:placeholder>
                  <w:docPart w:val="1570348B2A054D66A213D4C76E56E0A6"/>
                </w:placeholder>
                <w:temporary/>
                <w:showingPlcHdr/>
                <w15:appearance w15:val="hidden"/>
              </w:sdtPr>
              <w:sdtContent>
                <w:r w:rsidR="001026A6">
                  <w:t>Office Intern</w:t>
                </w:r>
              </w:sdtContent>
            </w:sdt>
            <w:r w:rsidR="001026A6">
              <w:t xml:space="preserve"> </w:t>
            </w:r>
            <w:r w:rsidR="001026A6" w:rsidRPr="00F51250">
              <w:rPr>
                <w:rStyle w:val="Strong"/>
                <w:color w:val="auto"/>
              </w:rPr>
              <w:t>•</w:t>
            </w:r>
            <w:r w:rsidR="001026A6">
              <w:t xml:space="preserve"> </w:t>
            </w:r>
            <w:sdt>
              <w:sdtPr>
                <w:id w:val="-942689844"/>
                <w:placeholder>
                  <w:docPart w:val="6E88C0C49DE4429DA799CEB53C3FA4FC"/>
                </w:placeholder>
                <w:temporary/>
                <w:showingPlcHdr/>
                <w15:appearance w15:val="hidden"/>
              </w:sdtPr>
              <w:sdtContent>
                <w:r w:rsidR="001026A6">
                  <w:t>Olson Harris, Ltd.</w:t>
                </w:r>
              </w:sdtContent>
            </w:sdt>
          </w:p>
          <w:p w14:paraId="2C167E11" w14:textId="77777777" w:rsidR="001026A6" w:rsidRDefault="00000000" w:rsidP="00312C60">
            <w:sdt>
              <w:sdtPr>
                <w:id w:val="-1439822760"/>
                <w:placeholder>
                  <w:docPart w:val="567C4DCFEFBA449EB010DBD396E69844"/>
                </w:placeholder>
                <w:temporary/>
                <w:showingPlcHdr/>
                <w15:appearance w15:val="hidden"/>
              </w:sdtPr>
              <w:sdtContent>
                <w:r w:rsidR="001026A6" w:rsidRPr="00535339">
                  <w:t>Developed and implemented office policies and procedures to improve office efficiency and reduce costs.</w:t>
                </w:r>
              </w:sdtContent>
            </w:sdt>
            <w:r w:rsidR="001026A6">
              <w:t xml:space="preserve"> </w:t>
            </w:r>
          </w:p>
          <w:p w14:paraId="75EF2199" w14:textId="77777777" w:rsidR="001026A6" w:rsidRDefault="00000000" w:rsidP="00312C60">
            <w:pPr>
              <w:pStyle w:val="Heading1"/>
            </w:pPr>
            <w:sdt>
              <w:sdtPr>
                <w:id w:val="-381948524"/>
                <w:placeholder>
                  <w:docPart w:val="75C547B318E849DABC819D750E01D9F8"/>
                </w:placeholder>
                <w:temporary/>
                <w:showingPlcHdr/>
                <w15:appearance w15:val="hidden"/>
              </w:sdtPr>
              <w:sdtContent>
                <w:r w:rsidR="001026A6" w:rsidRPr="000F7D04">
                  <w:t>Education</w:t>
                </w:r>
              </w:sdtContent>
            </w:sdt>
          </w:p>
          <w:p w14:paraId="71E8D919" w14:textId="77777777" w:rsidR="001026A6" w:rsidRPr="00F51250" w:rsidRDefault="00000000" w:rsidP="00312C60">
            <w:pPr>
              <w:pStyle w:val="Heading2"/>
            </w:pPr>
            <w:sdt>
              <w:sdtPr>
                <w:id w:val="-204099119"/>
                <w:placeholder>
                  <w:docPart w:val="FA171596B4E64AF59E565C1DC8E9936F"/>
                </w:placeholder>
                <w:temporary/>
                <w:showingPlcHdr/>
                <w15:appearance w15:val="hidden"/>
              </w:sdtPr>
              <w:sdtContent>
                <w:r w:rsidR="001026A6">
                  <w:t>Bellows College</w:t>
                </w:r>
                <w:r w:rsidR="001026A6" w:rsidRPr="00F51250">
                  <w:t xml:space="preserve">, </w:t>
                </w:r>
                <w:r w:rsidR="001026A6">
                  <w:t>Berkeley, CA</w:t>
                </w:r>
              </w:sdtContent>
            </w:sdt>
          </w:p>
          <w:p w14:paraId="0CDD914A" w14:textId="77777777" w:rsidR="001026A6" w:rsidRDefault="00000000" w:rsidP="001026A6">
            <w:pPr>
              <w:pStyle w:val="ListBullet"/>
              <w:spacing w:after="220"/>
              <w:ind w:left="360"/>
              <w:contextualSpacing/>
            </w:pPr>
            <w:sdt>
              <w:sdtPr>
                <w:id w:val="849601385"/>
                <w:placeholder>
                  <w:docPart w:val="0EAD39AB73454BADA6538E443FBA7107"/>
                </w:placeholder>
                <w:temporary/>
                <w:showingPlcHdr/>
                <w15:appearance w15:val="hidden"/>
              </w:sdtPr>
              <w:sdtContent>
                <w:r w:rsidR="001026A6" w:rsidRPr="00ED788A">
                  <w:t>Bachelor of Science in Business Administration</w:t>
                </w:r>
                <w:r w:rsidR="001026A6">
                  <w:t>, 20XX</w:t>
                </w:r>
              </w:sdtContent>
            </w:sdt>
          </w:p>
          <w:p w14:paraId="2B1B8B71" w14:textId="77777777" w:rsidR="001026A6" w:rsidRPr="000F7D04" w:rsidRDefault="00000000" w:rsidP="00312C60">
            <w:pPr>
              <w:pStyle w:val="Heading1"/>
            </w:pPr>
            <w:sdt>
              <w:sdtPr>
                <w:id w:val="501401505"/>
                <w:placeholder>
                  <w:docPart w:val="4696FCFC376C413195092009CF633CB4"/>
                </w:placeholder>
                <w:temporary/>
                <w:showingPlcHdr/>
                <w15:appearance w15:val="hidden"/>
              </w:sdtPr>
              <w:sdtContent>
                <w:r w:rsidR="001026A6" w:rsidRPr="000F7D04">
                  <w:t>Communication</w:t>
                </w:r>
              </w:sdtContent>
            </w:sdt>
          </w:p>
          <w:p w14:paraId="5AC1336F" w14:textId="77777777" w:rsidR="001026A6" w:rsidRDefault="00000000" w:rsidP="00312C60">
            <w:sdt>
              <w:sdtPr>
                <w:id w:val="-1875068109"/>
                <w:placeholder>
                  <w:docPart w:val="AF347B09C72141FB8FEEDD47C82DD9FE"/>
                </w:placeholder>
                <w:temporary/>
                <w:showingPlcHdr/>
                <w15:appearance w15:val="hidden"/>
              </w:sdtPr>
              <w:sdtContent>
                <w:r w:rsidR="001026A6" w:rsidRPr="004B72A7">
                  <w:t>As an office manager, I have honed my communication skills through years of experience in verbal and written communication with clients, vendors, and team members. I have extensive experience in creating and delivering presentations, preparing and responding to business correspondence, and ensuring effective communication throughout the office.</w:t>
                </w:r>
              </w:sdtContent>
            </w:sdt>
          </w:p>
          <w:p w14:paraId="40DF0ACE" w14:textId="77777777" w:rsidR="001026A6" w:rsidRDefault="00000000" w:rsidP="00312C60">
            <w:pPr>
              <w:pStyle w:val="Heading1"/>
            </w:pPr>
            <w:sdt>
              <w:sdtPr>
                <w:id w:val="-1500878023"/>
                <w:placeholder>
                  <w:docPart w:val="6D93BD45DEDA4C41B79639ED4D15640B"/>
                </w:placeholder>
                <w:temporary/>
                <w:showingPlcHdr/>
                <w15:appearance w15:val="hidden"/>
              </w:sdtPr>
              <w:sdtContent>
                <w:r w:rsidR="001026A6" w:rsidRPr="000F7D04">
                  <w:t>Leadership</w:t>
                </w:r>
              </w:sdtContent>
            </w:sdt>
          </w:p>
          <w:p w14:paraId="47AE66BD" w14:textId="77777777" w:rsidR="001026A6" w:rsidRDefault="00000000" w:rsidP="00312C60">
            <w:sdt>
              <w:sdtPr>
                <w:id w:val="1835874749"/>
                <w:placeholder>
                  <w:docPart w:val="E37DCC39E6794630A031FAA46C4A9C58"/>
                </w:placeholder>
                <w:temporary/>
                <w:showingPlcHdr/>
                <w15:appearance w15:val="hidden"/>
              </w:sdtPr>
              <w:sdtContent>
                <w:r w:rsidR="001026A6" w:rsidRPr="00B548F1">
                  <w:t xml:space="preserve">I have demonstrated strong leadership skills in managing a team of administrative staff and supervising daily office operations. I have experience in providing guidance and support to staff, setting performance expectations and providing feedback, and </w:t>
                </w:r>
                <w:r w:rsidR="001026A6">
                  <w:t>addressing issues as they arise</w:t>
                </w:r>
                <w:r w:rsidR="001026A6" w:rsidRPr="00B548F1">
                  <w:t>.</w:t>
                </w:r>
              </w:sdtContent>
            </w:sdt>
          </w:p>
          <w:p w14:paraId="08A83BB4" w14:textId="77777777" w:rsidR="001026A6" w:rsidRDefault="00000000" w:rsidP="00312C60">
            <w:pPr>
              <w:pStyle w:val="Heading1"/>
            </w:pPr>
            <w:sdt>
              <w:sdtPr>
                <w:id w:val="-663852984"/>
                <w:placeholder>
                  <w:docPart w:val="DEADBC8918C84CC588BDBBBD54B424AA"/>
                </w:placeholder>
                <w:temporary/>
                <w:showingPlcHdr/>
                <w15:appearance w15:val="hidden"/>
              </w:sdtPr>
              <w:sdtContent>
                <w:r w:rsidR="001026A6" w:rsidRPr="000F7D04">
                  <w:t>References</w:t>
                </w:r>
              </w:sdtContent>
            </w:sdt>
          </w:p>
          <w:p w14:paraId="3907101A" w14:textId="77777777" w:rsidR="001026A6" w:rsidRPr="00590471" w:rsidRDefault="00000000" w:rsidP="00312C60">
            <w:pPr>
              <w:widowControl w:val="0"/>
              <w:autoSpaceDE w:val="0"/>
              <w:autoSpaceDN w:val="0"/>
              <w:adjustRightInd w:val="0"/>
              <w:spacing w:after="0"/>
            </w:pPr>
            <w:sdt>
              <w:sdtPr>
                <w:id w:val="1979949271"/>
                <w:placeholder>
                  <w:docPart w:val="6EDBD375AE6947EEBA3A814449F23D18"/>
                </w:placeholder>
                <w:temporary/>
                <w:showingPlcHdr/>
                <w15:appearance w15:val="hidden"/>
              </w:sdtPr>
              <w:sdtContent>
                <w:r w:rsidR="001026A6" w:rsidRPr="00B548F1">
                  <w:t>Available upon request.</w:t>
                </w:r>
              </w:sdtContent>
            </w:sdt>
          </w:p>
        </w:tc>
      </w:tr>
      <w:tr w:rsidR="001026A6" w14:paraId="4994C137" w14:textId="77777777" w:rsidTr="00312C60">
        <w:trPr>
          <w:trHeight w:val="737"/>
          <w:jc w:val="center"/>
        </w:trPr>
        <w:tc>
          <w:tcPr>
            <w:tcW w:w="3798" w:type="dxa"/>
            <w:gridSpan w:val="2"/>
            <w:tcMar>
              <w:left w:w="0" w:type="dxa"/>
              <w:right w:w="0" w:type="dxa"/>
            </w:tcMar>
          </w:tcPr>
          <w:p w14:paraId="5B6F6358" w14:textId="77777777" w:rsidR="001026A6" w:rsidRDefault="001026A6" w:rsidP="00312C60">
            <w:pPr>
              <w:pStyle w:val="BodyText"/>
              <w:kinsoku w:val="0"/>
              <w:overflowPunct w:val="0"/>
              <w:rPr>
                <w:rFonts w:ascii="Times New Roman" w:hAnsi="Times New Roman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</w:tcPr>
          <w:p w14:paraId="5B43071A" w14:textId="77777777" w:rsidR="001026A6" w:rsidRDefault="001026A6" w:rsidP="00312C60">
            <w:pPr>
              <w:pStyle w:val="BodyText"/>
              <w:kinsoku w:val="0"/>
              <w:overflowPunct w:val="0"/>
              <w:rPr>
                <w:rFonts w:ascii="Times New Roman" w:hAnsi="Times New Roman"/>
              </w:rPr>
            </w:pPr>
          </w:p>
        </w:tc>
        <w:tc>
          <w:tcPr>
            <w:tcW w:w="6137" w:type="dxa"/>
            <w:vMerge/>
            <w:tcBorders>
              <w:bottom w:val="nil"/>
            </w:tcBorders>
          </w:tcPr>
          <w:p w14:paraId="35744C02" w14:textId="77777777" w:rsidR="001026A6" w:rsidRPr="00222466" w:rsidRDefault="001026A6" w:rsidP="00312C60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1026A6" w14:paraId="36A16592" w14:textId="77777777" w:rsidTr="00312C60">
        <w:trPr>
          <w:trHeight w:val="543"/>
          <w:jc w:val="center"/>
        </w:trPr>
        <w:tc>
          <w:tcPr>
            <w:tcW w:w="851" w:type="dxa"/>
            <w:vAlign w:val="center"/>
          </w:tcPr>
          <w:p w14:paraId="6AC548AC" w14:textId="77777777" w:rsidR="001026A6" w:rsidRPr="00222466" w:rsidRDefault="001026A6" w:rsidP="00312C60">
            <w:pPr>
              <w:pStyle w:val="Information"/>
              <w:rPr>
                <w:rStyle w:val="Strong"/>
                <w:b w:val="0"/>
                <w:bCs w:val="0"/>
                <w:color w:val="FFFFFF" w:themeColor="background1"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65442107" wp14:editId="01B3F512">
                  <wp:extent cx="394335" cy="394335"/>
                  <wp:effectExtent l="0" t="0" r="0" b="0"/>
                  <wp:docPr id="12" name="Graphic 12" descr="Mark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arker.svg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" cy="39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7" w:type="dxa"/>
            <w:vAlign w:val="center"/>
          </w:tcPr>
          <w:sdt>
            <w:sdtPr>
              <w:id w:val="-1120689720"/>
              <w:placeholder>
                <w:docPart w:val="CACA510E35AF4168B63AA9A6247E18F9"/>
              </w:placeholder>
              <w:temporary/>
              <w:showingPlcHdr/>
              <w15:appearance w15:val="hidden"/>
            </w:sdtPr>
            <w:sdtContent>
              <w:p w14:paraId="2D81EBB1" w14:textId="77777777" w:rsidR="001026A6" w:rsidRPr="00071E84" w:rsidRDefault="001026A6" w:rsidP="00312C60">
                <w:pPr>
                  <w:pStyle w:val="Information"/>
                </w:pPr>
                <w:r>
                  <w:t>210 Stars Ave</w:t>
                </w:r>
              </w:p>
              <w:p w14:paraId="6C3BACDB" w14:textId="77777777" w:rsidR="001026A6" w:rsidRPr="00071E84" w:rsidRDefault="001026A6" w:rsidP="00312C60">
                <w:pPr>
                  <w:pStyle w:val="Information"/>
                </w:pPr>
                <w:r>
                  <w:t>Berkeley, CA 78910</w:t>
                </w:r>
              </w:p>
            </w:sdtContent>
          </w:sdt>
        </w:tc>
        <w:tc>
          <w:tcPr>
            <w:tcW w:w="1062" w:type="dxa"/>
            <w:vMerge/>
          </w:tcPr>
          <w:p w14:paraId="4863394E" w14:textId="77777777" w:rsidR="001026A6" w:rsidRDefault="001026A6" w:rsidP="00312C60">
            <w:pPr>
              <w:pStyle w:val="BodyText"/>
              <w:kinsoku w:val="0"/>
              <w:overflowPunct w:val="0"/>
              <w:rPr>
                <w:rFonts w:ascii="Times New Roman" w:hAnsi="Times New Roman"/>
              </w:rPr>
            </w:pPr>
          </w:p>
        </w:tc>
        <w:tc>
          <w:tcPr>
            <w:tcW w:w="6137" w:type="dxa"/>
            <w:vMerge/>
          </w:tcPr>
          <w:p w14:paraId="219A46F8" w14:textId="77777777" w:rsidR="001026A6" w:rsidRDefault="001026A6" w:rsidP="00312C60">
            <w:pPr>
              <w:pStyle w:val="Heading1"/>
            </w:pPr>
          </w:p>
        </w:tc>
      </w:tr>
      <w:tr w:rsidR="001026A6" w14:paraId="06AEABF0" w14:textId="77777777" w:rsidTr="00312C60">
        <w:trPr>
          <w:trHeight w:val="183"/>
          <w:jc w:val="center"/>
        </w:trPr>
        <w:tc>
          <w:tcPr>
            <w:tcW w:w="3798" w:type="dxa"/>
            <w:gridSpan w:val="2"/>
            <w:vAlign w:val="center"/>
          </w:tcPr>
          <w:p w14:paraId="68C264D5" w14:textId="77777777" w:rsidR="001026A6" w:rsidRDefault="001026A6" w:rsidP="00312C60">
            <w:pPr>
              <w:pStyle w:val="NoSpacing"/>
            </w:pPr>
          </w:p>
        </w:tc>
        <w:tc>
          <w:tcPr>
            <w:tcW w:w="1062" w:type="dxa"/>
            <w:vMerge/>
          </w:tcPr>
          <w:p w14:paraId="04A33492" w14:textId="77777777" w:rsidR="001026A6" w:rsidRDefault="001026A6" w:rsidP="00312C60">
            <w:pPr>
              <w:pStyle w:val="BodyText"/>
              <w:kinsoku w:val="0"/>
              <w:overflowPunct w:val="0"/>
              <w:rPr>
                <w:rFonts w:ascii="Times New Roman" w:hAnsi="Times New Roman"/>
              </w:rPr>
            </w:pPr>
          </w:p>
        </w:tc>
        <w:tc>
          <w:tcPr>
            <w:tcW w:w="6137" w:type="dxa"/>
            <w:vMerge/>
          </w:tcPr>
          <w:p w14:paraId="04247BD1" w14:textId="77777777" w:rsidR="001026A6" w:rsidRDefault="001026A6" w:rsidP="00312C60">
            <w:pPr>
              <w:pStyle w:val="Heading1"/>
            </w:pPr>
          </w:p>
        </w:tc>
      </w:tr>
      <w:tr w:rsidR="001026A6" w14:paraId="2975F3CE" w14:textId="77777777" w:rsidTr="00312C60">
        <w:trPr>
          <w:trHeight w:val="624"/>
          <w:jc w:val="center"/>
        </w:trPr>
        <w:tc>
          <w:tcPr>
            <w:tcW w:w="851" w:type="dxa"/>
            <w:vAlign w:val="center"/>
          </w:tcPr>
          <w:p w14:paraId="7606D3B3" w14:textId="77777777" w:rsidR="001026A6" w:rsidRPr="00222466" w:rsidRDefault="001026A6" w:rsidP="00312C60">
            <w:pPr>
              <w:pStyle w:val="Information"/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6FCD59C0" wp14:editId="33F90D05">
                  <wp:extent cx="394335" cy="394335"/>
                  <wp:effectExtent l="0" t="0" r="5715" b="5715"/>
                  <wp:docPr id="13" name="Graphic 13" descr="Recei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ceiver.svg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" cy="39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7" w:type="dxa"/>
            <w:vAlign w:val="center"/>
          </w:tcPr>
          <w:p w14:paraId="7EF47F19" w14:textId="77777777" w:rsidR="001026A6" w:rsidRPr="00222466" w:rsidRDefault="00000000" w:rsidP="00312C60">
            <w:pPr>
              <w:pStyle w:val="Information"/>
            </w:pPr>
            <w:sdt>
              <w:sdtPr>
                <w:id w:val="1547187422"/>
                <w:placeholder>
                  <w:docPart w:val="BC5629F821A04DA0A4A14652290F6169"/>
                </w:placeholder>
                <w:temporary/>
                <w:showingPlcHdr/>
                <w15:appearance w15:val="hidden"/>
              </w:sdtPr>
              <w:sdtContent>
                <w:r w:rsidR="001026A6">
                  <w:t>808.555.0118</w:t>
                </w:r>
              </w:sdtContent>
            </w:sdt>
          </w:p>
        </w:tc>
        <w:tc>
          <w:tcPr>
            <w:tcW w:w="1062" w:type="dxa"/>
            <w:vMerge/>
          </w:tcPr>
          <w:p w14:paraId="04BCD2B4" w14:textId="77777777" w:rsidR="001026A6" w:rsidRDefault="001026A6" w:rsidP="00312C60">
            <w:pPr>
              <w:pStyle w:val="BodyText"/>
              <w:kinsoku w:val="0"/>
              <w:overflowPunct w:val="0"/>
              <w:rPr>
                <w:rFonts w:ascii="Times New Roman" w:hAnsi="Times New Roman"/>
              </w:rPr>
            </w:pPr>
          </w:p>
        </w:tc>
        <w:tc>
          <w:tcPr>
            <w:tcW w:w="6137" w:type="dxa"/>
            <w:vMerge/>
          </w:tcPr>
          <w:p w14:paraId="5AEBF72A" w14:textId="77777777" w:rsidR="001026A6" w:rsidRDefault="001026A6" w:rsidP="00312C60">
            <w:pPr>
              <w:pStyle w:val="Heading1"/>
            </w:pPr>
          </w:p>
        </w:tc>
      </w:tr>
      <w:tr w:rsidR="001026A6" w14:paraId="1D979428" w14:textId="77777777" w:rsidTr="00312C60">
        <w:trPr>
          <w:trHeight w:val="183"/>
          <w:jc w:val="center"/>
        </w:trPr>
        <w:tc>
          <w:tcPr>
            <w:tcW w:w="3798" w:type="dxa"/>
            <w:gridSpan w:val="2"/>
            <w:vAlign w:val="center"/>
          </w:tcPr>
          <w:p w14:paraId="2D16EEBE" w14:textId="77777777" w:rsidR="001026A6" w:rsidRDefault="001026A6" w:rsidP="00312C60">
            <w:pPr>
              <w:pStyle w:val="NoSpacing"/>
            </w:pPr>
          </w:p>
        </w:tc>
        <w:tc>
          <w:tcPr>
            <w:tcW w:w="1062" w:type="dxa"/>
            <w:vMerge/>
          </w:tcPr>
          <w:p w14:paraId="63D1BEBF" w14:textId="77777777" w:rsidR="001026A6" w:rsidRDefault="001026A6" w:rsidP="00312C60">
            <w:pPr>
              <w:pStyle w:val="BodyText"/>
              <w:kinsoku w:val="0"/>
              <w:overflowPunct w:val="0"/>
              <w:rPr>
                <w:rFonts w:ascii="Times New Roman" w:hAnsi="Times New Roman"/>
              </w:rPr>
            </w:pPr>
          </w:p>
        </w:tc>
        <w:tc>
          <w:tcPr>
            <w:tcW w:w="6137" w:type="dxa"/>
            <w:vMerge/>
          </w:tcPr>
          <w:p w14:paraId="008F896C" w14:textId="77777777" w:rsidR="001026A6" w:rsidRDefault="001026A6" w:rsidP="00312C60">
            <w:pPr>
              <w:pStyle w:val="Heading1"/>
            </w:pPr>
          </w:p>
        </w:tc>
      </w:tr>
      <w:tr w:rsidR="001026A6" w14:paraId="087C8C19" w14:textId="77777777" w:rsidTr="00312C60">
        <w:trPr>
          <w:trHeight w:val="633"/>
          <w:jc w:val="center"/>
        </w:trPr>
        <w:tc>
          <w:tcPr>
            <w:tcW w:w="851" w:type="dxa"/>
            <w:vAlign w:val="center"/>
          </w:tcPr>
          <w:p w14:paraId="5B1B848B" w14:textId="77777777" w:rsidR="001026A6" w:rsidRPr="00222466" w:rsidRDefault="001026A6" w:rsidP="00312C60">
            <w:pPr>
              <w:pStyle w:val="Information"/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7475435E" wp14:editId="51A66316">
                  <wp:extent cx="394335" cy="394335"/>
                  <wp:effectExtent l="0" t="0" r="5715" b="5715"/>
                  <wp:docPr id="17" name="Graphic 17" descr="Ema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Email.svg"/>
                          <pic:cNvPicPr/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" cy="39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7" w:type="dxa"/>
            <w:vAlign w:val="center"/>
          </w:tcPr>
          <w:p w14:paraId="49B8AECF" w14:textId="77777777" w:rsidR="001026A6" w:rsidRPr="00222466" w:rsidRDefault="00000000" w:rsidP="00312C60">
            <w:pPr>
              <w:pStyle w:val="Information"/>
            </w:pPr>
            <w:sdt>
              <w:sdtPr>
                <w:id w:val="949516619"/>
                <w:placeholder>
                  <w:docPart w:val="D85A6B5F5EA74BC997B240382830CAE1"/>
                </w:placeholder>
                <w:temporary/>
                <w:showingPlcHdr/>
                <w15:appearance w15:val="hidden"/>
              </w:sdtPr>
              <w:sdtContent>
                <w:r w:rsidR="001026A6" w:rsidRPr="00100F27">
                  <w:t>dian@example.com</w:t>
                </w:r>
              </w:sdtContent>
            </w:sdt>
          </w:p>
        </w:tc>
        <w:tc>
          <w:tcPr>
            <w:tcW w:w="1062" w:type="dxa"/>
            <w:vMerge/>
          </w:tcPr>
          <w:p w14:paraId="4D172958" w14:textId="77777777" w:rsidR="001026A6" w:rsidRDefault="001026A6" w:rsidP="00312C60">
            <w:pPr>
              <w:pStyle w:val="BodyText"/>
              <w:kinsoku w:val="0"/>
              <w:overflowPunct w:val="0"/>
              <w:rPr>
                <w:rFonts w:ascii="Times New Roman" w:hAnsi="Times New Roman"/>
              </w:rPr>
            </w:pPr>
          </w:p>
        </w:tc>
        <w:tc>
          <w:tcPr>
            <w:tcW w:w="6137" w:type="dxa"/>
            <w:vMerge/>
          </w:tcPr>
          <w:p w14:paraId="0C99EF43" w14:textId="77777777" w:rsidR="001026A6" w:rsidRDefault="001026A6" w:rsidP="00312C60">
            <w:pPr>
              <w:pStyle w:val="Heading1"/>
            </w:pPr>
          </w:p>
        </w:tc>
      </w:tr>
      <w:tr w:rsidR="001026A6" w14:paraId="2555A028" w14:textId="77777777" w:rsidTr="00312C60">
        <w:trPr>
          <w:trHeight w:val="57"/>
          <w:jc w:val="center"/>
        </w:trPr>
        <w:tc>
          <w:tcPr>
            <w:tcW w:w="3798" w:type="dxa"/>
            <w:gridSpan w:val="2"/>
            <w:vAlign w:val="center"/>
          </w:tcPr>
          <w:p w14:paraId="2D175BBF" w14:textId="77777777" w:rsidR="001026A6" w:rsidRDefault="001026A6" w:rsidP="00312C60">
            <w:pPr>
              <w:pStyle w:val="NoSpacing"/>
            </w:pPr>
          </w:p>
        </w:tc>
        <w:tc>
          <w:tcPr>
            <w:tcW w:w="1062" w:type="dxa"/>
            <w:vMerge/>
          </w:tcPr>
          <w:p w14:paraId="74277EDB" w14:textId="77777777" w:rsidR="001026A6" w:rsidRDefault="001026A6" w:rsidP="00312C60">
            <w:pPr>
              <w:pStyle w:val="BodyText"/>
              <w:kinsoku w:val="0"/>
              <w:overflowPunct w:val="0"/>
              <w:rPr>
                <w:rFonts w:ascii="Times New Roman" w:hAnsi="Times New Roman"/>
              </w:rPr>
            </w:pPr>
          </w:p>
        </w:tc>
        <w:tc>
          <w:tcPr>
            <w:tcW w:w="6137" w:type="dxa"/>
            <w:vMerge/>
          </w:tcPr>
          <w:p w14:paraId="2A3A9AE9" w14:textId="77777777" w:rsidR="001026A6" w:rsidRDefault="001026A6" w:rsidP="00312C60">
            <w:pPr>
              <w:pStyle w:val="Heading1"/>
            </w:pPr>
          </w:p>
        </w:tc>
      </w:tr>
      <w:tr w:rsidR="001026A6" w14:paraId="1CF713AF" w14:textId="77777777" w:rsidTr="00312C60">
        <w:trPr>
          <w:trHeight w:val="633"/>
          <w:jc w:val="center"/>
        </w:trPr>
        <w:tc>
          <w:tcPr>
            <w:tcW w:w="851" w:type="dxa"/>
            <w:vAlign w:val="center"/>
          </w:tcPr>
          <w:p w14:paraId="60EDEB42" w14:textId="77777777" w:rsidR="001026A6" w:rsidRPr="00222466" w:rsidRDefault="001026A6" w:rsidP="00312C60">
            <w:pPr>
              <w:pStyle w:val="Information"/>
            </w:pPr>
            <w:r>
              <w:rPr>
                <w:noProof/>
                <w:lang w:val="en-AU" w:eastAsia="en-AU"/>
              </w:rPr>
              <w:drawing>
                <wp:inline distT="0" distB="0" distL="0" distR="0" wp14:anchorId="7734193B" wp14:editId="24B8EF43">
                  <wp:extent cx="394335" cy="394335"/>
                  <wp:effectExtent l="0" t="0" r="0" b="5715"/>
                  <wp:docPr id="16" name="Graphic 16" descr="Wor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ld.svg"/>
                          <pic:cNvPicPr/>
                        </pic:nvPicPr>
                        <pic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35" cy="39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7" w:type="dxa"/>
            <w:vAlign w:val="center"/>
          </w:tcPr>
          <w:p w14:paraId="22671CD1" w14:textId="77777777" w:rsidR="001026A6" w:rsidRPr="00222466" w:rsidRDefault="00000000" w:rsidP="00312C60">
            <w:pPr>
              <w:pStyle w:val="Information"/>
            </w:pPr>
            <w:sdt>
              <w:sdtPr>
                <w:id w:val="2042172804"/>
                <w:placeholder>
                  <w:docPart w:val="3ECD950998774F1BBCAF35620B99318A"/>
                </w:placeholder>
                <w:temporary/>
                <w:showingPlcHdr/>
                <w15:appearance w15:val="hidden"/>
              </w:sdtPr>
              <w:sdtContent>
                <w:r w:rsidR="001026A6">
                  <w:t>www.greatsiteaddress.com</w:t>
                </w:r>
              </w:sdtContent>
            </w:sdt>
          </w:p>
        </w:tc>
        <w:tc>
          <w:tcPr>
            <w:tcW w:w="1062" w:type="dxa"/>
            <w:vMerge/>
          </w:tcPr>
          <w:p w14:paraId="68C94F98" w14:textId="77777777" w:rsidR="001026A6" w:rsidRDefault="001026A6" w:rsidP="00312C60">
            <w:pPr>
              <w:pStyle w:val="Information"/>
              <w:rPr>
                <w:rFonts w:ascii="Times New Roman" w:hAnsi="Times New Roman"/>
              </w:rPr>
            </w:pPr>
          </w:p>
        </w:tc>
        <w:tc>
          <w:tcPr>
            <w:tcW w:w="6137" w:type="dxa"/>
            <w:vMerge/>
          </w:tcPr>
          <w:p w14:paraId="0DFF79FA" w14:textId="77777777" w:rsidR="001026A6" w:rsidRDefault="001026A6" w:rsidP="00312C60">
            <w:pPr>
              <w:pStyle w:val="Heading1"/>
            </w:pPr>
          </w:p>
        </w:tc>
      </w:tr>
      <w:tr w:rsidR="001026A6" w14:paraId="64DD3BDD" w14:textId="77777777" w:rsidTr="00312C60">
        <w:trPr>
          <w:trHeight w:val="2448"/>
          <w:jc w:val="center"/>
        </w:trPr>
        <w:tc>
          <w:tcPr>
            <w:tcW w:w="3798" w:type="dxa"/>
            <w:gridSpan w:val="2"/>
          </w:tcPr>
          <w:p w14:paraId="4DBAEC54" w14:textId="77777777" w:rsidR="001026A6" w:rsidRDefault="00000000" w:rsidP="00312C60">
            <w:pPr>
              <w:pStyle w:val="Heading3"/>
            </w:pPr>
            <w:sdt>
              <w:sdtPr>
                <w:id w:val="1714237249"/>
                <w:placeholder>
                  <w:docPart w:val="BB3CE36802494E9CB6A8ECA0BBE99B9F"/>
                </w:placeholder>
                <w:temporary/>
                <w:showingPlcHdr/>
                <w15:appearance w15:val="hidden"/>
              </w:sdtPr>
              <w:sdtContent>
                <w:r w:rsidR="001026A6">
                  <w:t>Objective</w:t>
                </w:r>
              </w:sdtContent>
            </w:sdt>
          </w:p>
          <w:p w14:paraId="17091E7F" w14:textId="77777777" w:rsidR="001026A6" w:rsidRPr="007443A0" w:rsidRDefault="00000000" w:rsidP="00312C60">
            <w:pPr>
              <w:pStyle w:val="Information"/>
            </w:pPr>
            <w:sdt>
              <w:sdtPr>
                <w:id w:val="-863432190"/>
                <w:placeholder>
                  <w:docPart w:val="6DB65962810949E09C44C932395C7EF9"/>
                </w:placeholder>
                <w:temporary/>
                <w:showingPlcHdr/>
                <w15:appearance w15:val="hidden"/>
              </w:sdtPr>
              <w:sdtContent>
                <w:r w:rsidR="001026A6" w:rsidRPr="002D3B2D">
                  <w:t>Office Manager with 5 years of experience in managing administrative tasks, seeking a challenging position to leverage organizational, communication, and leadership skills to streamline office operations and support business growth.</w:t>
                </w:r>
              </w:sdtContent>
            </w:sdt>
          </w:p>
        </w:tc>
        <w:tc>
          <w:tcPr>
            <w:tcW w:w="1062" w:type="dxa"/>
          </w:tcPr>
          <w:p w14:paraId="53E3A8A8" w14:textId="77777777" w:rsidR="001026A6" w:rsidRDefault="001026A6" w:rsidP="00312C60"/>
        </w:tc>
        <w:tc>
          <w:tcPr>
            <w:tcW w:w="6137" w:type="dxa"/>
            <w:vMerge/>
          </w:tcPr>
          <w:p w14:paraId="5FCA098C" w14:textId="77777777" w:rsidR="001026A6" w:rsidRDefault="001026A6" w:rsidP="00312C60"/>
        </w:tc>
      </w:tr>
    </w:tbl>
    <w:p w14:paraId="164E7EBB" w14:textId="77777777" w:rsidR="007F5B63" w:rsidRPr="00B62156" w:rsidRDefault="007F5B63" w:rsidP="00437A10">
      <w:pPr>
        <w:pStyle w:val="BodyText"/>
        <w:spacing w:after="0"/>
      </w:pPr>
    </w:p>
    <w:sectPr w:rsidR="007F5B63" w:rsidRPr="00B62156" w:rsidSect="005D6B1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6" w:h="16838" w:code="9"/>
      <w:pgMar w:top="720" w:right="562" w:bottom="720" w:left="562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2EDAB" w14:textId="77777777" w:rsidR="00A23433" w:rsidRDefault="00A23433" w:rsidP="00590471">
      <w:r>
        <w:separator/>
      </w:r>
    </w:p>
  </w:endnote>
  <w:endnote w:type="continuationSeparator" w:id="0">
    <w:p w14:paraId="02529E5A" w14:textId="77777777" w:rsidR="00A23433" w:rsidRDefault="00A23433" w:rsidP="0059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81A7B" w14:textId="77777777" w:rsidR="00E75811" w:rsidRDefault="00E758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7754D" w14:textId="77777777" w:rsidR="00E75811" w:rsidRDefault="00E758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3DEB4" w14:textId="77777777" w:rsidR="00E75811" w:rsidRDefault="00E758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50AF5" w14:textId="77777777" w:rsidR="00A23433" w:rsidRDefault="00A23433" w:rsidP="00590471">
      <w:r>
        <w:separator/>
      </w:r>
    </w:p>
  </w:footnote>
  <w:footnote w:type="continuationSeparator" w:id="0">
    <w:p w14:paraId="37CBF7AF" w14:textId="77777777" w:rsidR="00A23433" w:rsidRDefault="00A23433" w:rsidP="00590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33D97" w14:textId="77777777" w:rsidR="00E75811" w:rsidRDefault="00E758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03904" w14:textId="77777777" w:rsidR="00E75811" w:rsidRDefault="00E758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0772C" w14:textId="77777777" w:rsidR="00E75811" w:rsidRDefault="00E758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6F5CA47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88EEDE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DC08D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9C2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0063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CEA10" w:themeColor="accent4"/>
      </w:rPr>
    </w:lvl>
  </w:abstractNum>
  <w:abstractNum w:abstractNumId="5" w15:restartNumberingAfterBreak="0">
    <w:nsid w:val="00000402"/>
    <w:multiLevelType w:val="multilevel"/>
    <w:tmpl w:val="00000885"/>
    <w:lvl w:ilvl="0">
      <w:numFmt w:val="bullet"/>
      <w:lvlText w:val="ï"/>
      <w:lvlJc w:val="left"/>
      <w:pPr>
        <w:ind w:left="4890" w:hanging="267"/>
      </w:pPr>
      <w:rPr>
        <w:rFonts w:ascii="Georgia" w:hAnsi="Georgia" w:cs="Georgia"/>
        <w:b w:val="0"/>
        <w:bCs w:val="0"/>
        <w:color w:val="D14140"/>
        <w:spacing w:val="-6"/>
        <w:w w:val="100"/>
        <w:sz w:val="20"/>
        <w:szCs w:val="20"/>
      </w:rPr>
    </w:lvl>
    <w:lvl w:ilvl="1">
      <w:numFmt w:val="bullet"/>
      <w:lvlText w:val="ï"/>
      <w:lvlJc w:val="left"/>
      <w:pPr>
        <w:ind w:left="5482" w:hanging="267"/>
      </w:pPr>
    </w:lvl>
    <w:lvl w:ilvl="2">
      <w:numFmt w:val="bullet"/>
      <w:lvlText w:val="ï"/>
      <w:lvlJc w:val="left"/>
      <w:pPr>
        <w:ind w:left="6064" w:hanging="267"/>
      </w:pPr>
    </w:lvl>
    <w:lvl w:ilvl="3">
      <w:numFmt w:val="bullet"/>
      <w:lvlText w:val="ï"/>
      <w:lvlJc w:val="left"/>
      <w:pPr>
        <w:ind w:left="6646" w:hanging="267"/>
      </w:pPr>
    </w:lvl>
    <w:lvl w:ilvl="4">
      <w:numFmt w:val="bullet"/>
      <w:lvlText w:val="ï"/>
      <w:lvlJc w:val="left"/>
      <w:pPr>
        <w:ind w:left="7228" w:hanging="267"/>
      </w:pPr>
    </w:lvl>
    <w:lvl w:ilvl="5">
      <w:numFmt w:val="bullet"/>
      <w:lvlText w:val="ï"/>
      <w:lvlJc w:val="left"/>
      <w:pPr>
        <w:ind w:left="7810" w:hanging="267"/>
      </w:pPr>
    </w:lvl>
    <w:lvl w:ilvl="6">
      <w:numFmt w:val="bullet"/>
      <w:lvlText w:val="ï"/>
      <w:lvlJc w:val="left"/>
      <w:pPr>
        <w:ind w:left="8392" w:hanging="267"/>
      </w:pPr>
    </w:lvl>
    <w:lvl w:ilvl="7">
      <w:numFmt w:val="bullet"/>
      <w:lvlText w:val="ï"/>
      <w:lvlJc w:val="left"/>
      <w:pPr>
        <w:ind w:left="8974" w:hanging="267"/>
      </w:pPr>
    </w:lvl>
    <w:lvl w:ilvl="8">
      <w:numFmt w:val="bullet"/>
      <w:lvlText w:val="ï"/>
      <w:lvlJc w:val="left"/>
      <w:pPr>
        <w:ind w:left="9556" w:hanging="267"/>
      </w:pPr>
    </w:lvl>
  </w:abstractNum>
  <w:abstractNum w:abstractNumId="6" w15:restartNumberingAfterBreak="0">
    <w:nsid w:val="112E54D5"/>
    <w:multiLevelType w:val="hybridMultilevel"/>
    <w:tmpl w:val="6B0081A8"/>
    <w:lvl w:ilvl="0" w:tplc="4C8294E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FCEA1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F046B"/>
    <w:multiLevelType w:val="multilevel"/>
    <w:tmpl w:val="61F0A32C"/>
    <w:styleLink w:val="BullettedList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E748F"/>
    <w:multiLevelType w:val="hybridMultilevel"/>
    <w:tmpl w:val="DBA04926"/>
    <w:lvl w:ilvl="0" w:tplc="90A476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30633">
    <w:abstractNumId w:val="5"/>
  </w:num>
  <w:num w:numId="2" w16cid:durableId="205604227">
    <w:abstractNumId w:val="6"/>
  </w:num>
  <w:num w:numId="3" w16cid:durableId="947468786">
    <w:abstractNumId w:val="4"/>
  </w:num>
  <w:num w:numId="4" w16cid:durableId="247008109">
    <w:abstractNumId w:val="4"/>
    <w:lvlOverride w:ilvl="0">
      <w:startOverride w:val="1"/>
    </w:lvlOverride>
  </w:num>
  <w:num w:numId="5" w16cid:durableId="1600068048">
    <w:abstractNumId w:val="7"/>
  </w:num>
  <w:num w:numId="6" w16cid:durableId="1604150508">
    <w:abstractNumId w:val="3"/>
  </w:num>
  <w:num w:numId="7" w16cid:durableId="372121345">
    <w:abstractNumId w:val="2"/>
  </w:num>
  <w:num w:numId="8" w16cid:durableId="430976996">
    <w:abstractNumId w:val="1"/>
  </w:num>
  <w:num w:numId="9" w16cid:durableId="1586186359">
    <w:abstractNumId w:val="0"/>
  </w:num>
  <w:num w:numId="10" w16cid:durableId="1258519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drawingGridHorizontalSpacing w:val="110"/>
  <w:drawingGridVerticalSpacing w:val="299"/>
  <w:displayHorizontalDrawingGridEvery w:val="0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31D"/>
    <w:rsid w:val="00007B35"/>
    <w:rsid w:val="00047D5E"/>
    <w:rsid w:val="00060042"/>
    <w:rsid w:val="00071E84"/>
    <w:rsid w:val="00092B82"/>
    <w:rsid w:val="000D01CA"/>
    <w:rsid w:val="000F7D04"/>
    <w:rsid w:val="001026A6"/>
    <w:rsid w:val="00150ABD"/>
    <w:rsid w:val="00152599"/>
    <w:rsid w:val="001A092C"/>
    <w:rsid w:val="001F5586"/>
    <w:rsid w:val="0020728B"/>
    <w:rsid w:val="00222466"/>
    <w:rsid w:val="00244850"/>
    <w:rsid w:val="00271E45"/>
    <w:rsid w:val="002951A6"/>
    <w:rsid w:val="002B2116"/>
    <w:rsid w:val="00437A10"/>
    <w:rsid w:val="00447C4C"/>
    <w:rsid w:val="0046321E"/>
    <w:rsid w:val="00472C27"/>
    <w:rsid w:val="004779CF"/>
    <w:rsid w:val="00485374"/>
    <w:rsid w:val="004F5137"/>
    <w:rsid w:val="00507E82"/>
    <w:rsid w:val="00555003"/>
    <w:rsid w:val="005801E5"/>
    <w:rsid w:val="00587DBA"/>
    <w:rsid w:val="00590471"/>
    <w:rsid w:val="00592FA3"/>
    <w:rsid w:val="005C65F8"/>
    <w:rsid w:val="005D01FA"/>
    <w:rsid w:val="005D6B13"/>
    <w:rsid w:val="00610465"/>
    <w:rsid w:val="00647A4B"/>
    <w:rsid w:val="00653E75"/>
    <w:rsid w:val="006A19E5"/>
    <w:rsid w:val="006B6318"/>
    <w:rsid w:val="007443A0"/>
    <w:rsid w:val="00746C1D"/>
    <w:rsid w:val="007C1280"/>
    <w:rsid w:val="007F54A0"/>
    <w:rsid w:val="007F5B63"/>
    <w:rsid w:val="00803974"/>
    <w:rsid w:val="008044BB"/>
    <w:rsid w:val="00846CB9"/>
    <w:rsid w:val="008472E9"/>
    <w:rsid w:val="0085213D"/>
    <w:rsid w:val="008C2CFC"/>
    <w:rsid w:val="008F6E2E"/>
    <w:rsid w:val="009C2E65"/>
    <w:rsid w:val="00A23433"/>
    <w:rsid w:val="00B62156"/>
    <w:rsid w:val="00B6466C"/>
    <w:rsid w:val="00B74FA6"/>
    <w:rsid w:val="00BB07AE"/>
    <w:rsid w:val="00BF4D49"/>
    <w:rsid w:val="00C422FD"/>
    <w:rsid w:val="00C4452C"/>
    <w:rsid w:val="00C57C37"/>
    <w:rsid w:val="00CA495A"/>
    <w:rsid w:val="00CB7967"/>
    <w:rsid w:val="00CE1E3D"/>
    <w:rsid w:val="00CF0C80"/>
    <w:rsid w:val="00DF2F8A"/>
    <w:rsid w:val="00E04419"/>
    <w:rsid w:val="00E36633"/>
    <w:rsid w:val="00E5402A"/>
    <w:rsid w:val="00E75811"/>
    <w:rsid w:val="00E90A60"/>
    <w:rsid w:val="00EA7FD2"/>
    <w:rsid w:val="00EC37FB"/>
    <w:rsid w:val="00EE431D"/>
    <w:rsid w:val="00EE7E09"/>
    <w:rsid w:val="00F0223C"/>
    <w:rsid w:val="00F51250"/>
    <w:rsid w:val="00F84908"/>
    <w:rsid w:val="00FA37E0"/>
    <w:rsid w:val="00FE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1A46CF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sz w:val="22"/>
        <w:szCs w:val="22"/>
        <w:lang w:val="en-GB" w:eastAsia="en-US" w:bidi="ar-SA"/>
      </w:rPr>
    </w:rPrDefault>
    <w:pPrDefault>
      <w:pPr>
        <w:spacing w:after="22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47C4C"/>
  </w:style>
  <w:style w:type="paragraph" w:styleId="Heading1">
    <w:name w:val="heading 1"/>
    <w:basedOn w:val="Normal"/>
    <w:next w:val="Normal"/>
    <w:link w:val="Heading1Char"/>
    <w:uiPriority w:val="9"/>
    <w:qFormat/>
    <w:rsid w:val="009C2E65"/>
    <w:pPr>
      <w:kinsoku w:val="0"/>
      <w:overflowPunct w:val="0"/>
      <w:spacing w:before="240" w:after="120"/>
      <w:outlineLvl w:val="0"/>
    </w:pPr>
    <w:rPr>
      <w:rFonts w:asciiTheme="majorHAnsi" w:hAnsiTheme="majorHAnsi"/>
      <w:b/>
      <w:bCs/>
      <w:caps/>
      <w:color w:val="7F4F92" w:themeColor="accent2" w:themeShade="80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F51250"/>
    <w:pPr>
      <w:keepNext/>
      <w:kinsoku w:val="0"/>
      <w:overflowPunct w:val="0"/>
      <w:spacing w:after="0"/>
      <w:outlineLvl w:val="1"/>
    </w:pPr>
    <w:rPr>
      <w:rFonts w:asciiTheme="majorHAnsi" w:hAnsiTheme="majorHAnsi"/>
      <w:b/>
      <w:bCs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43A0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FFFFFF" w:themeColor="background1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sid w:val="00F0223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7E09"/>
    <w:rPr>
      <w:rFonts w:asciiTheme="minorHAnsi" w:hAnsiTheme="minorHAnsi" w:cs="Georgia"/>
    </w:rPr>
  </w:style>
  <w:style w:type="character" w:customStyle="1" w:styleId="Heading1Char">
    <w:name w:val="Heading 1 Char"/>
    <w:basedOn w:val="DefaultParagraphFont"/>
    <w:link w:val="Heading1"/>
    <w:uiPriority w:val="9"/>
    <w:rsid w:val="009C2E65"/>
    <w:rPr>
      <w:rFonts w:asciiTheme="majorHAnsi" w:hAnsiTheme="majorHAnsi"/>
      <w:b/>
      <w:bCs/>
      <w:caps/>
      <w:color w:val="7F4F92" w:themeColor="accent2" w:themeShade="80"/>
      <w:sz w:val="28"/>
      <w:szCs w:val="20"/>
    </w:rPr>
  </w:style>
  <w:style w:type="paragraph" w:styleId="ListParagraph">
    <w:name w:val="List Paragraph"/>
    <w:basedOn w:val="BodyText"/>
    <w:uiPriority w:val="1"/>
    <w:semiHidden/>
    <w:qFormat/>
    <w:rsid w:val="00F0223C"/>
    <w:pPr>
      <w:numPr>
        <w:numId w:val="2"/>
      </w:numPr>
      <w:spacing w:after="120"/>
    </w:pPr>
    <w:rPr>
      <w:szCs w:val="24"/>
    </w:rPr>
  </w:style>
  <w:style w:type="paragraph" w:styleId="Header">
    <w:name w:val="header"/>
    <w:basedOn w:val="Normal"/>
    <w:link w:val="HeaderChar"/>
    <w:uiPriority w:val="99"/>
    <w:semiHidden/>
    <w:rsid w:val="00BF4D49"/>
  </w:style>
  <w:style w:type="character" w:customStyle="1" w:styleId="HeaderChar">
    <w:name w:val="Header Char"/>
    <w:basedOn w:val="DefaultParagraphFont"/>
    <w:link w:val="Header"/>
    <w:uiPriority w:val="99"/>
    <w:semiHidden/>
    <w:rsid w:val="00BF4D49"/>
    <w:rPr>
      <w:rFonts w:asciiTheme="minorHAnsi" w:hAnsiTheme="minorHAnsi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BF4D49"/>
  </w:style>
  <w:style w:type="character" w:customStyle="1" w:styleId="FooterChar">
    <w:name w:val="Footer Char"/>
    <w:basedOn w:val="DefaultParagraphFont"/>
    <w:link w:val="Footer"/>
    <w:uiPriority w:val="99"/>
    <w:semiHidden/>
    <w:rsid w:val="00BF4D49"/>
    <w:rPr>
      <w:rFonts w:asciiTheme="minorHAnsi" w:hAnsiTheme="minorHAnsi" w:cs="Georgia"/>
      <w:sz w:val="22"/>
      <w:szCs w:val="22"/>
    </w:rPr>
  </w:style>
  <w:style w:type="table" w:styleId="TableGrid">
    <w:name w:val="Table Grid"/>
    <w:basedOn w:val="TableNormal"/>
    <w:uiPriority w:val="39"/>
    <w:rsid w:val="0059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52599"/>
    <w:pPr>
      <w:kinsoku w:val="0"/>
      <w:overflowPunct w:val="0"/>
      <w:spacing w:before="240" w:after="480"/>
    </w:pPr>
    <w:rPr>
      <w:rFonts w:asciiTheme="majorHAnsi" w:hAnsiTheme="majorHAnsi"/>
      <w:b/>
      <w:bCs/>
      <w:caps/>
      <w:sz w:val="52"/>
      <w:szCs w:val="42"/>
    </w:rPr>
  </w:style>
  <w:style w:type="character" w:customStyle="1" w:styleId="TitleChar">
    <w:name w:val="Title Char"/>
    <w:basedOn w:val="DefaultParagraphFont"/>
    <w:link w:val="Title"/>
    <w:uiPriority w:val="10"/>
    <w:rsid w:val="00152599"/>
    <w:rPr>
      <w:rFonts w:asciiTheme="majorHAnsi" w:hAnsiTheme="majorHAnsi"/>
      <w:b/>
      <w:bCs/>
      <w:caps/>
      <w:sz w:val="52"/>
      <w:szCs w:val="42"/>
    </w:rPr>
  </w:style>
  <w:style w:type="paragraph" w:customStyle="1" w:styleId="Information">
    <w:name w:val="Information"/>
    <w:basedOn w:val="Normal"/>
    <w:uiPriority w:val="1"/>
    <w:qFormat/>
    <w:rsid w:val="00437A10"/>
    <w:pPr>
      <w:kinsoku w:val="0"/>
      <w:overflowPunct w:val="0"/>
      <w:spacing w:before="4" w:after="0"/>
      <w:contextualSpacing/>
    </w:pPr>
    <w:rPr>
      <w:color w:val="FFFFFF" w:themeColor="background1"/>
      <w:szCs w:val="17"/>
    </w:rPr>
  </w:style>
  <w:style w:type="numbering" w:customStyle="1" w:styleId="BullettedList">
    <w:name w:val="Bulletted List"/>
    <w:uiPriority w:val="99"/>
    <w:rsid w:val="00F51250"/>
    <w:pPr>
      <w:numPr>
        <w:numId w:val="5"/>
      </w:numPr>
    </w:pPr>
  </w:style>
  <w:style w:type="character" w:styleId="Strong">
    <w:name w:val="Strong"/>
    <w:basedOn w:val="DefaultParagraphFont"/>
    <w:uiPriority w:val="22"/>
    <w:semiHidden/>
    <w:qFormat/>
    <w:rsid w:val="00F0223C"/>
    <w:rPr>
      <w:b/>
      <w:bCs/>
      <w:color w:val="FCEA10" w:themeColor="accent4"/>
    </w:rPr>
  </w:style>
  <w:style w:type="character" w:styleId="PlaceholderText">
    <w:name w:val="Placeholder Text"/>
    <w:basedOn w:val="DefaultParagraphFont"/>
    <w:uiPriority w:val="99"/>
    <w:semiHidden/>
    <w:rsid w:val="00222466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7443A0"/>
    <w:rPr>
      <w:rFonts w:asciiTheme="majorHAnsi" w:eastAsiaTheme="majorEastAsia" w:hAnsiTheme="majorHAnsi" w:cstheme="majorBidi"/>
      <w:b/>
      <w:caps/>
      <w:color w:val="FFFFFF" w:themeColor="background1"/>
      <w:sz w:val="28"/>
      <w:szCs w:val="24"/>
    </w:rPr>
  </w:style>
  <w:style w:type="paragraph" w:styleId="ListBullet2">
    <w:name w:val="List Bullet 2"/>
    <w:basedOn w:val="Normal"/>
    <w:uiPriority w:val="99"/>
    <w:semiHidden/>
    <w:unhideWhenUsed/>
    <w:rsid w:val="00F51250"/>
    <w:pPr>
      <w:numPr>
        <w:ilvl w:val="1"/>
        <w:numId w:val="5"/>
      </w:numPr>
      <w:contextualSpacing/>
    </w:pPr>
  </w:style>
  <w:style w:type="paragraph" w:styleId="NoSpacing">
    <w:name w:val="No Spacing"/>
    <w:basedOn w:val="Normal"/>
    <w:uiPriority w:val="1"/>
    <w:rsid w:val="00B6466C"/>
    <w:pPr>
      <w:widowControl w:val="0"/>
      <w:autoSpaceDE w:val="0"/>
      <w:autoSpaceDN w:val="0"/>
      <w:adjustRightInd w:val="0"/>
    </w:pPr>
    <w:rPr>
      <w:rFonts w:cs="Georgia"/>
      <w:sz w:val="8"/>
    </w:rPr>
  </w:style>
  <w:style w:type="character" w:customStyle="1" w:styleId="Heading2Char">
    <w:name w:val="Heading 2 Char"/>
    <w:basedOn w:val="DefaultParagraphFont"/>
    <w:link w:val="Heading2"/>
    <w:uiPriority w:val="9"/>
    <w:rsid w:val="00F51250"/>
    <w:rPr>
      <w:rFonts w:asciiTheme="majorHAnsi" w:hAnsiTheme="majorHAnsi"/>
      <w:b/>
      <w:bCs/>
      <w:szCs w:val="20"/>
    </w:rPr>
  </w:style>
  <w:style w:type="paragraph" w:styleId="ListBullet3">
    <w:name w:val="List Bullet 3"/>
    <w:basedOn w:val="Normal"/>
    <w:uiPriority w:val="99"/>
    <w:semiHidden/>
    <w:unhideWhenUsed/>
    <w:rsid w:val="00F51250"/>
    <w:pPr>
      <w:numPr>
        <w:ilvl w:val="2"/>
        <w:numId w:val="5"/>
      </w:numPr>
      <w:contextualSpacing/>
    </w:pPr>
  </w:style>
  <w:style w:type="paragraph" w:styleId="ListBullet">
    <w:name w:val="List Bullet"/>
    <w:basedOn w:val="Normal"/>
    <w:uiPriority w:val="99"/>
    <w:rsid w:val="00047D5E"/>
    <w:pPr>
      <w:numPr>
        <w:numId w:val="5"/>
      </w:numPr>
      <w:spacing w:after="120"/>
      <w:ind w:left="720"/>
    </w:pPr>
  </w:style>
  <w:style w:type="paragraph" w:styleId="ListBullet4">
    <w:name w:val="List Bullet 4"/>
    <w:basedOn w:val="Normal"/>
    <w:uiPriority w:val="99"/>
    <w:semiHidden/>
    <w:unhideWhenUsed/>
    <w:rsid w:val="00F51250"/>
    <w:pPr>
      <w:numPr>
        <w:ilvl w:val="3"/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51250"/>
    <w:pPr>
      <w:numPr>
        <w:ilvl w:val="4"/>
        <w:numId w:val="5"/>
      </w:numPr>
      <w:contextualSpacing/>
    </w:pPr>
  </w:style>
  <w:style w:type="character" w:customStyle="1" w:styleId="Greytext">
    <w:name w:val="Grey text"/>
    <w:basedOn w:val="DefaultParagraphFont"/>
    <w:uiPriority w:val="4"/>
    <w:semiHidden/>
    <w:qFormat/>
    <w:rsid w:val="00437A10"/>
    <w:rPr>
      <w:color w:val="808080" w:themeColor="background1" w:themeShade="80"/>
    </w:rPr>
  </w:style>
  <w:style w:type="paragraph" w:customStyle="1" w:styleId="Address">
    <w:name w:val="Address"/>
    <w:basedOn w:val="Normal"/>
    <w:qFormat/>
    <w:rsid w:val="00437A10"/>
    <w:pPr>
      <w:spacing w:after="840"/>
      <w:contextualSpacing/>
    </w:pPr>
    <w:rPr>
      <w:rFonts w:eastAsiaTheme="minorEastAsia" w:cstheme="minorBidi"/>
      <w:lang w:eastAsia="ja-JP"/>
    </w:rPr>
  </w:style>
  <w:style w:type="character" w:styleId="Hyperlink">
    <w:name w:val="Hyperlink"/>
    <w:basedOn w:val="DefaultParagraphFont"/>
    <w:uiPriority w:val="99"/>
    <w:unhideWhenUsed/>
    <w:rsid w:val="00447C4C"/>
    <w:rPr>
      <w:color w:val="0070C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20" Type="http://schemas.openxmlformats.org/officeDocument/2006/relationships/image" Target="media/image10.sv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aroo\AppData\Roaming\Microsoft\Templates\Playful%20business%20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7DA88AE5AF94DB6AB66F2C962588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C86364-6D7A-4228-86C6-16FEA6EDD5AF}"/>
      </w:docPartPr>
      <w:docPartBody>
        <w:p w:rsidR="00000000" w:rsidRDefault="00000000">
          <w:pPr>
            <w:pStyle w:val="17DA88AE5AF94DB6AB66F2C962588040"/>
          </w:pPr>
          <w:r w:rsidRPr="00152599">
            <w:t>DIAN NUGRAHA</w:t>
          </w:r>
        </w:p>
      </w:docPartBody>
    </w:docPart>
    <w:docPart>
      <w:docPartPr>
        <w:name w:val="A70AE2190BE845C69308758CC2359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E03770-6446-4454-857C-7BC980922684}"/>
      </w:docPartPr>
      <w:docPartBody>
        <w:p w:rsidR="00000000" w:rsidRDefault="00000000">
          <w:pPr>
            <w:pStyle w:val="A70AE2190BE845C69308758CC235976C"/>
          </w:pPr>
          <w:r w:rsidRPr="000F7D04">
            <w:t>Experience</w:t>
          </w:r>
        </w:p>
      </w:docPartBody>
    </w:docPart>
    <w:docPart>
      <w:docPartPr>
        <w:name w:val="AB88580ABA324C09B100FD7AE0F6A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9654B-EB7C-44F4-B867-63256E119C04}"/>
      </w:docPartPr>
      <w:docPartBody>
        <w:p w:rsidR="00000000" w:rsidRDefault="00000000">
          <w:pPr>
            <w:pStyle w:val="AB88580ABA324C09B100FD7AE0F6AE20"/>
          </w:pPr>
          <w:r>
            <w:t>Dec 20XX–Jan 20XX</w:t>
          </w:r>
        </w:p>
      </w:docPartBody>
    </w:docPart>
    <w:docPart>
      <w:docPartPr>
        <w:name w:val="F17D15717DBF4BFB83BEA9B1CF909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0F628-2B5B-4E8C-8DC1-3BFFFE239977}"/>
      </w:docPartPr>
      <w:docPartBody>
        <w:p w:rsidR="00000000" w:rsidRDefault="00000000">
          <w:pPr>
            <w:pStyle w:val="F17D15717DBF4BFB83BEA9B1CF909F04"/>
          </w:pPr>
          <w:r>
            <w:t>Office Manager</w:t>
          </w:r>
        </w:p>
      </w:docPartBody>
    </w:docPart>
    <w:docPart>
      <w:docPartPr>
        <w:name w:val="FECB7FA299194A578110DAF21106D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F3ADF-B790-40CC-A5CA-FD84B7C532D5}"/>
      </w:docPartPr>
      <w:docPartBody>
        <w:p w:rsidR="00000000" w:rsidRDefault="00000000">
          <w:pPr>
            <w:pStyle w:val="FECB7FA299194A578110DAF21106DB9D"/>
          </w:pPr>
          <w:r>
            <w:t>Northwind Traders</w:t>
          </w:r>
        </w:p>
      </w:docPartBody>
    </w:docPart>
    <w:docPart>
      <w:docPartPr>
        <w:name w:val="3DEA7C0369A44ED9BBAFD1F77CA9F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370EA-9897-40FF-9A43-F0BBF30A2C76}"/>
      </w:docPartPr>
      <w:docPartBody>
        <w:p w:rsidR="00000000" w:rsidRDefault="00000000">
          <w:pPr>
            <w:pStyle w:val="3DEA7C0369A44ED9BBAFD1F77CA9FCB3"/>
          </w:pPr>
          <w:r>
            <w:t>Feb 20XX–Dec 20XX</w:t>
          </w:r>
        </w:p>
      </w:docPartBody>
    </w:docPart>
    <w:docPart>
      <w:docPartPr>
        <w:name w:val="822D2BD47C494EBF87000C143E65E4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81B26-5744-405A-B3B7-16AFF47674DC}"/>
      </w:docPartPr>
      <w:docPartBody>
        <w:p w:rsidR="00000000" w:rsidRDefault="00000000">
          <w:pPr>
            <w:pStyle w:val="822D2BD47C494EBF87000C143E65E4DE"/>
          </w:pPr>
          <w:r>
            <w:t>Administrative Assistant</w:t>
          </w:r>
        </w:p>
      </w:docPartBody>
    </w:docPart>
    <w:docPart>
      <w:docPartPr>
        <w:name w:val="B5E45AB96B124270AC8028567677B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332EB-32FB-453E-9279-9BB4DE5D5CA7}"/>
      </w:docPartPr>
      <w:docPartBody>
        <w:p w:rsidR="00000000" w:rsidRDefault="00000000">
          <w:pPr>
            <w:pStyle w:val="B5E45AB96B124270AC8028567677B987"/>
          </w:pPr>
          <w:r>
            <w:t>Wide World Importers</w:t>
          </w:r>
        </w:p>
      </w:docPartBody>
    </w:docPart>
    <w:docPart>
      <w:docPartPr>
        <w:name w:val="8359361B3C4548E5B920E7F3DC91AC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1366D-EA33-4C38-A79B-FEBD065F8874}"/>
      </w:docPartPr>
      <w:docPartBody>
        <w:p w:rsidR="00000000" w:rsidRDefault="00000000">
          <w:pPr>
            <w:pStyle w:val="8359361B3C4548E5B920E7F3DC91ACE9"/>
          </w:pPr>
          <w:r>
            <w:t>Mar 20XX–Feb 20XX</w:t>
          </w:r>
        </w:p>
      </w:docPartBody>
    </w:docPart>
    <w:docPart>
      <w:docPartPr>
        <w:name w:val="1570348B2A054D66A213D4C76E56E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70D49-4830-4972-8578-B2584E3B4913}"/>
      </w:docPartPr>
      <w:docPartBody>
        <w:p w:rsidR="00000000" w:rsidRDefault="00000000">
          <w:pPr>
            <w:pStyle w:val="1570348B2A054D66A213D4C76E56E0A6"/>
          </w:pPr>
          <w:r>
            <w:t>Office Intern</w:t>
          </w:r>
        </w:p>
      </w:docPartBody>
    </w:docPart>
    <w:docPart>
      <w:docPartPr>
        <w:name w:val="6E88C0C49DE4429DA799CEB53C3FA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52A9D-789F-45C7-B928-4A07B34825E1}"/>
      </w:docPartPr>
      <w:docPartBody>
        <w:p w:rsidR="00000000" w:rsidRDefault="00000000">
          <w:pPr>
            <w:pStyle w:val="6E88C0C49DE4429DA799CEB53C3FA4FC"/>
          </w:pPr>
          <w:r>
            <w:t>Olson Harris, Ltd.</w:t>
          </w:r>
        </w:p>
      </w:docPartBody>
    </w:docPart>
    <w:docPart>
      <w:docPartPr>
        <w:name w:val="567C4DCFEFBA449EB010DBD396E698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60BD1-9B8B-42A0-A6D5-04C3A37DAE01}"/>
      </w:docPartPr>
      <w:docPartBody>
        <w:p w:rsidR="00000000" w:rsidRDefault="00000000">
          <w:pPr>
            <w:pStyle w:val="567C4DCFEFBA449EB010DBD396E69844"/>
          </w:pPr>
          <w:r w:rsidRPr="00535339">
            <w:t>Developed and implemented office policies and procedures to improve office efficiency and reduce costs.</w:t>
          </w:r>
        </w:p>
      </w:docPartBody>
    </w:docPart>
    <w:docPart>
      <w:docPartPr>
        <w:name w:val="75C547B318E849DABC819D750E01D9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3BE6C-C022-40E4-ABBE-506DD9599B2D}"/>
      </w:docPartPr>
      <w:docPartBody>
        <w:p w:rsidR="00000000" w:rsidRDefault="00000000">
          <w:pPr>
            <w:pStyle w:val="75C547B318E849DABC819D750E01D9F8"/>
          </w:pPr>
          <w:r w:rsidRPr="000F7D04">
            <w:t>Education</w:t>
          </w:r>
        </w:p>
      </w:docPartBody>
    </w:docPart>
    <w:docPart>
      <w:docPartPr>
        <w:name w:val="FA171596B4E64AF59E565C1DC8E99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A7C94-0A45-4989-96B0-4B24581B998B}"/>
      </w:docPartPr>
      <w:docPartBody>
        <w:p w:rsidR="00000000" w:rsidRDefault="00000000">
          <w:pPr>
            <w:pStyle w:val="FA171596B4E64AF59E565C1DC8E9936F"/>
          </w:pPr>
          <w:r>
            <w:t>Bellows College</w:t>
          </w:r>
          <w:r w:rsidRPr="00F51250">
            <w:t xml:space="preserve">, </w:t>
          </w:r>
          <w:r>
            <w:t>Berkeley, CA</w:t>
          </w:r>
        </w:p>
      </w:docPartBody>
    </w:docPart>
    <w:docPart>
      <w:docPartPr>
        <w:name w:val="0EAD39AB73454BADA6538E443FBA7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33939-7FCD-43CC-8425-5B9039DAEB35}"/>
      </w:docPartPr>
      <w:docPartBody>
        <w:p w:rsidR="00000000" w:rsidRDefault="00000000">
          <w:pPr>
            <w:pStyle w:val="0EAD39AB73454BADA6538E443FBA7107"/>
          </w:pPr>
          <w:r w:rsidRPr="00ED788A">
            <w:t>Bachelor of Science in Business Administration</w:t>
          </w:r>
          <w:r>
            <w:t>, 20XX</w:t>
          </w:r>
        </w:p>
      </w:docPartBody>
    </w:docPart>
    <w:docPart>
      <w:docPartPr>
        <w:name w:val="4696FCFC376C413195092009CF633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59F1C-48FC-4204-A844-F3A45C19D56A}"/>
      </w:docPartPr>
      <w:docPartBody>
        <w:p w:rsidR="00000000" w:rsidRDefault="00000000">
          <w:pPr>
            <w:pStyle w:val="4696FCFC376C413195092009CF633CB4"/>
          </w:pPr>
          <w:r w:rsidRPr="000F7D04">
            <w:t>Communication</w:t>
          </w:r>
        </w:p>
      </w:docPartBody>
    </w:docPart>
    <w:docPart>
      <w:docPartPr>
        <w:name w:val="AF347B09C72141FB8FEEDD47C82DD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906472-643D-4972-BAE7-F1B1C7188EEA}"/>
      </w:docPartPr>
      <w:docPartBody>
        <w:p w:rsidR="00000000" w:rsidRDefault="00000000">
          <w:pPr>
            <w:pStyle w:val="AF347B09C72141FB8FEEDD47C82DD9FE"/>
          </w:pPr>
          <w:r w:rsidRPr="004B72A7">
            <w:t>As an office manager, I have honed my communication skills through years of experience in verbal and written communication with clients, vendors, and team members. I have extensive experience in creating and delivering presentations, preparing and responding to business correspondence, and ensuring effective communication throughout the office.</w:t>
          </w:r>
        </w:p>
      </w:docPartBody>
    </w:docPart>
    <w:docPart>
      <w:docPartPr>
        <w:name w:val="6D93BD45DEDA4C41B79639ED4D156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569BB-5CB0-4B98-94BF-BE8E77BE145A}"/>
      </w:docPartPr>
      <w:docPartBody>
        <w:p w:rsidR="00000000" w:rsidRDefault="00000000">
          <w:pPr>
            <w:pStyle w:val="6D93BD45DEDA4C41B79639ED4D15640B"/>
          </w:pPr>
          <w:r w:rsidRPr="000F7D04">
            <w:t>Leadership</w:t>
          </w:r>
        </w:p>
      </w:docPartBody>
    </w:docPart>
    <w:docPart>
      <w:docPartPr>
        <w:name w:val="E37DCC39E6794630A031FAA46C4A9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12E392-5A5D-4527-9487-5265B5CB03F5}"/>
      </w:docPartPr>
      <w:docPartBody>
        <w:p w:rsidR="00000000" w:rsidRDefault="00000000">
          <w:pPr>
            <w:pStyle w:val="E37DCC39E6794630A031FAA46C4A9C58"/>
          </w:pPr>
          <w:r w:rsidRPr="00B548F1">
            <w:t xml:space="preserve">I have demonstrated strong leadership skills in managing a team of administrative staff and supervising daily office operations. I have experience in providing guidance and support to staff, setting performance expectations and providing feedback, and </w:t>
          </w:r>
          <w:r>
            <w:t>addressing issues as they arise</w:t>
          </w:r>
          <w:r w:rsidRPr="00B548F1">
            <w:t>.</w:t>
          </w:r>
        </w:p>
      </w:docPartBody>
    </w:docPart>
    <w:docPart>
      <w:docPartPr>
        <w:name w:val="DEADBC8918C84CC588BDBBBD54B42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219C4-32C4-40E2-8252-2EF8F053F89D}"/>
      </w:docPartPr>
      <w:docPartBody>
        <w:p w:rsidR="00000000" w:rsidRDefault="00000000">
          <w:pPr>
            <w:pStyle w:val="DEADBC8918C84CC588BDBBBD54B424AA"/>
          </w:pPr>
          <w:r w:rsidRPr="000F7D04">
            <w:t>References</w:t>
          </w:r>
        </w:p>
      </w:docPartBody>
    </w:docPart>
    <w:docPart>
      <w:docPartPr>
        <w:name w:val="6EDBD375AE6947EEBA3A814449F23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04EA4-26A8-452F-85E9-CD6BF6540F85}"/>
      </w:docPartPr>
      <w:docPartBody>
        <w:p w:rsidR="00000000" w:rsidRDefault="00000000">
          <w:pPr>
            <w:pStyle w:val="6EDBD375AE6947EEBA3A814449F23D18"/>
          </w:pPr>
          <w:r w:rsidRPr="00B548F1">
            <w:t>Available upon request.</w:t>
          </w:r>
        </w:p>
      </w:docPartBody>
    </w:docPart>
    <w:docPart>
      <w:docPartPr>
        <w:name w:val="CACA510E35AF4168B63AA9A6247E1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8A868-99F1-4751-8172-CA64DB723BD5}"/>
      </w:docPartPr>
      <w:docPartBody>
        <w:p w:rsidR="00000000" w:rsidRPr="00071E84" w:rsidRDefault="00000000" w:rsidP="00312C60">
          <w:pPr>
            <w:pStyle w:val="Information"/>
          </w:pPr>
          <w:r>
            <w:t>210 Stars Ave</w:t>
          </w:r>
        </w:p>
        <w:p w:rsidR="00000000" w:rsidRDefault="00000000">
          <w:pPr>
            <w:pStyle w:val="CACA510E35AF4168B63AA9A6247E18F9"/>
          </w:pPr>
          <w:r>
            <w:t>Berkeley, CA 78910</w:t>
          </w:r>
        </w:p>
      </w:docPartBody>
    </w:docPart>
    <w:docPart>
      <w:docPartPr>
        <w:name w:val="BC5629F821A04DA0A4A14652290F6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E6979-2C9F-4BC9-B0EA-189F57A50560}"/>
      </w:docPartPr>
      <w:docPartBody>
        <w:p w:rsidR="00000000" w:rsidRDefault="00000000">
          <w:pPr>
            <w:pStyle w:val="BC5629F821A04DA0A4A14652290F6169"/>
          </w:pPr>
          <w:r>
            <w:t>808.555.0118</w:t>
          </w:r>
        </w:p>
      </w:docPartBody>
    </w:docPart>
    <w:docPart>
      <w:docPartPr>
        <w:name w:val="D85A6B5F5EA74BC997B240382830C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96AF6-C4CB-4597-9536-8B05E45F6579}"/>
      </w:docPartPr>
      <w:docPartBody>
        <w:p w:rsidR="00000000" w:rsidRDefault="00000000">
          <w:pPr>
            <w:pStyle w:val="D85A6B5F5EA74BC997B240382830CAE1"/>
          </w:pPr>
          <w:r w:rsidRPr="00100F27">
            <w:t>dian@example.com</w:t>
          </w:r>
        </w:p>
      </w:docPartBody>
    </w:docPart>
    <w:docPart>
      <w:docPartPr>
        <w:name w:val="3ECD950998774F1BBCAF35620B993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C58A2-8794-494B-B8BF-7F556E9863D7}"/>
      </w:docPartPr>
      <w:docPartBody>
        <w:p w:rsidR="00000000" w:rsidRDefault="00000000">
          <w:pPr>
            <w:pStyle w:val="3ECD950998774F1BBCAF35620B99318A"/>
          </w:pPr>
          <w:r>
            <w:t>www.greatsiteaddress.com</w:t>
          </w:r>
        </w:p>
      </w:docPartBody>
    </w:docPart>
    <w:docPart>
      <w:docPartPr>
        <w:name w:val="BB3CE36802494E9CB6A8ECA0BBE99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449B9-845C-46F1-868B-C7D53361A09E}"/>
      </w:docPartPr>
      <w:docPartBody>
        <w:p w:rsidR="00000000" w:rsidRDefault="00000000">
          <w:pPr>
            <w:pStyle w:val="BB3CE36802494E9CB6A8ECA0BBE99B9F"/>
          </w:pPr>
          <w:r>
            <w:t>Objective</w:t>
          </w:r>
        </w:p>
      </w:docPartBody>
    </w:docPart>
    <w:docPart>
      <w:docPartPr>
        <w:name w:val="6DB65962810949E09C44C932395C7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C76CD-2C78-4412-93E4-410224CE4170}"/>
      </w:docPartPr>
      <w:docPartBody>
        <w:p w:rsidR="00000000" w:rsidRDefault="00000000">
          <w:pPr>
            <w:pStyle w:val="6DB65962810949E09C44C932395C7EF9"/>
          </w:pPr>
          <w:r w:rsidRPr="002D3B2D">
            <w:t>Office Manager with 5 years of experience in managing administrative tasks, seeking a challenging position to leverage organizational, communication, and leadership skills to streamline office operations and support business growth.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F1E"/>
    <w:rsid w:val="00381F1E"/>
    <w:rsid w:val="00CF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PK" w:eastAsia="en-P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DA88AE5AF94DB6AB66F2C962588040">
    <w:name w:val="17DA88AE5AF94DB6AB66F2C962588040"/>
  </w:style>
  <w:style w:type="paragraph" w:customStyle="1" w:styleId="A70AE2190BE845C69308758CC235976C">
    <w:name w:val="A70AE2190BE845C69308758CC235976C"/>
  </w:style>
  <w:style w:type="paragraph" w:customStyle="1" w:styleId="AB88580ABA324C09B100FD7AE0F6AE20">
    <w:name w:val="AB88580ABA324C09B100FD7AE0F6AE20"/>
  </w:style>
  <w:style w:type="paragraph" w:customStyle="1" w:styleId="F17D15717DBF4BFB83BEA9B1CF909F04">
    <w:name w:val="F17D15717DBF4BFB83BEA9B1CF909F04"/>
  </w:style>
  <w:style w:type="paragraph" w:customStyle="1" w:styleId="FECB7FA299194A578110DAF21106DB9D">
    <w:name w:val="FECB7FA299194A578110DAF21106DB9D"/>
  </w:style>
  <w:style w:type="paragraph" w:customStyle="1" w:styleId="3DEA7C0369A44ED9BBAFD1F77CA9FCB3">
    <w:name w:val="3DEA7C0369A44ED9BBAFD1F77CA9FCB3"/>
  </w:style>
  <w:style w:type="paragraph" w:customStyle="1" w:styleId="822D2BD47C494EBF87000C143E65E4DE">
    <w:name w:val="822D2BD47C494EBF87000C143E65E4DE"/>
  </w:style>
  <w:style w:type="paragraph" w:customStyle="1" w:styleId="B5E45AB96B124270AC8028567677B987">
    <w:name w:val="B5E45AB96B124270AC8028567677B987"/>
  </w:style>
  <w:style w:type="paragraph" w:customStyle="1" w:styleId="8359361B3C4548E5B920E7F3DC91ACE9">
    <w:name w:val="8359361B3C4548E5B920E7F3DC91ACE9"/>
  </w:style>
  <w:style w:type="paragraph" w:customStyle="1" w:styleId="1570348B2A054D66A213D4C76E56E0A6">
    <w:name w:val="1570348B2A054D66A213D4C76E56E0A6"/>
  </w:style>
  <w:style w:type="paragraph" w:customStyle="1" w:styleId="6E88C0C49DE4429DA799CEB53C3FA4FC">
    <w:name w:val="6E88C0C49DE4429DA799CEB53C3FA4FC"/>
  </w:style>
  <w:style w:type="paragraph" w:customStyle="1" w:styleId="567C4DCFEFBA449EB010DBD396E69844">
    <w:name w:val="567C4DCFEFBA449EB010DBD396E69844"/>
  </w:style>
  <w:style w:type="paragraph" w:customStyle="1" w:styleId="75C547B318E849DABC819D750E01D9F8">
    <w:name w:val="75C547B318E849DABC819D750E01D9F8"/>
  </w:style>
  <w:style w:type="paragraph" w:customStyle="1" w:styleId="FA171596B4E64AF59E565C1DC8E9936F">
    <w:name w:val="FA171596B4E64AF59E565C1DC8E9936F"/>
  </w:style>
  <w:style w:type="paragraph" w:customStyle="1" w:styleId="0EAD39AB73454BADA6538E443FBA7107">
    <w:name w:val="0EAD39AB73454BADA6538E443FBA7107"/>
  </w:style>
  <w:style w:type="paragraph" w:customStyle="1" w:styleId="4696FCFC376C413195092009CF633CB4">
    <w:name w:val="4696FCFC376C413195092009CF633CB4"/>
  </w:style>
  <w:style w:type="paragraph" w:customStyle="1" w:styleId="AF347B09C72141FB8FEEDD47C82DD9FE">
    <w:name w:val="AF347B09C72141FB8FEEDD47C82DD9FE"/>
  </w:style>
  <w:style w:type="paragraph" w:customStyle="1" w:styleId="6D93BD45DEDA4C41B79639ED4D15640B">
    <w:name w:val="6D93BD45DEDA4C41B79639ED4D15640B"/>
  </w:style>
  <w:style w:type="paragraph" w:customStyle="1" w:styleId="E37DCC39E6794630A031FAA46C4A9C58">
    <w:name w:val="E37DCC39E6794630A031FAA46C4A9C58"/>
  </w:style>
  <w:style w:type="paragraph" w:customStyle="1" w:styleId="DEADBC8918C84CC588BDBBBD54B424AA">
    <w:name w:val="DEADBC8918C84CC588BDBBBD54B424AA"/>
  </w:style>
  <w:style w:type="paragraph" w:customStyle="1" w:styleId="6EDBD375AE6947EEBA3A814449F23D18">
    <w:name w:val="6EDBD375AE6947EEBA3A814449F23D18"/>
  </w:style>
  <w:style w:type="paragraph" w:customStyle="1" w:styleId="Information">
    <w:name w:val="Information"/>
    <w:basedOn w:val="Normal"/>
    <w:uiPriority w:val="1"/>
    <w:qFormat/>
    <w:pPr>
      <w:kinsoku w:val="0"/>
      <w:overflowPunct w:val="0"/>
      <w:spacing w:before="4" w:after="0" w:line="240" w:lineRule="auto"/>
      <w:contextualSpacing/>
    </w:pPr>
    <w:rPr>
      <w:rFonts w:eastAsia="Times New Roman" w:cs="Times New Roman"/>
      <w:color w:val="FFFFFF" w:themeColor="background1"/>
      <w:kern w:val="0"/>
      <w:sz w:val="22"/>
      <w:szCs w:val="17"/>
      <w:lang w:val="en-GB" w:eastAsia="en-US"/>
      <w14:ligatures w14:val="none"/>
    </w:rPr>
  </w:style>
  <w:style w:type="paragraph" w:customStyle="1" w:styleId="CACA510E35AF4168B63AA9A6247E18F9">
    <w:name w:val="CACA510E35AF4168B63AA9A6247E18F9"/>
  </w:style>
  <w:style w:type="paragraph" w:customStyle="1" w:styleId="BC5629F821A04DA0A4A14652290F6169">
    <w:name w:val="BC5629F821A04DA0A4A14652290F6169"/>
  </w:style>
  <w:style w:type="paragraph" w:customStyle="1" w:styleId="D85A6B5F5EA74BC997B240382830CAE1">
    <w:name w:val="D85A6B5F5EA74BC997B240382830CAE1"/>
  </w:style>
  <w:style w:type="paragraph" w:customStyle="1" w:styleId="3ECD950998774F1BBCAF35620B99318A">
    <w:name w:val="3ECD950998774F1BBCAF35620B99318A"/>
  </w:style>
  <w:style w:type="paragraph" w:customStyle="1" w:styleId="BB3CE36802494E9CB6A8ECA0BBE99B9F">
    <w:name w:val="BB3CE36802494E9CB6A8ECA0BBE99B9F"/>
  </w:style>
  <w:style w:type="paragraph" w:customStyle="1" w:styleId="6DB65962810949E09C44C932395C7EF9">
    <w:name w:val="6DB65962810949E09C44C932395C7E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StoneSet">
  <a:themeElements>
    <a:clrScheme name="Label LS2-05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0F3344"/>
      </a:accent1>
      <a:accent2>
        <a:srgbClr val="E5D8EA"/>
      </a:accent2>
      <a:accent3>
        <a:srgbClr val="F8C4D7"/>
      </a:accent3>
      <a:accent4>
        <a:srgbClr val="FCEA10"/>
      </a:accent4>
      <a:accent5>
        <a:srgbClr val="FFFFFF"/>
      </a:accent5>
      <a:accent6>
        <a:srgbClr val="FFFFFF"/>
      </a:accent6>
      <a:hlink>
        <a:srgbClr val="0070C0"/>
      </a:hlink>
      <a:folHlink>
        <a:srgbClr val="FF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toneSet" id="{F2BFEA35-E3A2-864B-9B31-47C3D98EAA98}" vid="{CDA613A3-2608-854A-9071-CC13B290F31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1B607B-226D-432A-AD44-DD2183872D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D35BEFB9-D271-4F27-ADE0-480D3FB2E3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E59356-E76B-4592-99E4-FB8944A79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EFFE3-A260-42A3-AC2B-460CB2838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Playful business resume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2025-01-08T17:00:00Z</dcterms:created>
  <dcterms:modified xsi:type="dcterms:W3CDTF">2025-01-08T17:00:00Z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