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409F" w14:textId="77777777" w:rsidR="000C5405" w:rsidRPr="000C5405" w:rsidRDefault="000C5405">
      <w:pPr>
        <w:rPr>
          <w:sz w:val="16"/>
          <w:szCs w:val="16"/>
        </w:rPr>
      </w:pPr>
      <w:r w:rsidRPr="006B41B4">
        <w:rPr>
          <w:noProof/>
          <w:lang w:eastAsia="en-AU"/>
        </w:rPr>
        <mc:AlternateContent>
          <mc:Choice Requires="wps">
            <w:drawing>
              <wp:anchor distT="0" distB="0" distL="114300" distR="114300" simplePos="0" relativeHeight="251659264" behindDoc="1" locked="1" layoutInCell="1" allowOverlap="1" wp14:anchorId="361A0244" wp14:editId="1ED5BF86">
                <wp:simplePos x="0" y="0"/>
                <wp:positionH relativeFrom="page">
                  <wp:posOffset>228600</wp:posOffset>
                </wp:positionH>
                <wp:positionV relativeFrom="paragraph">
                  <wp:posOffset>126365</wp:posOffset>
                </wp:positionV>
                <wp:extent cx="3004820" cy="9466580"/>
                <wp:effectExtent l="0" t="0" r="0" b="3175"/>
                <wp:wrapNone/>
                <wp:docPr id="4" name="Manual Input 4" descr="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004820" cy="9466580"/>
                        </a:xfrm>
                        <a:prstGeom prst="flowChartManualInput">
                          <a:avLst/>
                        </a:prstGeom>
                        <a:solidFill>
                          <a:schemeClr val="accent1">
                            <a:lumMod val="20000"/>
                            <a:lumOff val="80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40500</wp14:pctWidth>
                </wp14:sizeRelH>
                <wp14:sizeRelV relativeFrom="page">
                  <wp14:pctHeight>94100</wp14:pctHeight>
                </wp14:sizeRelV>
              </wp:anchor>
            </w:drawing>
          </mc:Choice>
          <mc:Fallback>
            <w:pict>
              <v:shapetype w14:anchorId="3055812D" id="_x0000_t118" coordsize="21600,21600" o:spt="118" path="m,4292l21600,r,21600l,21600xe">
                <v:stroke joinstyle="miter"/>
                <v:path gradientshapeok="t" o:connecttype="custom" o:connectlocs="10800,2146;0,10800;10800,21600;21600,10800" textboxrect="0,4291,21600,21600"/>
              </v:shapetype>
              <v:shape id="Manual Input 4" o:spid="_x0000_s1026" type="#_x0000_t118" alt="Decorative" style="position:absolute;margin-left:18pt;margin-top:9.95pt;width:236.6pt;height:745.4pt;z-index:-251657216;visibility:visible;mso-wrap-style:square;mso-width-percent:405;mso-height-percent:941;mso-wrap-distance-left:9pt;mso-wrap-distance-top:0;mso-wrap-distance-right:9pt;mso-wrap-distance-bottom:0;mso-position-horizontal:absolute;mso-position-horizontal-relative:page;mso-position-vertical:absolute;mso-position-vertical-relative:text;mso-width-percent:405;mso-height-percent:941;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" fillcolor="#eaf4d7 [660]" stroked="f" strokeweight="1pt">
                <w10:wrap anchorx="page"/>
                <w10:anchorlock/>
              </v:shape>
            </w:pict>
          </mc:Fallback>
        </mc:AlternateContent>
      </w:r>
    </w:p>
    <w:tbl>
      <w:tblPr>
        <w:tblW w:w="5010" w:type="pct"/>
        <w:tblLayout w:type="fixed"/>
        <w:tblCellMar>
          <w:left w:w="115" w:type="dxa"/>
          <w:right w:w="115" w:type="dxa"/>
        </w:tblCellMar>
        <w:tblLook w:val="04A0" w:firstRow="1" w:lastRow="0" w:firstColumn="1" w:lastColumn="0" w:noHBand="0" w:noVBand="1"/>
      </w:tblPr>
      <w:tblGrid>
        <w:gridCol w:w="4421"/>
        <w:gridCol w:w="504"/>
        <w:gridCol w:w="6618"/>
      </w:tblGrid>
      <w:tr w:rsidR="006D409C" w14:paraId="5CA53D57" w14:textId="77777777" w:rsidTr="1F497AB5">
        <w:trPr>
          <w:trHeight w:val="1080"/>
        </w:trPr>
        <w:tc>
          <w:tcPr>
            <w:tcW w:w="4421" w:type="dxa"/>
            <w:vMerge w:val="restart"/>
            <w:tcMar>
              <w:left w:w="360" w:type="dxa"/>
            </w:tcMar>
            <w:vAlign w:val="bottom"/>
          </w:tcPr>
          <w:p w14:paraId="4C0EE0F0" w14:textId="77777777" w:rsidR="006D409C" w:rsidRPr="006B41B4" w:rsidRDefault="006D409C" w:rsidP="006D409C">
            <w:pPr>
              <w:tabs>
                <w:tab w:val="left" w:pos="990"/>
              </w:tabs>
              <w:jc w:val="center"/>
            </w:pPr>
            <w:r w:rsidRPr="006B41B4">
              <w:rPr>
                <w:noProof/>
                <w:lang w:eastAsia="en-AU"/>
              </w:rPr>
              <mc:AlternateContent>
                <mc:Choice Requires="wps">
                  <w:drawing>
                    <wp:inline distT="0" distB="0" distL="0" distR="0" wp14:anchorId="092142D6" wp14:editId="5C0DC656">
                      <wp:extent cx="2262251" cy="2262251"/>
                      <wp:effectExtent l="38100" t="38100" r="62230" b="62230"/>
                      <wp:docPr id="53" name="Diamond 53" descr="Headshot of woman"/>
                      <wp:cNvGraphicFramePr/>
                      <a:graphic xmlns:a="http://schemas.openxmlformats.org/drawingml/2006/main">
                        <a:graphicData uri="http://schemas.microsoft.com/office/word/2010/wordprocessingShape">
                          <wps:wsp>
                            <wps:cNvSpPr/>
                            <wps:spPr>
                              <a:xfrm>
                                <a:off x="0" y="0"/>
                                <a:ext cx="2262251" cy="2262251"/>
                              </a:xfrm>
                              <a:prstGeom prst="diamond">
                                <a:avLst/>
                              </a:prstGeom>
                              <a:blipFill>
                                <a:blip r:embed="rId10" cstate="print">
                                  <a:extLst>
                                    <a:ext uri="{28A0092B-C50C-407E-A947-70E740481C1C}">
                                      <a14:useLocalDpi xmlns:a14="http://schemas.microsoft.com/office/drawing/2010/main"/>
                                    </a:ext>
                                  </a:extLst>
                                </a:blip>
                                <a:srcRect/>
                                <a:stretch>
                                  <a:fillRect/>
                                </a:stretch>
                              </a:blipFill>
                              <a:ln w="63500" cmpd="sng">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191EB6F7" id="_x0000_t4" coordsize="21600,21600" o:spt="4" path="m10800,l,10800,10800,21600,21600,10800xe">
                      <v:stroke joinstyle="miter"/>
                      <v:path gradientshapeok="t" o:connecttype="rect" textboxrect="5400,5400,16200,16200"/>
                    </v:shapetype>
                    <v:shape id="Diamond 53" o:spid="_x0000_s1026" type="#_x0000_t4" alt="Headshot of woman" style="width:178.15pt;height:178.15pt;visibility:visible;mso-wrap-style:square;mso-left-percent:-10001;mso-top-percent:-10001;mso-position-horizontal:absolute;mso-position-horizontal-relative:char;mso-position-vertical:absolute;mso-position-vertical-relative:line;mso-left-percent:-10001;mso-top-percent:-10001;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" strokecolor="#99cb38 [3204]" strokeweight="5pt">
                      <v:fill r:id="rId11" o:title="Headshot of woman" recolor="t" rotate="t" type="frame"/>
                      <w10:anchorlock/>
                    </v:shape>
                  </w:pict>
                </mc:Fallback>
              </mc:AlternateContent>
            </w:r>
          </w:p>
        </w:tc>
        <w:tc>
          <w:tcPr>
            <w:tcW w:w="504" w:type="dxa"/>
            <w:shd w:val="clear" w:color="auto" w:fill="31521B" w:themeFill="accent2" w:themeFillShade="80"/>
          </w:tcPr>
          <w:p w14:paraId="71D83478" w14:textId="77777777" w:rsidR="006D409C" w:rsidRDefault="006D409C" w:rsidP="006D409C">
            <w:pPr>
              <w:tabs>
                <w:tab w:val="left" w:pos="990"/>
              </w:tabs>
            </w:pPr>
          </w:p>
        </w:tc>
        <w:tc>
          <w:tcPr>
            <w:tcW w:w="6618" w:type="dxa"/>
            <w:shd w:val="clear" w:color="auto" w:fill="31521B" w:themeFill="accent2" w:themeFillShade="80"/>
            <w:vAlign w:val="center"/>
          </w:tcPr>
          <w:p w14:paraId="0E61E545" w14:textId="77777777" w:rsidR="006D409C" w:rsidRDefault="00000000" w:rsidP="00776643">
            <w:pPr>
              <w:pStyle w:val="Heading1"/>
            </w:pPr>
            <w:sdt>
              <w:sdtPr>
                <w:id w:val="1049110328"/>
                <w:placeholder>
                  <w:docPart w:val="BD2F827F0FF7429584E3C1971E4F7360"/>
                </w:placeholder>
                <w:temporary/>
                <w:showingPlcHdr/>
                <w15:appearance w15:val="hidden"/>
              </w:sdtPr>
              <w:sdtContent>
                <w:r w:rsidR="006D409C" w:rsidRPr="00036450">
                  <w:t>EDUCATION</w:t>
                </w:r>
              </w:sdtContent>
            </w:sdt>
          </w:p>
        </w:tc>
      </w:tr>
      <w:tr w:rsidR="006D409C" w14:paraId="18461714" w14:textId="77777777" w:rsidTr="1F497AB5">
        <w:trPr>
          <w:trHeight w:val="3024"/>
        </w:trPr>
        <w:tc>
          <w:tcPr>
            <w:tcW w:w="4421" w:type="dxa"/>
            <w:vMerge/>
            <w:tcMar>
              <w:left w:w="360" w:type="dxa"/>
            </w:tcMar>
            <w:vAlign w:val="bottom"/>
          </w:tcPr>
          <w:p w14:paraId="4A2F1210" w14:textId="77777777" w:rsidR="006D409C" w:rsidRDefault="006D409C" w:rsidP="00776643">
            <w:pPr>
              <w:tabs>
                <w:tab w:val="left" w:pos="990"/>
              </w:tabs>
              <w:jc w:val="center"/>
              <w:rPr>
                <w:noProof/>
              </w:rPr>
            </w:pPr>
          </w:p>
        </w:tc>
        <w:tc>
          <w:tcPr>
            <w:tcW w:w="504" w:type="dxa"/>
            <w:tcMar>
              <w:left w:w="0" w:type="dxa"/>
              <w:right w:w="0" w:type="dxa"/>
            </w:tcMar>
          </w:tcPr>
          <w:p w14:paraId="0AD4D964" w14:textId="77777777" w:rsidR="006D409C" w:rsidRDefault="006D409C" w:rsidP="00776643">
            <w:pPr>
              <w:tabs>
                <w:tab w:val="left" w:pos="990"/>
              </w:tabs>
            </w:pPr>
            <w:r>
              <w:rPr>
                <w:noProof/>
                <w:lang w:val="en-AU" w:eastAsia="en-AU"/>
              </w:rPr>
              <mc:AlternateContent>
                <mc:Choice Requires="wps">
                  <w:drawing>
                    <wp:inline distT="0" distB="0" distL="0" distR="0" wp14:anchorId="177EACBC" wp14:editId="71B55374">
                      <wp:extent cx="227812" cy="311173"/>
                      <wp:effectExtent l="0" t="3810" r="0" b="0"/>
                      <wp:docPr id="3" name="Right Triangle 3" descr="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227812" cy="311173"/>
                              </a:xfrm>
                              <a:custGeom>
                                <a:avLst/>
                                <a:gdLst>
                                  <a:gd name="connsiteX0" fmla="*/ 0 w 342900"/>
                                  <a:gd name="connsiteY0" fmla="*/ 342900 h 342900"/>
                                  <a:gd name="connsiteX1" fmla="*/ 0 w 342900"/>
                                  <a:gd name="connsiteY1" fmla="*/ 0 h 342900"/>
                                  <a:gd name="connsiteX2" fmla="*/ 342900 w 342900"/>
                                  <a:gd name="connsiteY2" fmla="*/ 342900 h 342900"/>
                                  <a:gd name="connsiteX3" fmla="*/ 0 w 342900"/>
                                  <a:gd name="connsiteY3" fmla="*/ 342900 h 342900"/>
                                  <a:gd name="connsiteX0" fmla="*/ 0 w 346648"/>
                                  <a:gd name="connsiteY0" fmla="*/ 342900 h 342900"/>
                                  <a:gd name="connsiteX1" fmla="*/ 0 w 346648"/>
                                  <a:gd name="connsiteY1" fmla="*/ 0 h 342900"/>
                                  <a:gd name="connsiteX2" fmla="*/ 346648 w 346648"/>
                                  <a:gd name="connsiteY2" fmla="*/ 108679 h 342900"/>
                                  <a:gd name="connsiteX3" fmla="*/ 0 w 346648"/>
                                  <a:gd name="connsiteY3" fmla="*/ 342900 h 342900"/>
                                  <a:gd name="connsiteX0" fmla="*/ 1207 w 347855"/>
                                  <a:gd name="connsiteY0" fmla="*/ 234221 h 234221"/>
                                  <a:gd name="connsiteX1" fmla="*/ 0 w 347855"/>
                                  <a:gd name="connsiteY1" fmla="*/ 2598 h 234221"/>
                                  <a:gd name="connsiteX2" fmla="*/ 347855 w 347855"/>
                                  <a:gd name="connsiteY2" fmla="*/ 0 h 234221"/>
                                  <a:gd name="connsiteX3" fmla="*/ 1207 w 347855"/>
                                  <a:gd name="connsiteY3" fmla="*/ 234221 h 234221"/>
                                  <a:gd name="connsiteX0" fmla="*/ 1207 w 346895"/>
                                  <a:gd name="connsiteY0" fmla="*/ 231995 h 231995"/>
                                  <a:gd name="connsiteX1" fmla="*/ 0 w 346895"/>
                                  <a:gd name="connsiteY1" fmla="*/ 372 h 231995"/>
                                  <a:gd name="connsiteX2" fmla="*/ 346895 w 346895"/>
                                  <a:gd name="connsiteY2" fmla="*/ 0 h 231995"/>
                                  <a:gd name="connsiteX3" fmla="*/ 1207 w 346895"/>
                                  <a:gd name="connsiteY3" fmla="*/ 231995 h 231995"/>
                                  <a:gd name="connsiteX0" fmla="*/ 2426 w 346895"/>
                                  <a:gd name="connsiteY0" fmla="*/ 347348 h 347348"/>
                                  <a:gd name="connsiteX1" fmla="*/ 0 w 346895"/>
                                  <a:gd name="connsiteY1" fmla="*/ 372 h 347348"/>
                                  <a:gd name="connsiteX2" fmla="*/ 346895 w 346895"/>
                                  <a:gd name="connsiteY2" fmla="*/ 0 h 347348"/>
                                  <a:gd name="connsiteX3" fmla="*/ 2426 w 346895"/>
                                  <a:gd name="connsiteY3" fmla="*/ 347348 h 347348"/>
                                </a:gdLst>
                                <a:ahLst/>
                                <a:cxnLst>
                                  <a:cxn ang="0">
                                    <a:pos x="connsiteX0" y="connsiteY0"/>
                                  </a:cxn>
                                  <a:cxn ang="0">
                                    <a:pos x="connsiteX1" y="connsiteY1"/>
                                  </a:cxn>
                                  <a:cxn ang="0">
                                    <a:pos x="connsiteX2" y="connsiteY2"/>
                                  </a:cxn>
                                  <a:cxn ang="0">
                                    <a:pos x="connsiteX3" y="connsiteY3"/>
                                  </a:cxn>
                                </a:cxnLst>
                                <a:rect l="l" t="t" r="r" b="b"/>
                                <a:pathLst>
                                  <a:path w="346895" h="347348">
                                    <a:moveTo>
                                      <a:pt x="2426" y="347348"/>
                                    </a:moveTo>
                                    <a:cubicBezTo>
                                      <a:pt x="2024" y="270140"/>
                                      <a:pt x="402" y="77580"/>
                                      <a:pt x="0" y="372"/>
                                    </a:cubicBezTo>
                                    <a:lnTo>
                                      <a:pt x="346895" y="0"/>
                                    </a:lnTo>
                                    <a:lnTo>
                                      <a:pt x="2426" y="347348"/>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2BEE72" w14:textId="77777777" w:rsidR="006D409C" w:rsidRPr="00AF4EA4" w:rsidRDefault="006D409C" w:rsidP="006D409C">
                                  <w:pPr>
                                    <w:jc w:val="center"/>
                                    <w:rPr>
                                      <w:color w:val="455F51"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177EACBC" id="Right Triangle 3" o:spid="_x0000_s1026" alt="Decorative" style="width:17.95pt;height:24.5pt;rotation:90;visibility:visible;mso-wrap-style:square;mso-left-percent:-10001;mso-top-percent:-10001;mso-position-horizontal:absolute;mso-position-horizontal-relative:char;mso-position-vertical:absolute;mso-position-vertical-relative:line;mso-left-percent:-10001;mso-top-percent:-10001;v-text-anchor:middle" coordsize="346895,3473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" adj="-11796480,,5400" path="m2426,347348c2024,270140,402,77580,,372l346895,,2426,347348xe" fillcolor="#729928 [2404]" stroked="f" strokeweight="1pt">
                      <v:stroke joinstyle="miter"/>
                      <v:formulas/>
                      <v:path arrowok="t" o:connecttype="custom" o:connectlocs="1593,311173;0,333;227812,0;1593,311173" o:connectangles="0,0,0,0" textboxrect="0,0,346895,347348"/>
                      <v:textbox>
                        <w:txbxContent>
                          <w:p w14:paraId="3A2BEE72" w14:textId="77777777" w:rsidR="006D409C" w:rsidRPr="00AF4EA4" w:rsidRDefault="006D409C" w:rsidP="006D409C">
                            <w:pPr>
                              <w:jc w:val="center"/>
                              <w:rPr>
                                <w:color w:val="455F51" w:themeColor="text2"/>
                              </w:rPr>
                            </w:pPr>
                          </w:p>
                        </w:txbxContent>
                      </v:textbox>
                      <w10:anchorlock/>
                    </v:shape>
                  </w:pict>
                </mc:Fallback>
              </mc:AlternateContent>
            </w:r>
          </w:p>
        </w:tc>
        <w:tc>
          <w:tcPr>
            <w:tcW w:w="6618" w:type="dxa"/>
          </w:tcPr>
          <w:p w14:paraId="22A4822F" w14:textId="77777777" w:rsidR="006D409C" w:rsidRPr="00036450" w:rsidRDefault="00000000" w:rsidP="1F497AB5">
            <w:pPr>
              <w:rPr>
                <w:b/>
                <w:bCs/>
              </w:rPr>
            </w:pPr>
            <w:sdt>
              <w:sdtPr>
                <w:rPr>
                  <w:b/>
                  <w:bCs/>
                </w:rPr>
                <w:id w:val="-1347100808"/>
                <w:placeholder>
                  <w:docPart w:val="91F904D159CF44579D2CD32F2C351AA4"/>
                </w:placeholder>
                <w:temporary/>
                <w:showingPlcHdr/>
                <w15:appearance w15:val="hidden"/>
              </w:sdtPr>
              <w:sdtContent>
                <w:r w:rsidR="00267B4B" w:rsidRPr="1F497AB5">
                  <w:rPr>
                    <w:b/>
                    <w:bCs/>
                  </w:rPr>
                  <w:t>Jasper University</w:t>
                </w:r>
              </w:sdtContent>
            </w:sdt>
          </w:p>
          <w:p w14:paraId="1C230909" w14:textId="77777777" w:rsidR="006D409C" w:rsidRPr="00036450" w:rsidRDefault="00000000" w:rsidP="00776643">
            <w:pPr>
              <w:pStyle w:val="Date"/>
            </w:pPr>
            <w:sdt>
              <w:sdtPr>
                <w:id w:val="997537639"/>
                <w:placeholder>
                  <w:docPart w:val="5B8DFEE25D9D4428B7F08FBB9A0FDAFE"/>
                </w:placeholder>
                <w:temporary/>
                <w:showingPlcHdr/>
                <w15:appearance w15:val="hidden"/>
              </w:sdtPr>
              <w:sdtContent>
                <w:r w:rsidR="00267B4B">
                  <w:t>20</w:t>
                </w:r>
                <w:r w:rsidR="00F72DC6">
                  <w:t>XX</w:t>
                </w:r>
                <w:r w:rsidR="00267B4B">
                  <w:t xml:space="preserve"> </w:t>
                </w:r>
                <w:r w:rsidR="00F72DC6">
                  <w:t>–</w:t>
                </w:r>
                <w:r w:rsidR="00267B4B">
                  <w:t xml:space="preserve"> 20</w:t>
                </w:r>
                <w:r w:rsidR="00F72DC6">
                  <w:t>XX</w:t>
                </w:r>
              </w:sdtContent>
            </w:sdt>
          </w:p>
          <w:p w14:paraId="071E6E72" w14:textId="77777777" w:rsidR="5DCE7ACB" w:rsidRDefault="00000000" w:rsidP="1F497AB5">
            <w:sdt>
              <w:sdtPr>
                <w:id w:val="-956335166"/>
                <w:placeholder>
                  <w:docPart w:val="60EC2B8D38F247F3A8D85B3797217F3A"/>
                </w:placeholder>
                <w:temporary/>
                <w:showingPlcHdr/>
                <w15:appearance w15:val="hidden"/>
              </w:sdtPr>
              <w:sdtContent>
                <w:r w:rsidR="00267B4B">
                  <w:t>BA in Psychology with a concentration in Industrial-Organizational Psychology</w:t>
                </w:r>
              </w:sdtContent>
            </w:sdt>
          </w:p>
          <w:p w14:paraId="357FCC87" w14:textId="77777777" w:rsidR="006D409C" w:rsidRDefault="006D409C" w:rsidP="00776643"/>
          <w:p w14:paraId="02D62AF7" w14:textId="77777777" w:rsidR="006D409C" w:rsidRPr="00036450" w:rsidRDefault="00000000" w:rsidP="1F497AB5">
            <w:pPr>
              <w:rPr>
                <w:b/>
                <w:bCs/>
              </w:rPr>
            </w:pPr>
            <w:sdt>
              <w:sdtPr>
                <w:rPr>
                  <w:b/>
                  <w:bCs/>
                </w:rPr>
                <w:id w:val="-1332592276"/>
                <w:placeholder>
                  <w:docPart w:val="BB4D93DAF80347A38643DBE6E64CE81A"/>
                </w:placeholder>
                <w:temporary/>
                <w:showingPlcHdr/>
                <w15:appearance w15:val="hidden"/>
              </w:sdtPr>
              <w:sdtContent>
                <w:r w:rsidR="00267B4B" w:rsidRPr="1F497AB5">
                  <w:rPr>
                    <w:b/>
                    <w:bCs/>
                  </w:rPr>
                  <w:t>East Beringer Community College</w:t>
                </w:r>
              </w:sdtContent>
            </w:sdt>
          </w:p>
          <w:p w14:paraId="6D3B09FD" w14:textId="77777777" w:rsidR="006D409C" w:rsidRPr="00036450" w:rsidRDefault="00000000" w:rsidP="00776643">
            <w:pPr>
              <w:pStyle w:val="Date"/>
            </w:pPr>
            <w:sdt>
              <w:sdtPr>
                <w:id w:val="495303001"/>
                <w:placeholder>
                  <w:docPart w:val="4F8E489408554A21B20A98D68C2ADBA5"/>
                </w:placeholder>
                <w:temporary/>
                <w:showingPlcHdr/>
                <w15:appearance w15:val="hidden"/>
              </w:sdtPr>
              <w:sdtContent>
                <w:r w:rsidR="00267B4B">
                  <w:t>20</w:t>
                </w:r>
                <w:r w:rsidR="00F72DC6">
                  <w:t>XX</w:t>
                </w:r>
                <w:r w:rsidR="00267B4B">
                  <w:t xml:space="preserve"> </w:t>
                </w:r>
                <w:r w:rsidR="00F72DC6">
                  <w:t>–</w:t>
                </w:r>
                <w:r w:rsidR="00267B4B">
                  <w:t xml:space="preserve"> 20</w:t>
                </w:r>
                <w:r w:rsidR="00F72DC6">
                  <w:t>XX</w:t>
                </w:r>
              </w:sdtContent>
            </w:sdt>
          </w:p>
          <w:p w14:paraId="0CFB1AF6" w14:textId="77777777" w:rsidR="006D409C" w:rsidRDefault="00000000" w:rsidP="00267B4B">
            <w:sdt>
              <w:sdtPr>
                <w:id w:val="1397171611"/>
                <w:placeholder>
                  <w:docPart w:val="DAD2754C434A46998DE30814C7A02053"/>
                </w:placeholder>
                <w:temporary/>
                <w:showingPlcHdr/>
                <w15:appearance w15:val="hidden"/>
              </w:sdtPr>
              <w:sdtContent>
                <w:r w:rsidR="00267B4B">
                  <w:t>AA in Psychology</w:t>
                </w:r>
              </w:sdtContent>
            </w:sdt>
          </w:p>
        </w:tc>
      </w:tr>
      <w:tr w:rsidR="006D409C" w14:paraId="220FF2E4" w14:textId="77777777" w:rsidTr="1F497AB5">
        <w:trPr>
          <w:trHeight w:val="1080"/>
        </w:trPr>
        <w:tc>
          <w:tcPr>
            <w:tcW w:w="4421" w:type="dxa"/>
            <w:vMerge w:val="restart"/>
            <w:tcMar>
              <w:left w:w="360" w:type="dxa"/>
            </w:tcMar>
            <w:vAlign w:val="bottom"/>
          </w:tcPr>
          <w:p w14:paraId="53F00739" w14:textId="77777777" w:rsidR="006D409C" w:rsidRPr="005D47DE" w:rsidRDefault="00000000" w:rsidP="005D47DE">
            <w:pPr>
              <w:pStyle w:val="Title"/>
            </w:pPr>
            <w:sdt>
              <w:sdtPr>
                <w:id w:val="135923771"/>
                <w:placeholder>
                  <w:docPart w:val="508CD9635F644924AF2891AB820D4811"/>
                </w:placeholder>
                <w:temporary/>
                <w:showingPlcHdr/>
                <w15:appearance w15:val="hidden"/>
              </w:sdtPr>
              <w:sdtContent>
                <w:r w:rsidR="00267B4B">
                  <w:t>APRIL HANSson</w:t>
                </w:r>
              </w:sdtContent>
            </w:sdt>
          </w:p>
          <w:p w14:paraId="3A51EEF3" w14:textId="77777777" w:rsidR="006D409C" w:rsidRPr="005D47DE" w:rsidRDefault="00000000" w:rsidP="005D47DE">
            <w:pPr>
              <w:pStyle w:val="Subtitle"/>
            </w:pPr>
            <w:sdt>
              <w:sdtPr>
                <w:rPr>
                  <w:spacing w:val="23"/>
                  <w:w w:val="85"/>
                </w:rPr>
                <w:id w:val="2107002140"/>
                <w:placeholder>
                  <w:docPart w:val="3C4010C7500349EB9F0876A734C852C5"/>
                </w:placeholder>
                <w:temporary/>
                <w:showingPlcHdr/>
                <w15:appearance w15:val="hidden"/>
              </w:sdtPr>
              <w:sdtEndPr>
                <w:rPr>
                  <w:spacing w:val="0"/>
                  <w:w w:val="86"/>
                </w:rPr>
              </w:sdtEndPr>
              <w:sdtContent>
                <w:r w:rsidR="006D409C" w:rsidRPr="00F72DC6">
                  <w:rPr>
                    <w:spacing w:val="23"/>
                    <w:w w:val="85"/>
                  </w:rPr>
                  <w:t>JOB TITLE HER</w:t>
                </w:r>
                <w:r w:rsidR="006D409C" w:rsidRPr="00F72DC6">
                  <w:rPr>
                    <w:spacing w:val="34"/>
                    <w:w w:val="85"/>
                  </w:rPr>
                  <w:t>E</w:t>
                </w:r>
              </w:sdtContent>
            </w:sdt>
          </w:p>
          <w:p w14:paraId="7448A090" w14:textId="77777777" w:rsidR="006D409C" w:rsidRPr="005D47DE" w:rsidRDefault="00000000" w:rsidP="005D47DE">
            <w:pPr>
              <w:pStyle w:val="Heading2"/>
            </w:pPr>
            <w:sdt>
              <w:sdtPr>
                <w:id w:val="-1448076370"/>
                <w:placeholder>
                  <w:docPart w:val="35C7BFEB5B3D4BD0B0E062222076F3E2"/>
                </w:placeholder>
                <w:temporary/>
                <w:showingPlcHdr/>
                <w15:appearance w15:val="hidden"/>
              </w:sdtPr>
              <w:sdtContent>
                <w:r w:rsidR="006D409C" w:rsidRPr="005D47DE">
                  <w:t>Profile</w:t>
                </w:r>
              </w:sdtContent>
            </w:sdt>
          </w:p>
          <w:p w14:paraId="2144AEAC" w14:textId="77777777" w:rsidR="006D409C" w:rsidRPr="00575305" w:rsidRDefault="006D409C" w:rsidP="00A75FCE">
            <w:pPr>
              <w:pStyle w:val="ProfileText"/>
            </w:pPr>
          </w:p>
          <w:p w14:paraId="62EDC7C9" w14:textId="77777777" w:rsidR="006D409C" w:rsidRPr="00575305" w:rsidRDefault="00000000" w:rsidP="00A75FCE">
            <w:pPr>
              <w:pStyle w:val="ProfileText"/>
            </w:pPr>
            <w:sdt>
              <w:sdtPr>
                <w:id w:val="1007031539"/>
                <w:placeholder>
                  <w:docPart w:val="0334903DC3844E9396172BDE828B2941"/>
                </w:placeholder>
                <w:temporary/>
                <w:showingPlcHdr/>
                <w15:appearance w15:val="hidden"/>
              </w:sdtPr>
              <w:sdtContent>
                <w:r w:rsidR="00267B4B">
                  <w:t>Adaptable HR Specialist with expertise in talent acquisition, employee relations, and HRIS management. Proven success in reducing time-to-fill by 20% through strategic recruitment. Skilled in fostering positive workplace cultures, delivering impactful training programs, and ensuring legal compliance. Committed to enhancing organizational success through effective HR practices.</w:t>
                </w:r>
              </w:sdtContent>
            </w:sdt>
          </w:p>
          <w:p w14:paraId="571658EA" w14:textId="77777777" w:rsidR="006D409C" w:rsidRPr="006B41B4" w:rsidRDefault="006D409C" w:rsidP="005D47DE"/>
          <w:p w14:paraId="0F5DDC42" w14:textId="77777777" w:rsidR="006D409C" w:rsidRPr="006B41B4" w:rsidRDefault="00000000" w:rsidP="005D47DE">
            <w:pPr>
              <w:pStyle w:val="Heading2"/>
            </w:pPr>
            <w:sdt>
              <w:sdtPr>
                <w:id w:val="-1954003311"/>
                <w:placeholder>
                  <w:docPart w:val="8AB57A237CA74EE3B88370D8F35A56B5"/>
                </w:placeholder>
                <w:temporary/>
                <w:showingPlcHdr/>
                <w15:appearance w15:val="hidden"/>
              </w:sdtPr>
              <w:sdtContent>
                <w:r w:rsidR="006D409C" w:rsidRPr="006B41B4">
                  <w:rPr>
                    <w:rStyle w:val="Heading2Char"/>
                  </w:rPr>
                  <w:t>CONTACT</w:t>
                </w:r>
              </w:sdtContent>
            </w:sdt>
          </w:p>
          <w:p w14:paraId="1ED77BE3" w14:textId="77777777" w:rsidR="006D409C" w:rsidRPr="006B41B4" w:rsidRDefault="00000000" w:rsidP="00A75FCE">
            <w:pPr>
              <w:pStyle w:val="ContactDetails"/>
            </w:pPr>
            <w:sdt>
              <w:sdtPr>
                <w:id w:val="1111563247"/>
                <w:placeholder>
                  <w:docPart w:val="6355B002CEC940E696EF5772E89B9D8E"/>
                </w:placeholder>
                <w:temporary/>
                <w:showingPlcHdr/>
                <w15:appearance w15:val="hidden"/>
              </w:sdtPr>
              <w:sdtContent>
                <w:r w:rsidR="006D409C" w:rsidRPr="006B41B4">
                  <w:t>PHONE:</w:t>
                </w:r>
              </w:sdtContent>
            </w:sdt>
          </w:p>
          <w:p w14:paraId="4BB877E0" w14:textId="77777777" w:rsidR="006D409C" w:rsidRPr="006B41B4" w:rsidRDefault="00000000" w:rsidP="00A75FCE">
            <w:pPr>
              <w:pStyle w:val="ContactDetails"/>
            </w:pPr>
            <w:sdt>
              <w:sdtPr>
                <w:rPr>
                  <w:lang w:val="fr-FR"/>
                </w:rPr>
                <w:id w:val="-225226638"/>
                <w:placeholder>
                  <w:docPart w:val="FB97ADBE16044AABACC6F0BA860CA70F"/>
                </w:placeholder>
                <w:temporary/>
                <w:showingPlcHdr/>
                <w15:appearance w15:val="hidden"/>
              </w:sdtPr>
              <w:sdtContent>
                <w:r w:rsidR="00267B4B" w:rsidRPr="006B41B4">
                  <w:t>707-555-0177</w:t>
                </w:r>
              </w:sdtContent>
            </w:sdt>
          </w:p>
          <w:p w14:paraId="7EDB9FFE" w14:textId="77777777" w:rsidR="006D409C" w:rsidRPr="006B41B4" w:rsidRDefault="006D409C" w:rsidP="00A75FCE">
            <w:pPr>
              <w:pStyle w:val="ContactDetails"/>
            </w:pPr>
          </w:p>
          <w:p w14:paraId="4A95C863" w14:textId="77777777" w:rsidR="006D409C" w:rsidRPr="006B41B4" w:rsidRDefault="00000000" w:rsidP="00A75FCE">
            <w:pPr>
              <w:pStyle w:val="ContactDetails"/>
            </w:pPr>
            <w:sdt>
              <w:sdtPr>
                <w:id w:val="67859272"/>
                <w:placeholder>
                  <w:docPart w:val="B28642DE5B6F44F293B2BC8C2B520031"/>
                </w:placeholder>
                <w:temporary/>
                <w:showingPlcHdr/>
                <w15:appearance w15:val="hidden"/>
              </w:sdtPr>
              <w:sdtContent>
                <w:r w:rsidR="006D409C" w:rsidRPr="006B41B4">
                  <w:t>WEBSITE:</w:t>
                </w:r>
              </w:sdtContent>
            </w:sdt>
          </w:p>
          <w:p w14:paraId="6F355434" w14:textId="77777777" w:rsidR="006D409C" w:rsidRPr="006B41B4" w:rsidRDefault="00000000" w:rsidP="00A75FCE">
            <w:pPr>
              <w:pStyle w:val="ContactDetails"/>
            </w:pPr>
            <w:sdt>
              <w:sdtPr>
                <w:rPr>
                  <w:lang w:val="fr-FR"/>
                </w:rPr>
                <w:id w:val="1408103510"/>
                <w:placeholder>
                  <w:docPart w:val="5E96AF1934504F21A33825D8D0BC8BB7"/>
                </w:placeholder>
                <w:temporary/>
                <w:showingPlcHdr/>
                <w15:appearance w15:val="hidden"/>
              </w:sdtPr>
              <w:sdtContent>
                <w:r w:rsidR="00267B4B" w:rsidRPr="006B41B4">
                  <w:t>www.adatum.com</w:t>
                </w:r>
              </w:sdtContent>
            </w:sdt>
          </w:p>
          <w:p w14:paraId="6BEC51B7" w14:textId="77777777" w:rsidR="006D409C" w:rsidRPr="006B41B4" w:rsidRDefault="006D409C" w:rsidP="005D47DE"/>
          <w:p w14:paraId="6407B903" w14:textId="77777777" w:rsidR="006D409C" w:rsidRPr="00267B4B" w:rsidRDefault="00000000" w:rsidP="00A75FCE">
            <w:pPr>
              <w:pStyle w:val="ContactDetails"/>
              <w:rPr>
                <w:lang w:val="fr-FR"/>
              </w:rPr>
            </w:pPr>
            <w:sdt>
              <w:sdtPr>
                <w:id w:val="-240260293"/>
                <w:placeholder>
                  <w:docPart w:val="00BFC3C6DD564D7DA36EA30132D897BA"/>
                </w:placeholder>
                <w:temporary/>
                <w:showingPlcHdr/>
                <w15:appearance w15:val="hidden"/>
              </w:sdtPr>
              <w:sdtContent>
                <w:r w:rsidR="006D409C" w:rsidRPr="00267B4B">
                  <w:rPr>
                    <w:lang w:val="fr-FR"/>
                  </w:rPr>
                  <w:t>EMAIL:</w:t>
                </w:r>
              </w:sdtContent>
            </w:sdt>
          </w:p>
          <w:p w14:paraId="175198B6" w14:textId="77777777" w:rsidR="006D409C" w:rsidRPr="00267B4B" w:rsidRDefault="00000000" w:rsidP="00267B4B">
            <w:pPr>
              <w:rPr>
                <w:rStyle w:val="Hyperlink"/>
              </w:rPr>
            </w:pPr>
            <w:sdt>
              <w:sdtPr>
                <w:rPr>
                  <w:color w:val="31521B" w:themeColor="accent2" w:themeShade="80"/>
                  <w:u w:val="single"/>
                </w:rPr>
                <w:id w:val="-1446845252"/>
                <w:placeholder>
                  <w:docPart w:val="165EDEB9798641C9B2B2E3B9D3149D98"/>
                </w:placeholder>
                <w:temporary/>
                <w:showingPlcHdr/>
                <w15:appearance w15:val="hidden"/>
              </w:sdtPr>
              <w:sdtEndPr>
                <w:rPr>
                  <w:color w:val="auto"/>
                  <w:u w:val="none"/>
                </w:rPr>
              </w:sdtEndPr>
              <w:sdtContent>
                <w:r w:rsidR="00267B4B" w:rsidRPr="00267B4B">
                  <w:rPr>
                    <w:rStyle w:val="Hyperlink"/>
                  </w:rPr>
                  <w:t>april@adatum.com</w:t>
                </w:r>
              </w:sdtContent>
            </w:sdt>
          </w:p>
        </w:tc>
        <w:tc>
          <w:tcPr>
            <w:tcW w:w="504" w:type="dxa"/>
            <w:shd w:val="clear" w:color="auto" w:fill="31521B" w:themeFill="accent2" w:themeFillShade="80"/>
          </w:tcPr>
          <w:p w14:paraId="305C31D2" w14:textId="77777777" w:rsidR="006D409C" w:rsidRDefault="006D409C" w:rsidP="00776643">
            <w:pPr>
              <w:tabs>
                <w:tab w:val="left" w:pos="990"/>
              </w:tabs>
            </w:pPr>
          </w:p>
        </w:tc>
        <w:tc>
          <w:tcPr>
            <w:tcW w:w="6618" w:type="dxa"/>
            <w:shd w:val="clear" w:color="auto" w:fill="31521B" w:themeFill="accent2" w:themeFillShade="80"/>
            <w:vAlign w:val="center"/>
          </w:tcPr>
          <w:p w14:paraId="5BF00580" w14:textId="77777777" w:rsidR="006D409C" w:rsidRDefault="00000000" w:rsidP="00776643">
            <w:pPr>
              <w:pStyle w:val="Heading1"/>
              <w:rPr>
                <w:b/>
              </w:rPr>
            </w:pPr>
            <w:sdt>
              <w:sdtPr>
                <w:id w:val="1001553383"/>
                <w:placeholder>
                  <w:docPart w:val="3C3FE521C088412E97A3797DD85EF173"/>
                </w:placeholder>
                <w:temporary/>
                <w:showingPlcHdr/>
                <w15:appearance w15:val="hidden"/>
              </w:sdtPr>
              <w:sdtContent>
                <w:r w:rsidR="006D409C" w:rsidRPr="00036450">
                  <w:t>WORK EXPERIENCE</w:t>
                </w:r>
              </w:sdtContent>
            </w:sdt>
          </w:p>
        </w:tc>
      </w:tr>
      <w:tr w:rsidR="006D409C" w14:paraId="59642164" w14:textId="77777777" w:rsidTr="1F497AB5">
        <w:trPr>
          <w:trHeight w:val="5688"/>
        </w:trPr>
        <w:tc>
          <w:tcPr>
            <w:tcW w:w="4421" w:type="dxa"/>
            <w:vMerge/>
            <w:vAlign w:val="bottom"/>
          </w:tcPr>
          <w:p w14:paraId="58E5E42D" w14:textId="77777777" w:rsidR="006D409C" w:rsidRDefault="006D409C" w:rsidP="00776643">
            <w:pPr>
              <w:ind w:right="0"/>
              <w:rPr>
                <w:noProof/>
              </w:rPr>
            </w:pPr>
          </w:p>
        </w:tc>
        <w:tc>
          <w:tcPr>
            <w:tcW w:w="504" w:type="dxa"/>
            <w:tcMar>
              <w:left w:w="0" w:type="dxa"/>
              <w:right w:w="0" w:type="dxa"/>
            </w:tcMar>
          </w:tcPr>
          <w:p w14:paraId="066F79E7" w14:textId="77777777" w:rsidR="006D409C" w:rsidRDefault="00F56513" w:rsidP="00776643">
            <w:pPr>
              <w:tabs>
                <w:tab w:val="left" w:pos="990"/>
              </w:tabs>
            </w:pPr>
            <w:r>
              <w:rPr>
                <w:noProof/>
                <w:lang w:val="en-AU" w:eastAsia="en-AU"/>
              </w:rPr>
              <mc:AlternateContent>
                <mc:Choice Requires="wps">
                  <w:drawing>
                    <wp:inline distT="0" distB="0" distL="0" distR="0" wp14:anchorId="544F7AF5" wp14:editId="082CDF8D">
                      <wp:extent cx="227812" cy="311173"/>
                      <wp:effectExtent l="0" t="3810" r="0" b="0"/>
                      <wp:docPr id="6" name="Right Triangle 3" descr="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227812" cy="311173"/>
                              </a:xfrm>
                              <a:custGeom>
                                <a:avLst/>
                                <a:gdLst>
                                  <a:gd name="connsiteX0" fmla="*/ 0 w 342900"/>
                                  <a:gd name="connsiteY0" fmla="*/ 342900 h 342900"/>
                                  <a:gd name="connsiteX1" fmla="*/ 0 w 342900"/>
                                  <a:gd name="connsiteY1" fmla="*/ 0 h 342900"/>
                                  <a:gd name="connsiteX2" fmla="*/ 342900 w 342900"/>
                                  <a:gd name="connsiteY2" fmla="*/ 342900 h 342900"/>
                                  <a:gd name="connsiteX3" fmla="*/ 0 w 342900"/>
                                  <a:gd name="connsiteY3" fmla="*/ 342900 h 342900"/>
                                  <a:gd name="connsiteX0" fmla="*/ 0 w 346648"/>
                                  <a:gd name="connsiteY0" fmla="*/ 342900 h 342900"/>
                                  <a:gd name="connsiteX1" fmla="*/ 0 w 346648"/>
                                  <a:gd name="connsiteY1" fmla="*/ 0 h 342900"/>
                                  <a:gd name="connsiteX2" fmla="*/ 346648 w 346648"/>
                                  <a:gd name="connsiteY2" fmla="*/ 108679 h 342900"/>
                                  <a:gd name="connsiteX3" fmla="*/ 0 w 346648"/>
                                  <a:gd name="connsiteY3" fmla="*/ 342900 h 342900"/>
                                  <a:gd name="connsiteX0" fmla="*/ 1207 w 347855"/>
                                  <a:gd name="connsiteY0" fmla="*/ 234221 h 234221"/>
                                  <a:gd name="connsiteX1" fmla="*/ 0 w 347855"/>
                                  <a:gd name="connsiteY1" fmla="*/ 2598 h 234221"/>
                                  <a:gd name="connsiteX2" fmla="*/ 347855 w 347855"/>
                                  <a:gd name="connsiteY2" fmla="*/ 0 h 234221"/>
                                  <a:gd name="connsiteX3" fmla="*/ 1207 w 347855"/>
                                  <a:gd name="connsiteY3" fmla="*/ 234221 h 234221"/>
                                  <a:gd name="connsiteX0" fmla="*/ 1207 w 346895"/>
                                  <a:gd name="connsiteY0" fmla="*/ 231995 h 231995"/>
                                  <a:gd name="connsiteX1" fmla="*/ 0 w 346895"/>
                                  <a:gd name="connsiteY1" fmla="*/ 372 h 231995"/>
                                  <a:gd name="connsiteX2" fmla="*/ 346895 w 346895"/>
                                  <a:gd name="connsiteY2" fmla="*/ 0 h 231995"/>
                                  <a:gd name="connsiteX3" fmla="*/ 1207 w 346895"/>
                                  <a:gd name="connsiteY3" fmla="*/ 231995 h 231995"/>
                                  <a:gd name="connsiteX0" fmla="*/ 2426 w 346895"/>
                                  <a:gd name="connsiteY0" fmla="*/ 347348 h 347348"/>
                                  <a:gd name="connsiteX1" fmla="*/ 0 w 346895"/>
                                  <a:gd name="connsiteY1" fmla="*/ 372 h 347348"/>
                                  <a:gd name="connsiteX2" fmla="*/ 346895 w 346895"/>
                                  <a:gd name="connsiteY2" fmla="*/ 0 h 347348"/>
                                  <a:gd name="connsiteX3" fmla="*/ 2426 w 346895"/>
                                  <a:gd name="connsiteY3" fmla="*/ 347348 h 347348"/>
                                </a:gdLst>
                                <a:ahLst/>
                                <a:cxnLst>
                                  <a:cxn ang="0">
                                    <a:pos x="connsiteX0" y="connsiteY0"/>
                                  </a:cxn>
                                  <a:cxn ang="0">
                                    <a:pos x="connsiteX1" y="connsiteY1"/>
                                  </a:cxn>
                                  <a:cxn ang="0">
                                    <a:pos x="connsiteX2" y="connsiteY2"/>
                                  </a:cxn>
                                  <a:cxn ang="0">
                                    <a:pos x="connsiteX3" y="connsiteY3"/>
                                  </a:cxn>
                                </a:cxnLst>
                                <a:rect l="l" t="t" r="r" b="b"/>
                                <a:pathLst>
                                  <a:path w="346895" h="347348">
                                    <a:moveTo>
                                      <a:pt x="2426" y="347348"/>
                                    </a:moveTo>
                                    <a:cubicBezTo>
                                      <a:pt x="2024" y="270140"/>
                                      <a:pt x="402" y="77580"/>
                                      <a:pt x="0" y="372"/>
                                    </a:cubicBezTo>
                                    <a:lnTo>
                                      <a:pt x="346895" y="0"/>
                                    </a:lnTo>
                                    <a:lnTo>
                                      <a:pt x="2426" y="347348"/>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244C" w14:textId="77777777" w:rsidR="00F56513" w:rsidRPr="00AF4EA4" w:rsidRDefault="00F56513" w:rsidP="00F56513">
                                  <w:pPr>
                                    <w:jc w:val="center"/>
                                    <w:rPr>
                                      <w:color w:val="455F51"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544F7AF5" id="_x0000_s1027" alt="Decorative" style="width:17.95pt;height:24.5pt;rotation:90;visibility:visible;mso-wrap-style:square;mso-left-percent:-10001;mso-top-percent:-10001;mso-position-horizontal:absolute;mso-position-horizontal-relative:char;mso-position-vertical:absolute;mso-position-vertical-relative:line;mso-left-percent:-10001;mso-top-percent:-10001;v-text-anchor:middle" coordsize="346895,3473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" adj="-11796480,,5400" path="m2426,347348c2024,270140,402,77580,,372l346895,,2426,347348xe" fillcolor="#729928 [2404]" stroked="f" strokeweight="1pt">
                      <v:stroke joinstyle="miter"/>
                      <v:formulas/>
                      <v:path arrowok="t" o:connecttype="custom" o:connectlocs="1593,311173;0,333;227812,0;1593,311173" o:connectangles="0,0,0,0" textboxrect="0,0,346895,347348"/>
                      <v:textbox>
                        <w:txbxContent>
                          <w:p w14:paraId="134B244C" w14:textId="77777777" w:rsidR="00F56513" w:rsidRPr="00AF4EA4" w:rsidRDefault="00F56513" w:rsidP="00F56513">
                            <w:pPr>
                              <w:jc w:val="center"/>
                              <w:rPr>
                                <w:color w:val="455F51" w:themeColor="text2"/>
                              </w:rPr>
                            </w:pPr>
                          </w:p>
                        </w:txbxContent>
                      </v:textbox>
                      <w10:anchorlock/>
                    </v:shape>
                  </w:pict>
                </mc:Fallback>
              </mc:AlternateContent>
            </w:r>
          </w:p>
        </w:tc>
        <w:tc>
          <w:tcPr>
            <w:tcW w:w="6618" w:type="dxa"/>
          </w:tcPr>
          <w:p w14:paraId="7DA44770" w14:textId="77777777" w:rsidR="006D409C" w:rsidRDefault="00000000" w:rsidP="1F497AB5">
            <w:pPr>
              <w:rPr>
                <w:b/>
                <w:bCs/>
              </w:rPr>
            </w:pPr>
            <w:sdt>
              <w:sdtPr>
                <w:rPr>
                  <w:b/>
                  <w:bCs/>
                </w:rPr>
                <w:id w:val="-790974844"/>
                <w:placeholder>
                  <w:docPart w:val="A5BD088313F742D4AC78A3133A0916B5"/>
                </w:placeholder>
                <w:temporary/>
                <w:showingPlcHdr/>
                <w15:appearance w15:val="hidden"/>
              </w:sdtPr>
              <w:sdtContent>
                <w:r w:rsidR="00267B4B" w:rsidRPr="1F497AB5">
                  <w:rPr>
                    <w:b/>
                    <w:bCs/>
                  </w:rPr>
                  <w:t xml:space="preserve">Adatum </w:t>
                </w:r>
                <w:r w:rsidR="00267B4B">
                  <w:t xml:space="preserve"> </w:t>
                </w:r>
                <w:r w:rsidR="00267B4B" w:rsidRPr="1F497AB5">
                  <w:rPr>
                    <w:b/>
                    <w:bCs/>
                  </w:rPr>
                  <w:t>HR Specialist</w:t>
                </w:r>
              </w:sdtContent>
            </w:sdt>
          </w:p>
          <w:p w14:paraId="2255A08E" w14:textId="77777777" w:rsidR="006D409C" w:rsidRPr="00036450" w:rsidRDefault="00000000" w:rsidP="00776643">
            <w:sdt>
              <w:sdtPr>
                <w:id w:val="-1106269502"/>
                <w:placeholder>
                  <w:docPart w:val="C0D69329862E4E80A8A815307113327D"/>
                </w:placeholder>
                <w:temporary/>
                <w:showingPlcHdr/>
                <w15:appearance w15:val="hidden"/>
              </w:sdtPr>
              <w:sdtContent>
                <w:r w:rsidR="00267B4B">
                  <w:t>20</w:t>
                </w:r>
                <w:r w:rsidR="00F72DC6">
                  <w:t>XX</w:t>
                </w:r>
                <w:r w:rsidR="00267B4B">
                  <w:t>–present</w:t>
                </w:r>
              </w:sdtContent>
            </w:sdt>
          </w:p>
          <w:p w14:paraId="49FD2DA5" w14:textId="77777777" w:rsidR="006D409C" w:rsidRDefault="00000000" w:rsidP="00776643">
            <w:sdt>
              <w:sdtPr>
                <w:id w:val="-1780406736"/>
                <w:placeholder>
                  <w:docPart w:val="38D023535FA04CAE85159CDCDFCCC03F"/>
                </w:placeholder>
                <w:temporary/>
                <w:showingPlcHdr/>
                <w15:appearance w15:val="hidden"/>
              </w:sdtPr>
              <w:sdtContent>
                <w:r w:rsidR="00267B4B">
                  <w:t>Implemented a streamlined recruitment process, reducing time-to-fill by 20%. Developed and conducted training programs, enhancing employee onboarding experiences. Managed employee relations, resolving conflicts and promoting a positive work environment.</w:t>
                </w:r>
              </w:sdtContent>
            </w:sdt>
          </w:p>
          <w:p w14:paraId="10CCE66A" w14:textId="77777777" w:rsidR="006D409C" w:rsidRDefault="006D409C" w:rsidP="00776643"/>
          <w:p w14:paraId="1FB03153" w14:textId="77777777" w:rsidR="006D409C" w:rsidRPr="004D3011" w:rsidRDefault="00000000" w:rsidP="1F497AB5">
            <w:pPr>
              <w:rPr>
                <w:b/>
                <w:bCs/>
              </w:rPr>
            </w:pPr>
            <w:sdt>
              <w:sdtPr>
                <w:rPr>
                  <w:b/>
                  <w:bCs/>
                </w:rPr>
                <w:id w:val="58835050"/>
                <w:placeholder>
                  <w:docPart w:val="EE2F4F980DD249FA868A369A3B4E1610"/>
                </w:placeholder>
                <w:temporary/>
                <w:showingPlcHdr/>
                <w15:appearance w15:val="hidden"/>
              </w:sdtPr>
              <w:sdtContent>
                <w:r w:rsidR="00267B4B" w:rsidRPr="1F497AB5">
                  <w:rPr>
                    <w:b/>
                    <w:bCs/>
                  </w:rPr>
                  <w:t>Caneiro Group  HR Specialist</w:t>
                </w:r>
              </w:sdtContent>
            </w:sdt>
          </w:p>
          <w:p w14:paraId="4560F533" w14:textId="77777777" w:rsidR="006D409C" w:rsidRPr="004D3011" w:rsidRDefault="00000000" w:rsidP="00776643">
            <w:sdt>
              <w:sdtPr>
                <w:id w:val="-154454193"/>
                <w:placeholder>
                  <w:docPart w:val="57A1FC9AA771476DA65E1C3183F68CC7"/>
                </w:placeholder>
                <w:temporary/>
                <w:showingPlcHdr/>
                <w15:appearance w15:val="hidden"/>
              </w:sdtPr>
              <w:sdtContent>
                <w:r w:rsidR="00267B4B">
                  <w:t>20</w:t>
                </w:r>
                <w:r w:rsidR="00F72DC6">
                  <w:t>XX</w:t>
                </w:r>
                <w:r w:rsidR="00267B4B">
                  <w:t>–20</w:t>
                </w:r>
                <w:r w:rsidR="00F72DC6">
                  <w:t>XX</w:t>
                </w:r>
              </w:sdtContent>
            </w:sdt>
          </w:p>
          <w:p w14:paraId="33AB7A46" w14:textId="77777777" w:rsidR="006D409C" w:rsidRPr="004D3011" w:rsidRDefault="00000000" w:rsidP="00776643">
            <w:sdt>
              <w:sdtPr>
                <w:id w:val="1904643308"/>
                <w:placeholder>
                  <w:docPart w:val="A66EC7620831467D841F552E167C6232"/>
                </w:placeholder>
                <w:temporary/>
                <w:showingPlcHdr/>
                <w15:appearance w15:val="hidden"/>
              </w:sdtPr>
              <w:sdtContent>
                <w:r w:rsidR="00267B4B">
                  <w:t>Led diversity and inclusion initiatives resulting in a 15% increase in workforce diversity. Implemented HRIS system improvements, increasing data accuracy and efficiency. Conducted performance evaluations and provided recommendations for talent development.</w:t>
                </w:r>
              </w:sdtContent>
            </w:sdt>
          </w:p>
          <w:p w14:paraId="547E939D" w14:textId="77777777" w:rsidR="006D409C" w:rsidRDefault="006D409C" w:rsidP="00776643"/>
          <w:p w14:paraId="16F1D31E" w14:textId="77777777" w:rsidR="006D409C" w:rsidRPr="004D3011" w:rsidRDefault="00000000" w:rsidP="00776643">
            <w:sdt>
              <w:sdtPr>
                <w:rPr>
                  <w:b/>
                  <w:bCs/>
                </w:rPr>
                <w:id w:val="548347152"/>
                <w:placeholder>
                  <w:docPart w:val="85BB058C6F02472E97680BA6C463F69B"/>
                </w:placeholder>
                <w:temporary/>
                <w:showingPlcHdr/>
                <w15:appearance w15:val="hidden"/>
              </w:sdtPr>
              <w:sdtContent>
                <w:r w:rsidR="00267B4B" w:rsidRPr="1F497AB5">
                  <w:rPr>
                    <w:b/>
                    <w:bCs/>
                  </w:rPr>
                  <w:t xml:space="preserve">Proseware </w:t>
                </w:r>
                <w:r w:rsidR="00267B4B">
                  <w:t xml:space="preserve"> </w:t>
                </w:r>
                <w:r w:rsidR="00267B4B" w:rsidRPr="1F497AB5">
                  <w:rPr>
                    <w:b/>
                    <w:bCs/>
                  </w:rPr>
                  <w:t>HR Specialist</w:t>
                </w:r>
              </w:sdtContent>
            </w:sdt>
          </w:p>
          <w:p w14:paraId="563CDAA6" w14:textId="77777777" w:rsidR="006D409C" w:rsidRPr="004D3011" w:rsidRDefault="00000000" w:rsidP="00776643">
            <w:sdt>
              <w:sdtPr>
                <w:id w:val="1370413550"/>
                <w:placeholder>
                  <w:docPart w:val="4527D34293464F38A2E08AC3A7C93DAE"/>
                </w:placeholder>
                <w:temporary/>
                <w:showingPlcHdr/>
                <w15:appearance w15:val="hidden"/>
              </w:sdtPr>
              <w:sdtContent>
                <w:r w:rsidR="00267B4B">
                  <w:t>20</w:t>
                </w:r>
                <w:r w:rsidR="00F72DC6">
                  <w:t>XX</w:t>
                </w:r>
                <w:r w:rsidR="00267B4B">
                  <w:t>–20</w:t>
                </w:r>
                <w:r w:rsidR="00F72DC6">
                  <w:t>XX</w:t>
                </w:r>
              </w:sdtContent>
            </w:sdt>
          </w:p>
          <w:p w14:paraId="779CE758" w14:textId="77777777" w:rsidR="006D409C" w:rsidRDefault="00000000" w:rsidP="00267B4B">
            <w:sdt>
              <w:sdtPr>
                <w:id w:val="-1374621412"/>
                <w:placeholder>
                  <w:docPart w:val="14197C1F58294EBB8226E89280B84F83"/>
                </w:placeholder>
                <w:temporary/>
                <w:showingPlcHdr/>
                <w15:appearance w15:val="hidden"/>
              </w:sdtPr>
              <w:sdtContent>
                <w:r w:rsidR="00267B4B">
                  <w:t>Coordinated employee benefits programs, resulting in improved satisfaction and retention. Implemented policies and procedures to ensure compliance with labor laws. Collaborated with management to address employee concerns and improve overall workplace morale.</w:t>
                </w:r>
              </w:sdtContent>
            </w:sdt>
          </w:p>
        </w:tc>
      </w:tr>
      <w:tr w:rsidR="006D409C" w14:paraId="2A416565" w14:textId="77777777" w:rsidTr="1F497AB5">
        <w:trPr>
          <w:trHeight w:val="1080"/>
        </w:trPr>
        <w:tc>
          <w:tcPr>
            <w:tcW w:w="4421" w:type="dxa"/>
            <w:vMerge/>
            <w:vAlign w:val="bottom"/>
          </w:tcPr>
          <w:p w14:paraId="7161CE12" w14:textId="77777777" w:rsidR="006D409C" w:rsidRDefault="006D409C" w:rsidP="00776643">
            <w:pPr>
              <w:ind w:right="0"/>
              <w:rPr>
                <w:noProof/>
              </w:rPr>
            </w:pPr>
          </w:p>
        </w:tc>
        <w:tc>
          <w:tcPr>
            <w:tcW w:w="504" w:type="dxa"/>
            <w:shd w:val="clear" w:color="auto" w:fill="31521B" w:themeFill="accent2" w:themeFillShade="80"/>
          </w:tcPr>
          <w:p w14:paraId="502B7316" w14:textId="77777777" w:rsidR="006D409C" w:rsidRDefault="006D409C" w:rsidP="00776643">
            <w:pPr>
              <w:tabs>
                <w:tab w:val="left" w:pos="990"/>
              </w:tabs>
            </w:pPr>
          </w:p>
        </w:tc>
        <w:tc>
          <w:tcPr>
            <w:tcW w:w="6618" w:type="dxa"/>
            <w:shd w:val="clear" w:color="auto" w:fill="31521B" w:themeFill="accent2" w:themeFillShade="80"/>
            <w:vAlign w:val="center"/>
          </w:tcPr>
          <w:p w14:paraId="2DEAF839" w14:textId="77777777" w:rsidR="006D409C" w:rsidRDefault="00000000" w:rsidP="00776643">
            <w:pPr>
              <w:pStyle w:val="Heading1"/>
              <w:rPr>
                <w:b/>
              </w:rPr>
            </w:pPr>
            <w:sdt>
              <w:sdtPr>
                <w:id w:val="1669594239"/>
                <w:placeholder>
                  <w:docPart w:val="1A1EED8FD9C34AA09981C98DB3DE9D3D"/>
                </w:placeholder>
                <w:temporary/>
                <w:showingPlcHdr/>
                <w15:appearance w15:val="hidden"/>
              </w:sdtPr>
              <w:sdtContent>
                <w:r w:rsidR="006D409C" w:rsidRPr="00776643">
                  <w:rPr>
                    <w:rStyle w:val="Heading2Char"/>
                    <w:b w:val="0"/>
                    <w:bCs w:val="0"/>
                    <w:caps/>
                    <w:sz w:val="48"/>
                    <w:szCs w:val="32"/>
                  </w:rPr>
                  <w:t>SKILLS</w:t>
                </w:r>
              </w:sdtContent>
            </w:sdt>
          </w:p>
        </w:tc>
      </w:tr>
      <w:tr w:rsidR="006D409C" w14:paraId="70435BF9" w14:textId="77777777" w:rsidTr="1F497AB5">
        <w:trPr>
          <w:trHeight w:val="2160"/>
        </w:trPr>
        <w:tc>
          <w:tcPr>
            <w:tcW w:w="4421" w:type="dxa"/>
            <w:vMerge/>
            <w:vAlign w:val="bottom"/>
          </w:tcPr>
          <w:p w14:paraId="29DBA07F" w14:textId="77777777" w:rsidR="006D409C" w:rsidRDefault="006D409C" w:rsidP="00776643">
            <w:pPr>
              <w:ind w:right="0"/>
              <w:rPr>
                <w:noProof/>
              </w:rPr>
            </w:pPr>
          </w:p>
        </w:tc>
        <w:tc>
          <w:tcPr>
            <w:tcW w:w="504" w:type="dxa"/>
            <w:tcBorders>
              <w:bottom w:val="nil"/>
            </w:tcBorders>
            <w:tcMar>
              <w:left w:w="0" w:type="dxa"/>
              <w:right w:w="0" w:type="dxa"/>
            </w:tcMar>
          </w:tcPr>
          <w:p w14:paraId="69A8E294" w14:textId="77777777" w:rsidR="006D409C" w:rsidRDefault="00F56513" w:rsidP="00776643">
            <w:pPr>
              <w:tabs>
                <w:tab w:val="left" w:pos="990"/>
              </w:tabs>
            </w:pPr>
            <w:r>
              <w:rPr>
                <w:noProof/>
                <w:lang w:val="en-AU" w:eastAsia="en-AU"/>
              </w:rPr>
              <mc:AlternateContent>
                <mc:Choice Requires="wps">
                  <w:drawing>
                    <wp:inline distT="0" distB="0" distL="0" distR="0" wp14:anchorId="3C88CFD5" wp14:editId="6799ED47">
                      <wp:extent cx="227812" cy="311173"/>
                      <wp:effectExtent l="0" t="3810" r="0" b="0"/>
                      <wp:docPr id="5" name="Right Triangle 3" descr="Decorativ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227812" cy="311173"/>
                              </a:xfrm>
                              <a:custGeom>
                                <a:avLst/>
                                <a:gdLst>
                                  <a:gd name="connsiteX0" fmla="*/ 0 w 342900"/>
                                  <a:gd name="connsiteY0" fmla="*/ 342900 h 342900"/>
                                  <a:gd name="connsiteX1" fmla="*/ 0 w 342900"/>
                                  <a:gd name="connsiteY1" fmla="*/ 0 h 342900"/>
                                  <a:gd name="connsiteX2" fmla="*/ 342900 w 342900"/>
                                  <a:gd name="connsiteY2" fmla="*/ 342900 h 342900"/>
                                  <a:gd name="connsiteX3" fmla="*/ 0 w 342900"/>
                                  <a:gd name="connsiteY3" fmla="*/ 342900 h 342900"/>
                                  <a:gd name="connsiteX0" fmla="*/ 0 w 346648"/>
                                  <a:gd name="connsiteY0" fmla="*/ 342900 h 342900"/>
                                  <a:gd name="connsiteX1" fmla="*/ 0 w 346648"/>
                                  <a:gd name="connsiteY1" fmla="*/ 0 h 342900"/>
                                  <a:gd name="connsiteX2" fmla="*/ 346648 w 346648"/>
                                  <a:gd name="connsiteY2" fmla="*/ 108679 h 342900"/>
                                  <a:gd name="connsiteX3" fmla="*/ 0 w 346648"/>
                                  <a:gd name="connsiteY3" fmla="*/ 342900 h 342900"/>
                                  <a:gd name="connsiteX0" fmla="*/ 1207 w 347855"/>
                                  <a:gd name="connsiteY0" fmla="*/ 234221 h 234221"/>
                                  <a:gd name="connsiteX1" fmla="*/ 0 w 347855"/>
                                  <a:gd name="connsiteY1" fmla="*/ 2598 h 234221"/>
                                  <a:gd name="connsiteX2" fmla="*/ 347855 w 347855"/>
                                  <a:gd name="connsiteY2" fmla="*/ 0 h 234221"/>
                                  <a:gd name="connsiteX3" fmla="*/ 1207 w 347855"/>
                                  <a:gd name="connsiteY3" fmla="*/ 234221 h 234221"/>
                                  <a:gd name="connsiteX0" fmla="*/ 1207 w 346895"/>
                                  <a:gd name="connsiteY0" fmla="*/ 231995 h 231995"/>
                                  <a:gd name="connsiteX1" fmla="*/ 0 w 346895"/>
                                  <a:gd name="connsiteY1" fmla="*/ 372 h 231995"/>
                                  <a:gd name="connsiteX2" fmla="*/ 346895 w 346895"/>
                                  <a:gd name="connsiteY2" fmla="*/ 0 h 231995"/>
                                  <a:gd name="connsiteX3" fmla="*/ 1207 w 346895"/>
                                  <a:gd name="connsiteY3" fmla="*/ 231995 h 231995"/>
                                  <a:gd name="connsiteX0" fmla="*/ 2426 w 346895"/>
                                  <a:gd name="connsiteY0" fmla="*/ 347348 h 347348"/>
                                  <a:gd name="connsiteX1" fmla="*/ 0 w 346895"/>
                                  <a:gd name="connsiteY1" fmla="*/ 372 h 347348"/>
                                  <a:gd name="connsiteX2" fmla="*/ 346895 w 346895"/>
                                  <a:gd name="connsiteY2" fmla="*/ 0 h 347348"/>
                                  <a:gd name="connsiteX3" fmla="*/ 2426 w 346895"/>
                                  <a:gd name="connsiteY3" fmla="*/ 347348 h 347348"/>
                                </a:gdLst>
                                <a:ahLst/>
                                <a:cxnLst>
                                  <a:cxn ang="0">
                                    <a:pos x="connsiteX0" y="connsiteY0"/>
                                  </a:cxn>
                                  <a:cxn ang="0">
                                    <a:pos x="connsiteX1" y="connsiteY1"/>
                                  </a:cxn>
                                  <a:cxn ang="0">
                                    <a:pos x="connsiteX2" y="connsiteY2"/>
                                  </a:cxn>
                                  <a:cxn ang="0">
                                    <a:pos x="connsiteX3" y="connsiteY3"/>
                                  </a:cxn>
                                </a:cxnLst>
                                <a:rect l="l" t="t" r="r" b="b"/>
                                <a:pathLst>
                                  <a:path w="346895" h="347348">
                                    <a:moveTo>
                                      <a:pt x="2426" y="347348"/>
                                    </a:moveTo>
                                    <a:cubicBezTo>
                                      <a:pt x="2024" y="270140"/>
                                      <a:pt x="402" y="77580"/>
                                      <a:pt x="0" y="372"/>
                                    </a:cubicBezTo>
                                    <a:lnTo>
                                      <a:pt x="346895" y="0"/>
                                    </a:lnTo>
                                    <a:lnTo>
                                      <a:pt x="2426" y="347348"/>
                                    </a:lnTo>
                                    <a:close/>
                                  </a:path>
                                </a:pathLst>
                              </a:cu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A24797" w14:textId="77777777" w:rsidR="00F56513" w:rsidRPr="00AF4EA4" w:rsidRDefault="00F56513" w:rsidP="00F56513">
                                  <w:pPr>
                                    <w:jc w:val="center"/>
                                    <w:rPr>
                                      <w:color w:val="455F51"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3C88CFD5" id="_x0000_s1028" alt="Decorative" style="width:17.95pt;height:24.5pt;rotation:90;visibility:visible;mso-wrap-style:square;mso-left-percent:-10001;mso-top-percent:-10001;mso-position-horizontal:absolute;mso-position-horizontal-relative:char;mso-position-vertical:absolute;mso-position-vertical-relative:line;mso-left-percent:-10001;mso-top-percent:-10001;v-text-anchor:middle" coordsize="346895,3473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" adj="-11796480,,5400" path="m2426,347348c2024,270140,402,77580,,372l346895,,2426,347348xe" fillcolor="#729928 [2404]" stroked="f" strokeweight="1pt">
                      <v:stroke joinstyle="miter"/>
                      <v:formulas/>
                      <v:path arrowok="t" o:connecttype="custom" o:connectlocs="1593,311173;0,333;227812,0;1593,311173" o:connectangles="0,0,0,0" textboxrect="0,0,346895,347348"/>
                      <v:textbox>
                        <w:txbxContent>
                          <w:p w14:paraId="03A24797" w14:textId="77777777" w:rsidR="00F56513" w:rsidRPr="00AF4EA4" w:rsidRDefault="00F56513" w:rsidP="00F56513">
                            <w:pPr>
                              <w:jc w:val="center"/>
                              <w:rPr>
                                <w:color w:val="455F51" w:themeColor="text2"/>
                              </w:rPr>
                            </w:pPr>
                          </w:p>
                        </w:txbxContent>
                      </v:textbox>
                      <w10:anchorlock/>
                    </v:shape>
                  </w:pict>
                </mc:Fallback>
              </mc:AlternateContent>
            </w:r>
          </w:p>
        </w:tc>
        <w:tc>
          <w:tcPr>
            <w:tcW w:w="6618" w:type="dxa"/>
            <w:tcBorders>
              <w:bottom w:val="nil"/>
            </w:tcBorders>
            <w:vAlign w:val="bottom"/>
          </w:tcPr>
          <w:p w14:paraId="0F093BAF" w14:textId="77777777" w:rsidR="006D409C" w:rsidRPr="006B41B4" w:rsidRDefault="000C5405" w:rsidP="00776643">
            <w:pPr>
              <w:rPr>
                <w:b/>
              </w:rPr>
            </w:pPr>
            <w:r w:rsidRPr="006B41B4">
              <w:rPr>
                <w:b/>
                <w:noProof/>
                <w:lang w:eastAsia="en-AU"/>
              </w:rPr>
              <w:drawing>
                <wp:inline distT="0" distB="0" distL="0" distR="0" wp14:anchorId="1730A0E6" wp14:editId="3F9964CE">
                  <wp:extent cx="3755390" cy="1524000"/>
                  <wp:effectExtent l="0" t="0" r="0" b="0"/>
                  <wp:docPr id="9" name="Picture 9" descr="Picture of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cture of char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5390" cy="1524000"/>
                          </a:xfrm>
                          <a:prstGeom prst="rect">
                            <a:avLst/>
                          </a:prstGeom>
                          <a:noFill/>
                        </pic:spPr>
                      </pic:pic>
                    </a:graphicData>
                  </a:graphic>
                </wp:inline>
              </w:drawing>
            </w:r>
          </w:p>
        </w:tc>
      </w:tr>
    </w:tbl>
    <w:p w14:paraId="632C5086" w14:textId="77777777" w:rsidR="00153B84" w:rsidRDefault="00153B84" w:rsidP="005D47DE"/>
    <w:sectPr w:rsidR="00153B84" w:rsidSect="00416D70">
      <w:pgSz w:w="12240" w:h="15840"/>
      <w:pgMar w:top="360" w:right="360" w:bottom="360" w:left="36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29B70" w14:textId="77777777" w:rsidR="00603528" w:rsidRDefault="00603528" w:rsidP="00C51CF5">
      <w:r>
        <w:separator/>
      </w:r>
    </w:p>
  </w:endnote>
  <w:endnote w:type="continuationSeparator" w:id="0">
    <w:p w14:paraId="2155CF93" w14:textId="77777777" w:rsidR="00603528" w:rsidRDefault="00603528" w:rsidP="00C5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9A6C7" w14:textId="77777777" w:rsidR="00603528" w:rsidRDefault="00603528" w:rsidP="00C51CF5">
      <w:r>
        <w:separator/>
      </w:r>
    </w:p>
  </w:footnote>
  <w:footnote w:type="continuationSeparator" w:id="0">
    <w:p w14:paraId="662FE598" w14:textId="77777777" w:rsidR="00603528" w:rsidRDefault="00603528" w:rsidP="00C51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190FD1A"/>
    <w:lvl w:ilvl="0">
      <w:start w:val="1"/>
      <w:numFmt w:val="bullet"/>
      <w:lvlText w:val=""/>
      <w:lvlJc w:val="left"/>
      <w:pPr>
        <w:tabs>
          <w:tab w:val="num" w:pos="360"/>
        </w:tabs>
        <w:ind w:left="360" w:hanging="360"/>
      </w:pPr>
      <w:rPr>
        <w:rFonts w:ascii="Symbol" w:hAnsi="Symbol" w:hint="default"/>
      </w:rPr>
    </w:lvl>
  </w:abstractNum>
  <w:num w:numId="1" w16cid:durableId="1894075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96"/>
    <w:rsid w:val="000521EF"/>
    <w:rsid w:val="00094105"/>
    <w:rsid w:val="000A545F"/>
    <w:rsid w:val="000C5405"/>
    <w:rsid w:val="000F3BEA"/>
    <w:rsid w:val="0010314C"/>
    <w:rsid w:val="00153B84"/>
    <w:rsid w:val="00196AAB"/>
    <w:rsid w:val="001A4D1A"/>
    <w:rsid w:val="001B0B3D"/>
    <w:rsid w:val="002559D0"/>
    <w:rsid w:val="00267B4B"/>
    <w:rsid w:val="003A7C7C"/>
    <w:rsid w:val="003B0DB8"/>
    <w:rsid w:val="00416D70"/>
    <w:rsid w:val="00431999"/>
    <w:rsid w:val="00443E2D"/>
    <w:rsid w:val="00572086"/>
    <w:rsid w:val="00575305"/>
    <w:rsid w:val="00597871"/>
    <w:rsid w:val="005D47DE"/>
    <w:rsid w:val="005F364E"/>
    <w:rsid w:val="00603528"/>
    <w:rsid w:val="0062123A"/>
    <w:rsid w:val="00635EF0"/>
    <w:rsid w:val="00646E75"/>
    <w:rsid w:val="00663587"/>
    <w:rsid w:val="00680B54"/>
    <w:rsid w:val="00690B0A"/>
    <w:rsid w:val="006B41B4"/>
    <w:rsid w:val="006D409C"/>
    <w:rsid w:val="006E3B22"/>
    <w:rsid w:val="007161B3"/>
    <w:rsid w:val="00776643"/>
    <w:rsid w:val="00797579"/>
    <w:rsid w:val="007D0F5B"/>
    <w:rsid w:val="00846496"/>
    <w:rsid w:val="00862972"/>
    <w:rsid w:val="00882E29"/>
    <w:rsid w:val="008F290E"/>
    <w:rsid w:val="00942045"/>
    <w:rsid w:val="00964B9F"/>
    <w:rsid w:val="009F215D"/>
    <w:rsid w:val="00A73BCA"/>
    <w:rsid w:val="00A75FCE"/>
    <w:rsid w:val="00AC5509"/>
    <w:rsid w:val="00AF4EA4"/>
    <w:rsid w:val="00B0669D"/>
    <w:rsid w:val="00B90CEF"/>
    <w:rsid w:val="00B95D4D"/>
    <w:rsid w:val="00BB464E"/>
    <w:rsid w:val="00C51CF5"/>
    <w:rsid w:val="00C93D20"/>
    <w:rsid w:val="00CA407F"/>
    <w:rsid w:val="00CF0C80"/>
    <w:rsid w:val="00D00A30"/>
    <w:rsid w:val="00D8438A"/>
    <w:rsid w:val="00DB6330"/>
    <w:rsid w:val="00DC71AE"/>
    <w:rsid w:val="00E55D74"/>
    <w:rsid w:val="00E67A6E"/>
    <w:rsid w:val="00E774C3"/>
    <w:rsid w:val="00E8541C"/>
    <w:rsid w:val="00F3200A"/>
    <w:rsid w:val="00F56513"/>
    <w:rsid w:val="00F72DC6"/>
    <w:rsid w:val="00F77331"/>
    <w:rsid w:val="00FC5CD1"/>
    <w:rsid w:val="00FD27BC"/>
    <w:rsid w:val="03ECC40A"/>
    <w:rsid w:val="09762EBA"/>
    <w:rsid w:val="0D765A21"/>
    <w:rsid w:val="0F4706C2"/>
    <w:rsid w:val="107B7DFD"/>
    <w:rsid w:val="162C0E0A"/>
    <w:rsid w:val="1B8E47FE"/>
    <w:rsid w:val="1EC9ADF4"/>
    <w:rsid w:val="1F497AB5"/>
    <w:rsid w:val="224E32AA"/>
    <w:rsid w:val="22AA1EB7"/>
    <w:rsid w:val="29A790BF"/>
    <w:rsid w:val="29BA31B5"/>
    <w:rsid w:val="2B8DCDB1"/>
    <w:rsid w:val="32AD981E"/>
    <w:rsid w:val="336E6053"/>
    <w:rsid w:val="3528CA6C"/>
    <w:rsid w:val="35691D05"/>
    <w:rsid w:val="35A1628D"/>
    <w:rsid w:val="3B6B860B"/>
    <w:rsid w:val="3EF8A2EB"/>
    <w:rsid w:val="407F56BC"/>
    <w:rsid w:val="4179CF55"/>
    <w:rsid w:val="43B6BD83"/>
    <w:rsid w:val="45AC529D"/>
    <w:rsid w:val="46584252"/>
    <w:rsid w:val="490E2E5D"/>
    <w:rsid w:val="4CB0D0D5"/>
    <w:rsid w:val="4CB3104F"/>
    <w:rsid w:val="4E3F6093"/>
    <w:rsid w:val="50AAEE7A"/>
    <w:rsid w:val="5313BD10"/>
    <w:rsid w:val="57B891C9"/>
    <w:rsid w:val="57C7C6A1"/>
    <w:rsid w:val="5DCE7ACB"/>
    <w:rsid w:val="6241EA84"/>
    <w:rsid w:val="65576EA2"/>
    <w:rsid w:val="65BA654E"/>
    <w:rsid w:val="68587E6C"/>
    <w:rsid w:val="68AA779E"/>
    <w:rsid w:val="68AC2C49"/>
    <w:rsid w:val="6937FC51"/>
    <w:rsid w:val="69761409"/>
    <w:rsid w:val="6C612EB6"/>
    <w:rsid w:val="6F4D1FBA"/>
    <w:rsid w:val="6FE5F98E"/>
    <w:rsid w:val="75237D31"/>
    <w:rsid w:val="75D1D54B"/>
    <w:rsid w:val="7982E595"/>
    <w:rsid w:val="7C29E7DF"/>
    <w:rsid w:val="7F0694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49A20"/>
  <w14:defaultImageDpi w14:val="330"/>
  <w15:chartTrackingRefBased/>
  <w15:docId w15:val="{9E794494-1636-43E2-ADC8-156916F2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086"/>
    <w:pPr>
      <w:ind w:right="360"/>
    </w:pPr>
    <w:rPr>
      <w:sz w:val="22"/>
    </w:rPr>
  </w:style>
  <w:style w:type="paragraph" w:styleId="Heading1">
    <w:name w:val="heading 1"/>
    <w:basedOn w:val="Normal"/>
    <w:next w:val="Normal"/>
    <w:link w:val="Heading1Char"/>
    <w:uiPriority w:val="9"/>
    <w:qFormat/>
    <w:rsid w:val="00AC5509"/>
    <w:pPr>
      <w:keepNext/>
      <w:keepLines/>
      <w:outlineLvl w:val="0"/>
    </w:pPr>
    <w:rPr>
      <w:rFonts w:asciiTheme="majorHAnsi" w:eastAsiaTheme="majorEastAsia" w:hAnsiTheme="majorHAnsi" w:cstheme="majorBidi"/>
      <w:caps/>
      <w:color w:val="FFFFFF" w:themeColor="background1"/>
      <w:sz w:val="48"/>
      <w:szCs w:val="32"/>
    </w:rPr>
  </w:style>
  <w:style w:type="paragraph" w:styleId="Heading2">
    <w:name w:val="heading 2"/>
    <w:basedOn w:val="Normal"/>
    <w:next w:val="Normal"/>
    <w:link w:val="Heading2Char"/>
    <w:uiPriority w:val="9"/>
    <w:qFormat/>
    <w:rsid w:val="00443E2D"/>
    <w:pPr>
      <w:keepNext/>
      <w:keepLines/>
      <w:pBdr>
        <w:bottom w:val="single" w:sz="8" w:space="1" w:color="99CB38" w:themeColor="accent1"/>
      </w:pBdr>
      <w:spacing w:before="200" w:line="276" w:lineRule="auto"/>
      <w:outlineLvl w:val="1"/>
    </w:pPr>
    <w:rPr>
      <w:rFonts w:asciiTheme="majorHAnsi" w:eastAsiaTheme="majorEastAsia" w:hAnsiTheme="majorHAnsi" w:cstheme="majorBidi"/>
      <w:b/>
      <w:bCs/>
      <w:caps/>
      <w:sz w:val="26"/>
      <w:szCs w:val="26"/>
    </w:rPr>
  </w:style>
  <w:style w:type="paragraph" w:styleId="Heading3">
    <w:name w:val="heading 3"/>
    <w:basedOn w:val="Normal"/>
    <w:next w:val="Normal"/>
    <w:link w:val="Heading3Char"/>
    <w:uiPriority w:val="9"/>
    <w:semiHidden/>
    <w:qFormat/>
    <w:rsid w:val="00C51CF5"/>
    <w:pPr>
      <w:keepNext/>
      <w:keepLines/>
      <w:spacing w:before="40"/>
      <w:outlineLvl w:val="2"/>
    </w:pPr>
    <w:rPr>
      <w:rFonts w:asciiTheme="majorHAnsi" w:eastAsiaTheme="majorEastAsia" w:hAnsiTheme="majorHAnsi" w:cstheme="majorBidi"/>
      <w:color w:val="4C661A"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3E2D"/>
    <w:rPr>
      <w:rFonts w:asciiTheme="majorHAnsi" w:eastAsiaTheme="majorEastAsia" w:hAnsiTheme="majorHAnsi" w:cstheme="majorBidi"/>
      <w:b/>
      <w:bCs/>
      <w:caps/>
      <w:sz w:val="26"/>
      <w:szCs w:val="26"/>
    </w:rPr>
  </w:style>
  <w:style w:type="paragraph" w:styleId="Title">
    <w:name w:val="Title"/>
    <w:basedOn w:val="Normal"/>
    <w:next w:val="Normal"/>
    <w:link w:val="TitleChar"/>
    <w:uiPriority w:val="10"/>
    <w:qFormat/>
    <w:rsid w:val="00443E2D"/>
    <w:pPr>
      <w:spacing w:after="300"/>
      <w:contextualSpacing/>
      <w:jc w:val="center"/>
    </w:pPr>
    <w:rPr>
      <w:rFonts w:asciiTheme="majorHAnsi" w:eastAsiaTheme="majorEastAsia" w:hAnsiTheme="majorHAnsi" w:cstheme="majorBidi"/>
      <w:caps/>
      <w:spacing w:val="5"/>
      <w:kern w:val="28"/>
      <w:sz w:val="72"/>
      <w:szCs w:val="52"/>
    </w:rPr>
  </w:style>
  <w:style w:type="character" w:customStyle="1" w:styleId="TitleChar">
    <w:name w:val="Title Char"/>
    <w:basedOn w:val="DefaultParagraphFont"/>
    <w:link w:val="Title"/>
    <w:uiPriority w:val="10"/>
    <w:rsid w:val="00443E2D"/>
    <w:rPr>
      <w:rFonts w:asciiTheme="majorHAnsi" w:eastAsiaTheme="majorEastAsia" w:hAnsiTheme="majorHAnsi" w:cstheme="majorBidi"/>
      <w:caps/>
      <w:spacing w:val="5"/>
      <w:kern w:val="28"/>
      <w:sz w:val="72"/>
      <w:szCs w:val="52"/>
    </w:rPr>
  </w:style>
  <w:style w:type="character" w:styleId="Emphasis">
    <w:name w:val="Emphasis"/>
    <w:basedOn w:val="DefaultParagraphFont"/>
    <w:uiPriority w:val="11"/>
    <w:semiHidden/>
    <w:qFormat/>
    <w:rsid w:val="00B90CEF"/>
    <w:rPr>
      <w:i/>
      <w:iCs/>
    </w:rPr>
  </w:style>
  <w:style w:type="paragraph" w:styleId="ListParagraph">
    <w:name w:val="List Paragraph"/>
    <w:basedOn w:val="Normal"/>
    <w:uiPriority w:val="34"/>
    <w:semiHidden/>
    <w:qFormat/>
    <w:rsid w:val="003B0DB8"/>
    <w:pPr>
      <w:ind w:left="720"/>
      <w:contextualSpacing/>
    </w:pPr>
  </w:style>
  <w:style w:type="paragraph" w:styleId="Header">
    <w:name w:val="header"/>
    <w:basedOn w:val="Normal"/>
    <w:link w:val="HeaderChar"/>
    <w:uiPriority w:val="99"/>
    <w:semiHidden/>
    <w:rsid w:val="00C51CF5"/>
    <w:pPr>
      <w:tabs>
        <w:tab w:val="center" w:pos="4680"/>
        <w:tab w:val="right" w:pos="9360"/>
      </w:tabs>
    </w:pPr>
  </w:style>
  <w:style w:type="character" w:customStyle="1" w:styleId="HeaderChar">
    <w:name w:val="Header Char"/>
    <w:basedOn w:val="DefaultParagraphFont"/>
    <w:link w:val="Header"/>
    <w:uiPriority w:val="99"/>
    <w:semiHidden/>
    <w:rsid w:val="00153B84"/>
  </w:style>
  <w:style w:type="paragraph" w:styleId="Footer">
    <w:name w:val="footer"/>
    <w:basedOn w:val="Normal"/>
    <w:link w:val="FooterChar"/>
    <w:uiPriority w:val="99"/>
    <w:semiHidden/>
    <w:rsid w:val="00C51CF5"/>
    <w:pPr>
      <w:tabs>
        <w:tab w:val="center" w:pos="4680"/>
        <w:tab w:val="right" w:pos="9360"/>
      </w:tabs>
    </w:pPr>
  </w:style>
  <w:style w:type="character" w:customStyle="1" w:styleId="FooterChar">
    <w:name w:val="Footer Char"/>
    <w:basedOn w:val="DefaultParagraphFont"/>
    <w:link w:val="Footer"/>
    <w:uiPriority w:val="99"/>
    <w:semiHidden/>
    <w:rsid w:val="00572086"/>
    <w:rPr>
      <w:sz w:val="22"/>
    </w:rPr>
  </w:style>
  <w:style w:type="character" w:customStyle="1" w:styleId="Heading3Char">
    <w:name w:val="Heading 3 Char"/>
    <w:basedOn w:val="DefaultParagraphFont"/>
    <w:link w:val="Heading3"/>
    <w:uiPriority w:val="9"/>
    <w:semiHidden/>
    <w:rsid w:val="00572086"/>
    <w:rPr>
      <w:rFonts w:asciiTheme="majorHAnsi" w:eastAsiaTheme="majorEastAsia" w:hAnsiTheme="majorHAnsi" w:cstheme="majorBidi"/>
      <w:color w:val="4C661A" w:themeColor="accent1" w:themeShade="7F"/>
      <w:sz w:val="22"/>
    </w:rPr>
  </w:style>
  <w:style w:type="paragraph" w:styleId="Date">
    <w:name w:val="Date"/>
    <w:basedOn w:val="Normal"/>
    <w:next w:val="Normal"/>
    <w:link w:val="DateChar"/>
    <w:uiPriority w:val="99"/>
    <w:rsid w:val="00C51CF5"/>
    <w:rPr>
      <w:sz w:val="18"/>
      <w:szCs w:val="22"/>
    </w:rPr>
  </w:style>
  <w:style w:type="character" w:customStyle="1" w:styleId="DateChar">
    <w:name w:val="Date Char"/>
    <w:basedOn w:val="DefaultParagraphFont"/>
    <w:link w:val="Date"/>
    <w:uiPriority w:val="99"/>
    <w:rsid w:val="00C51CF5"/>
    <w:rPr>
      <w:sz w:val="18"/>
      <w:szCs w:val="22"/>
    </w:rPr>
  </w:style>
  <w:style w:type="character" w:styleId="Hyperlink">
    <w:name w:val="Hyperlink"/>
    <w:basedOn w:val="DefaultParagraphFont"/>
    <w:uiPriority w:val="99"/>
    <w:unhideWhenUsed/>
    <w:rsid w:val="00AC5509"/>
    <w:rPr>
      <w:color w:val="31521B" w:themeColor="accent2" w:themeShade="80"/>
      <w:u w:val="single"/>
    </w:rPr>
  </w:style>
  <w:style w:type="character" w:styleId="PlaceholderText">
    <w:name w:val="Placeholder Text"/>
    <w:basedOn w:val="DefaultParagraphFont"/>
    <w:uiPriority w:val="99"/>
    <w:semiHidden/>
    <w:rsid w:val="00C51CF5"/>
    <w:rPr>
      <w:color w:val="808080"/>
    </w:rPr>
  </w:style>
  <w:style w:type="paragraph" w:styleId="Subtitle">
    <w:name w:val="Subtitle"/>
    <w:basedOn w:val="Normal"/>
    <w:next w:val="Normal"/>
    <w:link w:val="SubtitleChar"/>
    <w:uiPriority w:val="11"/>
    <w:qFormat/>
    <w:rsid w:val="00443E2D"/>
    <w:pPr>
      <w:spacing w:after="360"/>
      <w:jc w:val="center"/>
    </w:pPr>
    <w:rPr>
      <w:spacing w:val="19"/>
      <w:w w:val="86"/>
      <w:sz w:val="32"/>
      <w:szCs w:val="28"/>
      <w:fitText w:val="2160" w:id="1744560130"/>
    </w:rPr>
  </w:style>
  <w:style w:type="character" w:customStyle="1" w:styleId="SubtitleChar">
    <w:name w:val="Subtitle Char"/>
    <w:basedOn w:val="DefaultParagraphFont"/>
    <w:link w:val="Subtitle"/>
    <w:uiPriority w:val="11"/>
    <w:rsid w:val="00443E2D"/>
    <w:rPr>
      <w:spacing w:val="19"/>
      <w:w w:val="86"/>
      <w:sz w:val="32"/>
      <w:szCs w:val="28"/>
      <w:fitText w:val="2160" w:id="1744560130"/>
    </w:rPr>
  </w:style>
  <w:style w:type="character" w:customStyle="1" w:styleId="Heading1Char">
    <w:name w:val="Heading 1 Char"/>
    <w:basedOn w:val="DefaultParagraphFont"/>
    <w:link w:val="Heading1"/>
    <w:uiPriority w:val="9"/>
    <w:rsid w:val="00AC5509"/>
    <w:rPr>
      <w:rFonts w:asciiTheme="majorHAnsi" w:eastAsiaTheme="majorEastAsia" w:hAnsiTheme="majorHAnsi" w:cstheme="majorBidi"/>
      <w:caps/>
      <w:color w:val="FFFFFF" w:themeColor="background1"/>
      <w:sz w:val="48"/>
      <w:szCs w:val="32"/>
    </w:rPr>
  </w:style>
  <w:style w:type="character" w:customStyle="1" w:styleId="UnresolvedMention1">
    <w:name w:val="Unresolved Mention1"/>
    <w:basedOn w:val="DefaultParagraphFont"/>
    <w:uiPriority w:val="99"/>
    <w:semiHidden/>
    <w:rsid w:val="005D47DE"/>
    <w:rPr>
      <w:color w:val="808080"/>
      <w:shd w:val="clear" w:color="auto" w:fill="E6E6E6"/>
    </w:rPr>
  </w:style>
  <w:style w:type="paragraph" w:customStyle="1" w:styleId="ProfileText">
    <w:name w:val="Profile Text"/>
    <w:basedOn w:val="Normal"/>
    <w:qFormat/>
    <w:rsid w:val="00443E2D"/>
  </w:style>
  <w:style w:type="paragraph" w:customStyle="1" w:styleId="ContactDetails">
    <w:name w:val="Contact Details"/>
    <w:basedOn w:val="Normal"/>
    <w:qFormat/>
    <w:rsid w:val="00443E2D"/>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67B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B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56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roo\AppData\Roaming\Microsoft\Templates\Cubist%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2F827F0FF7429584E3C1971E4F7360"/>
        <w:category>
          <w:name w:val="General"/>
          <w:gallery w:val="placeholder"/>
        </w:category>
        <w:types>
          <w:type w:val="bbPlcHdr"/>
        </w:types>
        <w:behaviors>
          <w:behavior w:val="content"/>
        </w:behaviors>
        <w:guid w:val="{5183345B-58C6-42E7-93B2-A56051EC5E8A}"/>
      </w:docPartPr>
      <w:docPartBody>
        <w:p w:rsidR="00000000" w:rsidRDefault="00000000">
          <w:pPr>
            <w:pStyle w:val="BD2F827F0FF7429584E3C1971E4F7360"/>
          </w:pPr>
          <w:r w:rsidRPr="00036450">
            <w:t>EDUCATION</w:t>
          </w:r>
        </w:p>
      </w:docPartBody>
    </w:docPart>
    <w:docPart>
      <w:docPartPr>
        <w:name w:val="91F904D159CF44579D2CD32F2C351AA4"/>
        <w:category>
          <w:name w:val="General"/>
          <w:gallery w:val="placeholder"/>
        </w:category>
        <w:types>
          <w:type w:val="bbPlcHdr"/>
        </w:types>
        <w:behaviors>
          <w:behavior w:val="content"/>
        </w:behaviors>
        <w:guid w:val="{68E1C46F-57DD-4EE5-90A4-3B06BC72A80B}"/>
      </w:docPartPr>
      <w:docPartBody>
        <w:p w:rsidR="00000000" w:rsidRDefault="00000000">
          <w:pPr>
            <w:pStyle w:val="91F904D159CF44579D2CD32F2C351AA4"/>
          </w:pPr>
          <w:r w:rsidRPr="1F497AB5">
            <w:rPr>
              <w:b/>
              <w:bCs/>
            </w:rPr>
            <w:t>Jasper University</w:t>
          </w:r>
        </w:p>
      </w:docPartBody>
    </w:docPart>
    <w:docPart>
      <w:docPartPr>
        <w:name w:val="5B8DFEE25D9D4428B7F08FBB9A0FDAFE"/>
        <w:category>
          <w:name w:val="General"/>
          <w:gallery w:val="placeholder"/>
        </w:category>
        <w:types>
          <w:type w:val="bbPlcHdr"/>
        </w:types>
        <w:behaviors>
          <w:behavior w:val="content"/>
        </w:behaviors>
        <w:guid w:val="{2613454D-865C-426A-9B79-25ABC4FBCE8B}"/>
      </w:docPartPr>
      <w:docPartBody>
        <w:p w:rsidR="00000000" w:rsidRDefault="00000000">
          <w:pPr>
            <w:pStyle w:val="5B8DFEE25D9D4428B7F08FBB9A0FDAFE"/>
          </w:pPr>
          <w:r>
            <w:t>20</w:t>
          </w:r>
          <w:r>
            <w:t>XX</w:t>
          </w:r>
          <w:r>
            <w:t xml:space="preserve"> </w:t>
          </w:r>
          <w:r>
            <w:t>–</w:t>
          </w:r>
          <w:r>
            <w:t xml:space="preserve"> 20</w:t>
          </w:r>
          <w:r>
            <w:t>XX</w:t>
          </w:r>
        </w:p>
      </w:docPartBody>
    </w:docPart>
    <w:docPart>
      <w:docPartPr>
        <w:name w:val="60EC2B8D38F247F3A8D85B3797217F3A"/>
        <w:category>
          <w:name w:val="General"/>
          <w:gallery w:val="placeholder"/>
        </w:category>
        <w:types>
          <w:type w:val="bbPlcHdr"/>
        </w:types>
        <w:behaviors>
          <w:behavior w:val="content"/>
        </w:behaviors>
        <w:guid w:val="{EA8D8CFF-D693-4DC3-8475-DE830AE64B69}"/>
      </w:docPartPr>
      <w:docPartBody>
        <w:p w:rsidR="00000000" w:rsidRDefault="00000000">
          <w:pPr>
            <w:pStyle w:val="60EC2B8D38F247F3A8D85B3797217F3A"/>
          </w:pPr>
          <w:r>
            <w:t>BA in Psychology with a concentration in Industrial-Organizational Psychology</w:t>
          </w:r>
        </w:p>
      </w:docPartBody>
    </w:docPart>
    <w:docPart>
      <w:docPartPr>
        <w:name w:val="BB4D93DAF80347A38643DBE6E64CE81A"/>
        <w:category>
          <w:name w:val="General"/>
          <w:gallery w:val="placeholder"/>
        </w:category>
        <w:types>
          <w:type w:val="bbPlcHdr"/>
        </w:types>
        <w:behaviors>
          <w:behavior w:val="content"/>
        </w:behaviors>
        <w:guid w:val="{7EB661FB-5C11-4473-B202-B94EE04F642F}"/>
      </w:docPartPr>
      <w:docPartBody>
        <w:p w:rsidR="00000000" w:rsidRDefault="00000000">
          <w:pPr>
            <w:pStyle w:val="BB4D93DAF80347A38643DBE6E64CE81A"/>
          </w:pPr>
          <w:r w:rsidRPr="1F497AB5">
            <w:rPr>
              <w:b/>
              <w:bCs/>
            </w:rPr>
            <w:t>East Beringer Community College</w:t>
          </w:r>
        </w:p>
      </w:docPartBody>
    </w:docPart>
    <w:docPart>
      <w:docPartPr>
        <w:name w:val="4F8E489408554A21B20A98D68C2ADBA5"/>
        <w:category>
          <w:name w:val="General"/>
          <w:gallery w:val="placeholder"/>
        </w:category>
        <w:types>
          <w:type w:val="bbPlcHdr"/>
        </w:types>
        <w:behaviors>
          <w:behavior w:val="content"/>
        </w:behaviors>
        <w:guid w:val="{87D6E7F6-398E-4F45-8139-853F9AF6F742}"/>
      </w:docPartPr>
      <w:docPartBody>
        <w:p w:rsidR="00000000" w:rsidRDefault="00000000">
          <w:pPr>
            <w:pStyle w:val="4F8E489408554A21B20A98D68C2ADBA5"/>
          </w:pPr>
          <w:r>
            <w:t>20</w:t>
          </w:r>
          <w:r>
            <w:t>XX</w:t>
          </w:r>
          <w:r>
            <w:t xml:space="preserve"> </w:t>
          </w:r>
          <w:r>
            <w:t>–</w:t>
          </w:r>
          <w:r>
            <w:t xml:space="preserve"> 20</w:t>
          </w:r>
          <w:r>
            <w:t>XX</w:t>
          </w:r>
        </w:p>
      </w:docPartBody>
    </w:docPart>
    <w:docPart>
      <w:docPartPr>
        <w:name w:val="DAD2754C434A46998DE30814C7A02053"/>
        <w:category>
          <w:name w:val="General"/>
          <w:gallery w:val="placeholder"/>
        </w:category>
        <w:types>
          <w:type w:val="bbPlcHdr"/>
        </w:types>
        <w:behaviors>
          <w:behavior w:val="content"/>
        </w:behaviors>
        <w:guid w:val="{A64CF489-3D12-4880-B77A-BEDCB4E0A838}"/>
      </w:docPartPr>
      <w:docPartBody>
        <w:p w:rsidR="00000000" w:rsidRDefault="00000000">
          <w:pPr>
            <w:pStyle w:val="DAD2754C434A46998DE30814C7A02053"/>
          </w:pPr>
          <w:r>
            <w:t>AA in Psychology</w:t>
          </w:r>
        </w:p>
      </w:docPartBody>
    </w:docPart>
    <w:docPart>
      <w:docPartPr>
        <w:name w:val="508CD9635F644924AF2891AB820D4811"/>
        <w:category>
          <w:name w:val="General"/>
          <w:gallery w:val="placeholder"/>
        </w:category>
        <w:types>
          <w:type w:val="bbPlcHdr"/>
        </w:types>
        <w:behaviors>
          <w:behavior w:val="content"/>
        </w:behaviors>
        <w:guid w:val="{F7041222-4ED1-42C9-B6DA-E5D45FCCE828}"/>
      </w:docPartPr>
      <w:docPartBody>
        <w:p w:rsidR="00000000" w:rsidRDefault="00000000">
          <w:pPr>
            <w:pStyle w:val="508CD9635F644924AF2891AB820D4811"/>
          </w:pPr>
          <w:r>
            <w:t>APRIL HANSson</w:t>
          </w:r>
        </w:p>
      </w:docPartBody>
    </w:docPart>
    <w:docPart>
      <w:docPartPr>
        <w:name w:val="3C4010C7500349EB9F0876A734C852C5"/>
        <w:category>
          <w:name w:val="General"/>
          <w:gallery w:val="placeholder"/>
        </w:category>
        <w:types>
          <w:type w:val="bbPlcHdr"/>
        </w:types>
        <w:behaviors>
          <w:behavior w:val="content"/>
        </w:behaviors>
        <w:guid w:val="{D01D6C1D-F181-473C-A877-4FB0657B3F17}"/>
      </w:docPartPr>
      <w:docPartBody>
        <w:p w:rsidR="00000000" w:rsidRDefault="00000000">
          <w:pPr>
            <w:pStyle w:val="3C4010C7500349EB9F0876A734C852C5"/>
          </w:pPr>
          <w:r w:rsidRPr="00F72DC6">
            <w:rPr>
              <w:spacing w:val="23"/>
              <w:w w:val="85"/>
            </w:rPr>
            <w:t>JOB TITLE HER</w:t>
          </w:r>
          <w:r w:rsidRPr="00F72DC6">
            <w:rPr>
              <w:spacing w:val="34"/>
              <w:w w:val="85"/>
            </w:rPr>
            <w:t>E</w:t>
          </w:r>
        </w:p>
      </w:docPartBody>
    </w:docPart>
    <w:docPart>
      <w:docPartPr>
        <w:name w:val="35C7BFEB5B3D4BD0B0E062222076F3E2"/>
        <w:category>
          <w:name w:val="General"/>
          <w:gallery w:val="placeholder"/>
        </w:category>
        <w:types>
          <w:type w:val="bbPlcHdr"/>
        </w:types>
        <w:behaviors>
          <w:behavior w:val="content"/>
        </w:behaviors>
        <w:guid w:val="{906D8BD3-D0F3-4D34-9DF8-5763E0809961}"/>
      </w:docPartPr>
      <w:docPartBody>
        <w:p w:rsidR="00000000" w:rsidRDefault="00000000">
          <w:pPr>
            <w:pStyle w:val="35C7BFEB5B3D4BD0B0E062222076F3E2"/>
          </w:pPr>
          <w:r w:rsidRPr="005D47DE">
            <w:t>Profile</w:t>
          </w:r>
        </w:p>
      </w:docPartBody>
    </w:docPart>
    <w:docPart>
      <w:docPartPr>
        <w:name w:val="0334903DC3844E9396172BDE828B2941"/>
        <w:category>
          <w:name w:val="General"/>
          <w:gallery w:val="placeholder"/>
        </w:category>
        <w:types>
          <w:type w:val="bbPlcHdr"/>
        </w:types>
        <w:behaviors>
          <w:behavior w:val="content"/>
        </w:behaviors>
        <w:guid w:val="{C6E4E2B7-A817-44CF-8893-3A4C864ACE4A}"/>
      </w:docPartPr>
      <w:docPartBody>
        <w:p w:rsidR="00000000" w:rsidRDefault="00000000">
          <w:pPr>
            <w:pStyle w:val="0334903DC3844E9396172BDE828B2941"/>
          </w:pPr>
          <w:r>
            <w:t xml:space="preserve">Adaptable HR Specialist with expertise in talent acquisition, employee relations, and HRIS management. Proven success in reducing time-to-fill by 20% through strategic recruitment. Skilled in fostering positive workplace cultures, </w:t>
          </w:r>
          <w:r>
            <w:t>delivering impactful training programs, and ensuring legal compliance. Committed to enhancing organizational success through effective HR practices.</w:t>
          </w:r>
        </w:p>
      </w:docPartBody>
    </w:docPart>
    <w:docPart>
      <w:docPartPr>
        <w:name w:val="8AB57A237CA74EE3B88370D8F35A56B5"/>
        <w:category>
          <w:name w:val="General"/>
          <w:gallery w:val="placeholder"/>
        </w:category>
        <w:types>
          <w:type w:val="bbPlcHdr"/>
        </w:types>
        <w:behaviors>
          <w:behavior w:val="content"/>
        </w:behaviors>
        <w:guid w:val="{AF22060B-8435-4BB7-B85B-E22CBD52BBE1}"/>
      </w:docPartPr>
      <w:docPartBody>
        <w:p w:rsidR="00000000" w:rsidRDefault="00000000">
          <w:pPr>
            <w:pStyle w:val="8AB57A237CA74EE3B88370D8F35A56B5"/>
          </w:pPr>
          <w:r w:rsidRPr="006B41B4">
            <w:rPr>
              <w:rStyle w:val="Heading2Char"/>
            </w:rPr>
            <w:t>CONTACT</w:t>
          </w:r>
        </w:p>
      </w:docPartBody>
    </w:docPart>
    <w:docPart>
      <w:docPartPr>
        <w:name w:val="6355B002CEC940E696EF5772E89B9D8E"/>
        <w:category>
          <w:name w:val="General"/>
          <w:gallery w:val="placeholder"/>
        </w:category>
        <w:types>
          <w:type w:val="bbPlcHdr"/>
        </w:types>
        <w:behaviors>
          <w:behavior w:val="content"/>
        </w:behaviors>
        <w:guid w:val="{DE741C35-05B5-4C04-AFB2-5C8B3B29BBA5}"/>
      </w:docPartPr>
      <w:docPartBody>
        <w:p w:rsidR="00000000" w:rsidRDefault="00000000">
          <w:pPr>
            <w:pStyle w:val="6355B002CEC940E696EF5772E89B9D8E"/>
          </w:pPr>
          <w:r w:rsidRPr="006B41B4">
            <w:t>PHONE:</w:t>
          </w:r>
        </w:p>
      </w:docPartBody>
    </w:docPart>
    <w:docPart>
      <w:docPartPr>
        <w:name w:val="FB97ADBE16044AABACC6F0BA860CA70F"/>
        <w:category>
          <w:name w:val="General"/>
          <w:gallery w:val="placeholder"/>
        </w:category>
        <w:types>
          <w:type w:val="bbPlcHdr"/>
        </w:types>
        <w:behaviors>
          <w:behavior w:val="content"/>
        </w:behaviors>
        <w:guid w:val="{0C0EFE73-AD8E-491E-B9F9-768AA00E61E9}"/>
      </w:docPartPr>
      <w:docPartBody>
        <w:p w:rsidR="00000000" w:rsidRDefault="00000000">
          <w:pPr>
            <w:pStyle w:val="FB97ADBE16044AABACC6F0BA860CA70F"/>
          </w:pPr>
          <w:r w:rsidRPr="006B41B4">
            <w:t>707-555-0177</w:t>
          </w:r>
        </w:p>
      </w:docPartBody>
    </w:docPart>
    <w:docPart>
      <w:docPartPr>
        <w:name w:val="B28642DE5B6F44F293B2BC8C2B520031"/>
        <w:category>
          <w:name w:val="General"/>
          <w:gallery w:val="placeholder"/>
        </w:category>
        <w:types>
          <w:type w:val="bbPlcHdr"/>
        </w:types>
        <w:behaviors>
          <w:behavior w:val="content"/>
        </w:behaviors>
        <w:guid w:val="{DF589A7C-3ABD-4D3A-BBB0-3E887484D5E8}"/>
      </w:docPartPr>
      <w:docPartBody>
        <w:p w:rsidR="00000000" w:rsidRDefault="00000000">
          <w:pPr>
            <w:pStyle w:val="B28642DE5B6F44F293B2BC8C2B520031"/>
          </w:pPr>
          <w:r w:rsidRPr="006B41B4">
            <w:t>WEBSITE:</w:t>
          </w:r>
        </w:p>
      </w:docPartBody>
    </w:docPart>
    <w:docPart>
      <w:docPartPr>
        <w:name w:val="5E96AF1934504F21A33825D8D0BC8BB7"/>
        <w:category>
          <w:name w:val="General"/>
          <w:gallery w:val="placeholder"/>
        </w:category>
        <w:types>
          <w:type w:val="bbPlcHdr"/>
        </w:types>
        <w:behaviors>
          <w:behavior w:val="content"/>
        </w:behaviors>
        <w:guid w:val="{DFDE79C9-B54E-4999-B509-49293EF9AF45}"/>
      </w:docPartPr>
      <w:docPartBody>
        <w:p w:rsidR="00000000" w:rsidRDefault="00000000">
          <w:pPr>
            <w:pStyle w:val="5E96AF1934504F21A33825D8D0BC8BB7"/>
          </w:pPr>
          <w:r w:rsidRPr="006B41B4">
            <w:t>www.adatum.com</w:t>
          </w:r>
        </w:p>
      </w:docPartBody>
    </w:docPart>
    <w:docPart>
      <w:docPartPr>
        <w:name w:val="00BFC3C6DD564D7DA36EA30132D897BA"/>
        <w:category>
          <w:name w:val="General"/>
          <w:gallery w:val="placeholder"/>
        </w:category>
        <w:types>
          <w:type w:val="bbPlcHdr"/>
        </w:types>
        <w:behaviors>
          <w:behavior w:val="content"/>
        </w:behaviors>
        <w:guid w:val="{2E70CF51-AC3A-44C5-83B8-A4919F9DB43D}"/>
      </w:docPartPr>
      <w:docPartBody>
        <w:p w:rsidR="00000000" w:rsidRDefault="00000000">
          <w:pPr>
            <w:pStyle w:val="00BFC3C6DD564D7DA36EA30132D897BA"/>
          </w:pPr>
          <w:r w:rsidRPr="00267B4B">
            <w:rPr>
              <w:lang w:val="fr-FR"/>
            </w:rPr>
            <w:t>EMAIL:</w:t>
          </w:r>
        </w:p>
      </w:docPartBody>
    </w:docPart>
    <w:docPart>
      <w:docPartPr>
        <w:name w:val="165EDEB9798641C9B2B2E3B9D3149D98"/>
        <w:category>
          <w:name w:val="General"/>
          <w:gallery w:val="placeholder"/>
        </w:category>
        <w:types>
          <w:type w:val="bbPlcHdr"/>
        </w:types>
        <w:behaviors>
          <w:behavior w:val="content"/>
        </w:behaviors>
        <w:guid w:val="{E7C36B21-49DF-46EC-B286-D99D260FD193}"/>
      </w:docPartPr>
      <w:docPartBody>
        <w:p w:rsidR="00000000" w:rsidRDefault="00000000">
          <w:pPr>
            <w:pStyle w:val="165EDEB9798641C9B2B2E3B9D3149D98"/>
          </w:pPr>
          <w:r w:rsidRPr="00267B4B">
            <w:rPr>
              <w:rStyle w:val="Hyperlink"/>
            </w:rPr>
            <w:t>april@adatum.com</w:t>
          </w:r>
        </w:p>
      </w:docPartBody>
    </w:docPart>
    <w:docPart>
      <w:docPartPr>
        <w:name w:val="3C3FE521C088412E97A3797DD85EF173"/>
        <w:category>
          <w:name w:val="General"/>
          <w:gallery w:val="placeholder"/>
        </w:category>
        <w:types>
          <w:type w:val="bbPlcHdr"/>
        </w:types>
        <w:behaviors>
          <w:behavior w:val="content"/>
        </w:behaviors>
        <w:guid w:val="{AC623D16-D01C-48AC-8A2B-1117BF797B4F}"/>
      </w:docPartPr>
      <w:docPartBody>
        <w:p w:rsidR="00000000" w:rsidRDefault="00000000">
          <w:pPr>
            <w:pStyle w:val="3C3FE521C088412E97A3797DD85EF173"/>
          </w:pPr>
          <w:r w:rsidRPr="00036450">
            <w:t>WORK EXPERIENCE</w:t>
          </w:r>
        </w:p>
      </w:docPartBody>
    </w:docPart>
    <w:docPart>
      <w:docPartPr>
        <w:name w:val="A5BD088313F742D4AC78A3133A0916B5"/>
        <w:category>
          <w:name w:val="General"/>
          <w:gallery w:val="placeholder"/>
        </w:category>
        <w:types>
          <w:type w:val="bbPlcHdr"/>
        </w:types>
        <w:behaviors>
          <w:behavior w:val="content"/>
        </w:behaviors>
        <w:guid w:val="{69287A85-0E2B-436C-B2A3-BF8791850AA1}"/>
      </w:docPartPr>
      <w:docPartBody>
        <w:p w:rsidR="00000000" w:rsidRDefault="00000000">
          <w:pPr>
            <w:pStyle w:val="A5BD088313F742D4AC78A3133A0916B5"/>
          </w:pPr>
          <w:r w:rsidRPr="1F497AB5">
            <w:rPr>
              <w:b/>
              <w:bCs/>
            </w:rPr>
            <w:t xml:space="preserve">Adatum </w:t>
          </w:r>
          <w:r>
            <w:t xml:space="preserve"> </w:t>
          </w:r>
          <w:r w:rsidRPr="1F497AB5">
            <w:rPr>
              <w:b/>
              <w:bCs/>
            </w:rPr>
            <w:t>HR Specialist</w:t>
          </w:r>
        </w:p>
      </w:docPartBody>
    </w:docPart>
    <w:docPart>
      <w:docPartPr>
        <w:name w:val="C0D69329862E4E80A8A815307113327D"/>
        <w:category>
          <w:name w:val="General"/>
          <w:gallery w:val="placeholder"/>
        </w:category>
        <w:types>
          <w:type w:val="bbPlcHdr"/>
        </w:types>
        <w:behaviors>
          <w:behavior w:val="content"/>
        </w:behaviors>
        <w:guid w:val="{7F397272-F00E-478C-890D-F7E03D324C15}"/>
      </w:docPartPr>
      <w:docPartBody>
        <w:p w:rsidR="00000000" w:rsidRDefault="00000000">
          <w:pPr>
            <w:pStyle w:val="C0D69329862E4E80A8A815307113327D"/>
          </w:pPr>
          <w:r>
            <w:t>20</w:t>
          </w:r>
          <w:r>
            <w:t>XX</w:t>
          </w:r>
          <w:r>
            <w:t>–present</w:t>
          </w:r>
        </w:p>
      </w:docPartBody>
    </w:docPart>
    <w:docPart>
      <w:docPartPr>
        <w:name w:val="38D023535FA04CAE85159CDCDFCCC03F"/>
        <w:category>
          <w:name w:val="General"/>
          <w:gallery w:val="placeholder"/>
        </w:category>
        <w:types>
          <w:type w:val="bbPlcHdr"/>
        </w:types>
        <w:behaviors>
          <w:behavior w:val="content"/>
        </w:behaviors>
        <w:guid w:val="{D1215BFE-BE50-4571-8102-40744502D200}"/>
      </w:docPartPr>
      <w:docPartBody>
        <w:p w:rsidR="00000000" w:rsidRDefault="00000000">
          <w:pPr>
            <w:pStyle w:val="38D023535FA04CAE85159CDCDFCCC03F"/>
          </w:pPr>
          <w:r>
            <w:t xml:space="preserve">Implemented a streamlined recruitment process, reducing time-to-fill by 20%. Developed and conducted training programs, enhancing employee onboarding </w:t>
          </w:r>
          <w:r>
            <w:t>experiences. Managed employee relations, resolving conflicts and promoting a positive work environment.</w:t>
          </w:r>
        </w:p>
      </w:docPartBody>
    </w:docPart>
    <w:docPart>
      <w:docPartPr>
        <w:name w:val="EE2F4F980DD249FA868A369A3B4E1610"/>
        <w:category>
          <w:name w:val="General"/>
          <w:gallery w:val="placeholder"/>
        </w:category>
        <w:types>
          <w:type w:val="bbPlcHdr"/>
        </w:types>
        <w:behaviors>
          <w:behavior w:val="content"/>
        </w:behaviors>
        <w:guid w:val="{F25C428C-9B72-457B-AE42-17251C5408BC}"/>
      </w:docPartPr>
      <w:docPartBody>
        <w:p w:rsidR="00000000" w:rsidRDefault="00000000">
          <w:pPr>
            <w:pStyle w:val="EE2F4F980DD249FA868A369A3B4E1610"/>
          </w:pPr>
          <w:r w:rsidRPr="1F497AB5">
            <w:rPr>
              <w:b/>
              <w:bCs/>
            </w:rPr>
            <w:t>Caneiro Group  HR Specialist</w:t>
          </w:r>
        </w:p>
      </w:docPartBody>
    </w:docPart>
    <w:docPart>
      <w:docPartPr>
        <w:name w:val="57A1FC9AA771476DA65E1C3183F68CC7"/>
        <w:category>
          <w:name w:val="General"/>
          <w:gallery w:val="placeholder"/>
        </w:category>
        <w:types>
          <w:type w:val="bbPlcHdr"/>
        </w:types>
        <w:behaviors>
          <w:behavior w:val="content"/>
        </w:behaviors>
        <w:guid w:val="{7E97F7EA-30AA-457A-900E-B111136AF382}"/>
      </w:docPartPr>
      <w:docPartBody>
        <w:p w:rsidR="00000000" w:rsidRDefault="00000000">
          <w:pPr>
            <w:pStyle w:val="57A1FC9AA771476DA65E1C3183F68CC7"/>
          </w:pPr>
          <w:r>
            <w:t>20</w:t>
          </w:r>
          <w:r>
            <w:t>XX</w:t>
          </w:r>
          <w:r>
            <w:t>–20</w:t>
          </w:r>
          <w:r>
            <w:t>XX</w:t>
          </w:r>
        </w:p>
      </w:docPartBody>
    </w:docPart>
    <w:docPart>
      <w:docPartPr>
        <w:name w:val="A66EC7620831467D841F552E167C6232"/>
        <w:category>
          <w:name w:val="General"/>
          <w:gallery w:val="placeholder"/>
        </w:category>
        <w:types>
          <w:type w:val="bbPlcHdr"/>
        </w:types>
        <w:behaviors>
          <w:behavior w:val="content"/>
        </w:behaviors>
        <w:guid w:val="{8BA6AB10-6290-45A0-A354-7718C58658C0}"/>
      </w:docPartPr>
      <w:docPartBody>
        <w:p w:rsidR="00000000" w:rsidRDefault="00000000">
          <w:pPr>
            <w:pStyle w:val="A66EC7620831467D841F552E167C6232"/>
          </w:pPr>
          <w:r>
            <w:t xml:space="preserve">Led diversity and inclusion initiatives resulting in a 15% increase in workforce diversity. </w:t>
          </w:r>
          <w:r>
            <w:t>Implemented HRIS system improvements, increasing data accuracy and efficiency. Conducted performance evaluations and provided recommendations for talent development.</w:t>
          </w:r>
        </w:p>
      </w:docPartBody>
    </w:docPart>
    <w:docPart>
      <w:docPartPr>
        <w:name w:val="85BB058C6F02472E97680BA6C463F69B"/>
        <w:category>
          <w:name w:val="General"/>
          <w:gallery w:val="placeholder"/>
        </w:category>
        <w:types>
          <w:type w:val="bbPlcHdr"/>
        </w:types>
        <w:behaviors>
          <w:behavior w:val="content"/>
        </w:behaviors>
        <w:guid w:val="{F29B2D4E-F927-4B20-8548-1E7B5CB22789}"/>
      </w:docPartPr>
      <w:docPartBody>
        <w:p w:rsidR="00000000" w:rsidRDefault="00000000">
          <w:pPr>
            <w:pStyle w:val="85BB058C6F02472E97680BA6C463F69B"/>
          </w:pPr>
          <w:r w:rsidRPr="1F497AB5">
            <w:rPr>
              <w:b/>
              <w:bCs/>
            </w:rPr>
            <w:t xml:space="preserve">Proseware </w:t>
          </w:r>
          <w:r>
            <w:t xml:space="preserve"> </w:t>
          </w:r>
          <w:r w:rsidRPr="1F497AB5">
            <w:rPr>
              <w:b/>
              <w:bCs/>
            </w:rPr>
            <w:t>HR Specialist</w:t>
          </w:r>
        </w:p>
      </w:docPartBody>
    </w:docPart>
    <w:docPart>
      <w:docPartPr>
        <w:name w:val="4527D34293464F38A2E08AC3A7C93DAE"/>
        <w:category>
          <w:name w:val="General"/>
          <w:gallery w:val="placeholder"/>
        </w:category>
        <w:types>
          <w:type w:val="bbPlcHdr"/>
        </w:types>
        <w:behaviors>
          <w:behavior w:val="content"/>
        </w:behaviors>
        <w:guid w:val="{581DC000-3B69-4F02-AF2D-ADF6BADBECB5}"/>
      </w:docPartPr>
      <w:docPartBody>
        <w:p w:rsidR="00000000" w:rsidRDefault="00000000">
          <w:pPr>
            <w:pStyle w:val="4527D34293464F38A2E08AC3A7C93DAE"/>
          </w:pPr>
          <w:r>
            <w:t>20</w:t>
          </w:r>
          <w:r>
            <w:t>XX</w:t>
          </w:r>
          <w:r>
            <w:t>–20</w:t>
          </w:r>
          <w:r>
            <w:t>XX</w:t>
          </w:r>
        </w:p>
      </w:docPartBody>
    </w:docPart>
    <w:docPart>
      <w:docPartPr>
        <w:name w:val="14197C1F58294EBB8226E89280B84F83"/>
        <w:category>
          <w:name w:val="General"/>
          <w:gallery w:val="placeholder"/>
        </w:category>
        <w:types>
          <w:type w:val="bbPlcHdr"/>
        </w:types>
        <w:behaviors>
          <w:behavior w:val="content"/>
        </w:behaviors>
        <w:guid w:val="{0A03AC3E-DAC8-4B8A-BC91-8771283BE1F1}"/>
      </w:docPartPr>
      <w:docPartBody>
        <w:p w:rsidR="00000000" w:rsidRDefault="00000000">
          <w:pPr>
            <w:pStyle w:val="14197C1F58294EBB8226E89280B84F83"/>
          </w:pPr>
          <w:r>
            <w:t>Coordinated employee benefits programs, resulting in improved satisfaction and retention. Implemented policies and procedures to ensure compliance with labor laws. Collaborated with management to address employee concerns and improve overall workplace morale.</w:t>
          </w:r>
        </w:p>
      </w:docPartBody>
    </w:docPart>
    <w:docPart>
      <w:docPartPr>
        <w:name w:val="1A1EED8FD9C34AA09981C98DB3DE9D3D"/>
        <w:category>
          <w:name w:val="General"/>
          <w:gallery w:val="placeholder"/>
        </w:category>
        <w:types>
          <w:type w:val="bbPlcHdr"/>
        </w:types>
        <w:behaviors>
          <w:behavior w:val="content"/>
        </w:behaviors>
        <w:guid w:val="{9DAA681D-7492-4EBD-94F0-5E24263C55F5}"/>
      </w:docPartPr>
      <w:docPartBody>
        <w:p w:rsidR="00000000" w:rsidRDefault="00000000">
          <w:pPr>
            <w:pStyle w:val="1A1EED8FD9C34AA09981C98DB3DE9D3D"/>
          </w:pPr>
          <w:r w:rsidRPr="00776643">
            <w:rPr>
              <w:rStyle w:val="Heading2Char"/>
              <w:caps w:val="0"/>
              <w:sz w:val="48"/>
              <w:szCs w:val="32"/>
            </w:rPr>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16A"/>
    <w:rsid w:val="0068216A"/>
    <w:rsid w:val="00CF0C80"/>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PK" w:eastAsia="en-PK"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156082" w:themeColor="accent1"/>
      </w:pBdr>
      <w:spacing w:before="200" w:after="0" w:line="276" w:lineRule="auto"/>
      <w:ind w:right="360"/>
      <w:outlineLvl w:val="1"/>
    </w:pPr>
    <w:rPr>
      <w:rFonts w:asciiTheme="majorHAnsi" w:eastAsiaTheme="majorEastAsia" w:hAnsiTheme="majorHAnsi" w:cstheme="majorBidi"/>
      <w:b/>
      <w:bCs/>
      <w:caps/>
      <w:kern w:val="0"/>
      <w:sz w:val="26"/>
      <w:szCs w:val="26"/>
      <w:lang w:val="en-US" w:eastAsia="ja-JP"/>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2F827F0FF7429584E3C1971E4F7360">
    <w:name w:val="BD2F827F0FF7429584E3C1971E4F7360"/>
  </w:style>
  <w:style w:type="paragraph" w:customStyle="1" w:styleId="91F904D159CF44579D2CD32F2C351AA4">
    <w:name w:val="91F904D159CF44579D2CD32F2C351AA4"/>
  </w:style>
  <w:style w:type="paragraph" w:customStyle="1" w:styleId="5B8DFEE25D9D4428B7F08FBB9A0FDAFE">
    <w:name w:val="5B8DFEE25D9D4428B7F08FBB9A0FDAFE"/>
  </w:style>
  <w:style w:type="paragraph" w:customStyle="1" w:styleId="60EC2B8D38F247F3A8D85B3797217F3A">
    <w:name w:val="60EC2B8D38F247F3A8D85B3797217F3A"/>
  </w:style>
  <w:style w:type="paragraph" w:customStyle="1" w:styleId="BB4D93DAF80347A38643DBE6E64CE81A">
    <w:name w:val="BB4D93DAF80347A38643DBE6E64CE81A"/>
  </w:style>
  <w:style w:type="paragraph" w:customStyle="1" w:styleId="4F8E489408554A21B20A98D68C2ADBA5">
    <w:name w:val="4F8E489408554A21B20A98D68C2ADBA5"/>
  </w:style>
  <w:style w:type="paragraph" w:customStyle="1" w:styleId="DAD2754C434A46998DE30814C7A02053">
    <w:name w:val="DAD2754C434A46998DE30814C7A02053"/>
  </w:style>
  <w:style w:type="paragraph" w:customStyle="1" w:styleId="508CD9635F644924AF2891AB820D4811">
    <w:name w:val="508CD9635F644924AF2891AB820D4811"/>
  </w:style>
  <w:style w:type="paragraph" w:customStyle="1" w:styleId="3C4010C7500349EB9F0876A734C852C5">
    <w:name w:val="3C4010C7500349EB9F0876A734C852C5"/>
  </w:style>
  <w:style w:type="paragraph" w:customStyle="1" w:styleId="35C7BFEB5B3D4BD0B0E062222076F3E2">
    <w:name w:val="35C7BFEB5B3D4BD0B0E062222076F3E2"/>
  </w:style>
  <w:style w:type="paragraph" w:customStyle="1" w:styleId="0334903DC3844E9396172BDE828B2941">
    <w:name w:val="0334903DC3844E9396172BDE828B2941"/>
  </w:style>
  <w:style w:type="character" w:customStyle="1" w:styleId="Heading2Char">
    <w:name w:val="Heading 2 Char"/>
    <w:basedOn w:val="DefaultParagraphFont"/>
    <w:link w:val="Heading2"/>
    <w:uiPriority w:val="9"/>
    <w:rPr>
      <w:rFonts w:asciiTheme="majorHAnsi" w:eastAsiaTheme="majorEastAsia" w:hAnsiTheme="majorHAnsi" w:cstheme="majorBidi"/>
      <w:b/>
      <w:bCs/>
      <w:caps/>
      <w:kern w:val="0"/>
      <w:sz w:val="26"/>
      <w:szCs w:val="26"/>
      <w:lang w:val="en-US" w:eastAsia="ja-JP"/>
      <w14:ligatures w14:val="none"/>
    </w:rPr>
  </w:style>
  <w:style w:type="paragraph" w:customStyle="1" w:styleId="8AB57A237CA74EE3B88370D8F35A56B5">
    <w:name w:val="8AB57A237CA74EE3B88370D8F35A56B5"/>
  </w:style>
  <w:style w:type="paragraph" w:customStyle="1" w:styleId="6355B002CEC940E696EF5772E89B9D8E">
    <w:name w:val="6355B002CEC940E696EF5772E89B9D8E"/>
  </w:style>
  <w:style w:type="paragraph" w:customStyle="1" w:styleId="FB97ADBE16044AABACC6F0BA860CA70F">
    <w:name w:val="FB97ADBE16044AABACC6F0BA860CA70F"/>
  </w:style>
  <w:style w:type="paragraph" w:customStyle="1" w:styleId="B28642DE5B6F44F293B2BC8C2B520031">
    <w:name w:val="B28642DE5B6F44F293B2BC8C2B520031"/>
  </w:style>
  <w:style w:type="paragraph" w:customStyle="1" w:styleId="5E96AF1934504F21A33825D8D0BC8BB7">
    <w:name w:val="5E96AF1934504F21A33825D8D0BC8BB7"/>
  </w:style>
  <w:style w:type="paragraph" w:customStyle="1" w:styleId="00BFC3C6DD564D7DA36EA30132D897BA">
    <w:name w:val="00BFC3C6DD564D7DA36EA30132D897BA"/>
  </w:style>
  <w:style w:type="character" w:styleId="Hyperlink">
    <w:name w:val="Hyperlink"/>
    <w:basedOn w:val="DefaultParagraphFont"/>
    <w:uiPriority w:val="99"/>
    <w:unhideWhenUsed/>
    <w:rPr>
      <w:color w:val="80340D" w:themeColor="accent2" w:themeShade="80"/>
      <w:u w:val="single"/>
    </w:rPr>
  </w:style>
  <w:style w:type="paragraph" w:customStyle="1" w:styleId="165EDEB9798641C9B2B2E3B9D3149D98">
    <w:name w:val="165EDEB9798641C9B2B2E3B9D3149D98"/>
  </w:style>
  <w:style w:type="paragraph" w:customStyle="1" w:styleId="3C3FE521C088412E97A3797DD85EF173">
    <w:name w:val="3C3FE521C088412E97A3797DD85EF173"/>
  </w:style>
  <w:style w:type="paragraph" w:customStyle="1" w:styleId="A5BD088313F742D4AC78A3133A0916B5">
    <w:name w:val="A5BD088313F742D4AC78A3133A0916B5"/>
  </w:style>
  <w:style w:type="paragraph" w:customStyle="1" w:styleId="C0D69329862E4E80A8A815307113327D">
    <w:name w:val="C0D69329862E4E80A8A815307113327D"/>
  </w:style>
  <w:style w:type="paragraph" w:customStyle="1" w:styleId="38D023535FA04CAE85159CDCDFCCC03F">
    <w:name w:val="38D023535FA04CAE85159CDCDFCCC03F"/>
  </w:style>
  <w:style w:type="paragraph" w:customStyle="1" w:styleId="EE2F4F980DD249FA868A369A3B4E1610">
    <w:name w:val="EE2F4F980DD249FA868A369A3B4E1610"/>
  </w:style>
  <w:style w:type="paragraph" w:customStyle="1" w:styleId="57A1FC9AA771476DA65E1C3183F68CC7">
    <w:name w:val="57A1FC9AA771476DA65E1C3183F68CC7"/>
  </w:style>
  <w:style w:type="paragraph" w:customStyle="1" w:styleId="A66EC7620831467D841F552E167C6232">
    <w:name w:val="A66EC7620831467D841F552E167C6232"/>
  </w:style>
  <w:style w:type="paragraph" w:customStyle="1" w:styleId="85BB058C6F02472E97680BA6C463F69B">
    <w:name w:val="85BB058C6F02472E97680BA6C463F69B"/>
  </w:style>
  <w:style w:type="paragraph" w:customStyle="1" w:styleId="4527D34293464F38A2E08AC3A7C93DAE">
    <w:name w:val="4527D34293464F38A2E08AC3A7C93DAE"/>
  </w:style>
  <w:style w:type="paragraph" w:customStyle="1" w:styleId="14197C1F58294EBB8226E89280B84F83">
    <w:name w:val="14197C1F58294EBB8226E89280B84F83"/>
  </w:style>
  <w:style w:type="paragraph" w:customStyle="1" w:styleId="1A1EED8FD9C34AA09981C98DB3DE9D3D">
    <w:name w:val="1A1EED8FD9C34AA09981C98DB3DE9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8" ma:contentTypeDescription="Create a new document." ma:contentTypeScope="" ma:versionID="60f5a4f2d2b0abadcf532d48ebf9cb71">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7dd78129e6a1811f84807ad11c65153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element ref="ns2:MediaServiceObjectDetectorVersion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ystemTags" ma:index="3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ECB769-24DF-4C8E-B73C-3610BB00B925}">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ADC8523B-DE6D-4008-9188-315A18022F8F}">
  <ds:schemaRefs>
    <ds:schemaRef ds:uri="http://schemas.microsoft.com/sharepoint/v3/contenttype/forms"/>
  </ds:schemaRefs>
</ds:datastoreItem>
</file>

<file path=customXml/itemProps3.xml><?xml version="1.0" encoding="utf-8"?>
<ds:datastoreItem xmlns:ds="http://schemas.openxmlformats.org/officeDocument/2006/customXml" ds:itemID="{3A7E8FA5-BA72-499C-A198-7B480DF17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Cubist resume</Template>
  <TotalTime>0</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2025-01-08T16:59:00Z</dcterms:created>
  <dcterms:modified xsi:type="dcterms:W3CDTF">2025-01-08T16:59:00Z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