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6E6E6" w:themeColor="accent4"/>
  <w:body>
    <w:p w14:paraId="37FD3949" w14:textId="77777777" w:rsidR="00E95D08" w:rsidRDefault="00E95D08" w:rsidP="001C6718">
      <w:r w:rsidRPr="00C73E98">
        <w:rPr>
          <w:noProof/>
          <w:sz w:val="2"/>
          <w:szCs w:val="2"/>
          <w:lang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B672661" wp14:editId="2F382AB6">
                <wp:simplePos x="0" y="0"/>
                <wp:positionH relativeFrom="page">
                  <wp:posOffset>-10795</wp:posOffset>
                </wp:positionH>
                <wp:positionV relativeFrom="paragraph">
                  <wp:posOffset>-446405</wp:posOffset>
                </wp:positionV>
                <wp:extent cx="7909560" cy="10113010"/>
                <wp:effectExtent l="0" t="0" r="0" b="2540"/>
                <wp:wrapNone/>
                <wp:docPr id="5" name="Grou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9560" cy="10113010"/>
                          <a:chOff x="0" y="0"/>
                          <a:chExt cx="7908925" cy="10110216"/>
                        </a:xfrm>
                      </wpg:grpSpPr>
                      <wps:wsp>
                        <wps:cNvPr id="114" name="Rectangle 11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15240" y="1844040"/>
                            <a:ext cx="4325112" cy="82661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Rectangle 107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4312920" y="0"/>
                            <a:ext cx="3596005" cy="20952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4330954" cy="20955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0" y="2080260"/>
                            <a:ext cx="4450708" cy="577969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4328160" y="2080260"/>
                            <a:ext cx="3577763" cy="57785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Rectangle 1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0" y="4259580"/>
                            <a:ext cx="4450708" cy="57594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1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4320540" y="4259580"/>
                            <a:ext cx="3578691" cy="575945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1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4320540" y="7094220"/>
                            <a:ext cx="3578225" cy="61396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884E0A" id="Group 5" o:spid="_x0000_s1026" alt="&quot;&quot;" style="position:absolute;margin-left:-.85pt;margin-top:-35.15pt;width:622.8pt;height:796.3pt;z-index:-251657216;mso-position-horizontal-relative:page;mso-width-relative:margin;mso-height-relative:margin" coordsize="79089,10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">
                <v:rect id="Rectangle 114" o:spid="_x0000_s1027" alt="&quot;&quot;" style="position:absolute;left:152;top:18440;width:43251;height:82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" fillcolor="white [3212]" stroked="f" strokeweight="1pt"/>
                <v:rect id="Rectangle 107" o:spid="_x0000_s1028" alt="&quot;&quot;" style="position:absolute;left:43129;width:35960;height:20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" fillcolor="#00798b [3204]" stroked="f" strokeweight="1pt"/>
                <v:rect id="Rectangle 106" o:spid="_x0000_s1029" alt="&quot;&quot;" style="position:absolute;width:43309;height:20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" fillcolor="#333 [3215]" stroked="f" strokeweight="1pt"/>
                <v:rect id="Rectangle 108" o:spid="_x0000_s1030" alt="&quot;&quot;" style="position:absolute;top:20802;width:44507;height:5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" fillcolor="#00798b [3204]" stroked="f" strokeweight="1pt"/>
                <v:rect id="Rectangle 109" o:spid="_x0000_s1031" alt="&quot;&quot;" style="position:absolute;left:43281;top:20802;width:35778;height:5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" fillcolor="#434343 [3206]" stroked="f" strokeweight="1pt"/>
                <v:rect id="Rectangle 110" o:spid="_x0000_s1032" alt="&quot;&quot;" style="position:absolute;top:42595;width:44507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" fillcolor="#00798b [3204]" stroked="f" strokeweight="1pt"/>
                <v:rect id="Rectangle 111" o:spid="_x0000_s1033" alt="&quot;&quot;" style="position:absolute;left:43205;top:42595;width:35787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" fillcolor="#434343 [3206]" stroked="f" strokeweight="1pt"/>
                <v:rect id="Rectangle 113" o:spid="_x0000_s1034" alt="&quot;&quot;" style="position:absolute;left:43205;top:70942;width:35782;height:6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" fillcolor="#434343 [3206]" stroked="f" strokeweight="1pt"/>
                <w10:wrap anchorx="page"/>
                <w10:anchorlock/>
              </v:group>
            </w:pict>
          </mc:Fallback>
        </mc:AlternateContent>
      </w:r>
    </w:p>
    <w:tbl>
      <w:tblPr>
        <w:tblW w:w="5000" w:type="pct"/>
        <w:tblCellMar>
          <w:left w:w="0" w:type="dxa"/>
          <w:right w:w="115" w:type="dxa"/>
        </w:tblCellMar>
        <w:tblLook w:val="0600" w:firstRow="0" w:lastRow="0" w:firstColumn="0" w:lastColumn="0" w:noHBand="1" w:noVBand="1"/>
      </w:tblPr>
      <w:tblGrid>
        <w:gridCol w:w="4751"/>
        <w:gridCol w:w="624"/>
        <w:gridCol w:w="713"/>
        <w:gridCol w:w="477"/>
        <w:gridCol w:w="3123"/>
      </w:tblGrid>
      <w:tr w:rsidR="00E95D08" w:rsidRPr="00162614" w14:paraId="7CF79F95" w14:textId="77777777" w:rsidTr="00E95D08">
        <w:trPr>
          <w:trHeight w:val="559"/>
        </w:trPr>
        <w:tc>
          <w:tcPr>
            <w:tcW w:w="4753" w:type="dxa"/>
            <w:vMerge w:val="restart"/>
          </w:tcPr>
          <w:p w14:paraId="088B82BC" w14:textId="77777777" w:rsidR="00E95D08" w:rsidRPr="00386DD3" w:rsidRDefault="00E95D08" w:rsidP="00DE524F">
            <w:pPr>
              <w:rPr>
                <w:sz w:val="2"/>
                <w:szCs w:val="2"/>
              </w:rPr>
            </w:pPr>
          </w:p>
          <w:p w14:paraId="6B231846" w14:textId="77777777" w:rsidR="00E95D08" w:rsidRPr="00386DD3" w:rsidRDefault="00000000" w:rsidP="00DE524F">
            <w:pPr>
              <w:pStyle w:val="Title"/>
              <w:rPr>
                <w:rFonts w:eastAsiaTheme="minorEastAsia"/>
              </w:rPr>
            </w:pPr>
            <w:sdt>
              <w:sdtPr>
                <w:rPr>
                  <w:rFonts w:eastAsiaTheme="minorEastAsia"/>
                </w:rPr>
                <w:id w:val="1366252932"/>
                <w:placeholder>
                  <w:docPart w:val="07F54CF148824348B9905E0E65095550"/>
                </w:placeholder>
                <w:temporary/>
                <w:showingPlcHdr/>
                <w15:appearance w15:val="hidden"/>
              </w:sdtPr>
              <w:sdtContent>
                <w:r w:rsidR="00E95D08" w:rsidRPr="00386DD3">
                  <w:rPr>
                    <w:rFonts w:eastAsiaTheme="minorEastAsia"/>
                  </w:rPr>
                  <w:t>IAN</w:t>
                </w:r>
              </w:sdtContent>
            </w:sdt>
          </w:p>
          <w:p w14:paraId="3C671530" w14:textId="77777777" w:rsidR="00E95D08" w:rsidRPr="00162614" w:rsidRDefault="00000000" w:rsidP="00DE524F">
            <w:pPr>
              <w:pStyle w:val="Subtitle"/>
            </w:pPr>
            <w:sdt>
              <w:sdtPr>
                <w:id w:val="950746697"/>
                <w:placeholder>
                  <w:docPart w:val="EBB113494A93411D9970EDC6D87858F4"/>
                </w:placeholder>
                <w:temporary/>
                <w:showingPlcHdr/>
                <w15:appearance w15:val="hidden"/>
              </w:sdtPr>
              <w:sdtContent>
                <w:r w:rsidR="00E95D08" w:rsidRPr="00162614">
                  <w:t>HANSSON</w:t>
                </w:r>
              </w:sdtContent>
            </w:sdt>
          </w:p>
        </w:tc>
        <w:tc>
          <w:tcPr>
            <w:tcW w:w="624" w:type="dxa"/>
          </w:tcPr>
          <w:p w14:paraId="59A4B1AC" w14:textId="77777777" w:rsidR="00E95D08" w:rsidRPr="00162614" w:rsidRDefault="00E95D08" w:rsidP="00DE524F"/>
        </w:tc>
        <w:tc>
          <w:tcPr>
            <w:tcW w:w="713" w:type="dxa"/>
          </w:tcPr>
          <w:p w14:paraId="1E40E828" w14:textId="77777777" w:rsidR="00E95D08" w:rsidRPr="00162614" w:rsidRDefault="00E95D08" w:rsidP="00DE524F"/>
        </w:tc>
        <w:tc>
          <w:tcPr>
            <w:tcW w:w="3598" w:type="dxa"/>
            <w:gridSpan w:val="2"/>
            <w:vAlign w:val="center"/>
          </w:tcPr>
          <w:p w14:paraId="3B1703C0" w14:textId="77777777" w:rsidR="00E95D08" w:rsidRPr="00162614" w:rsidRDefault="00000000" w:rsidP="00E95D08">
            <w:pPr>
              <w:pStyle w:val="Heading3"/>
            </w:pPr>
            <w:sdt>
              <w:sdtPr>
                <w:id w:val="918061757"/>
                <w:placeholder>
                  <w:docPart w:val="BD36343BCC324BF1B397DBBFCD92E060"/>
                </w:placeholder>
                <w:temporary/>
                <w:showingPlcHdr/>
                <w15:appearance w15:val="hidden"/>
              </w:sdtPr>
              <w:sdtContent>
                <w:r w:rsidR="00E95D08">
                  <w:t>G</w:t>
                </w:r>
                <w:r w:rsidR="00E95D08" w:rsidRPr="00386DD3">
                  <w:t>raphic Designer</w:t>
                </w:r>
              </w:sdtContent>
            </w:sdt>
          </w:p>
        </w:tc>
      </w:tr>
      <w:tr w:rsidR="00E95D08" w:rsidRPr="00162614" w14:paraId="1B12F6CD" w14:textId="77777777" w:rsidTr="00E95D08">
        <w:trPr>
          <w:trHeight w:val="558"/>
        </w:trPr>
        <w:tc>
          <w:tcPr>
            <w:tcW w:w="4753" w:type="dxa"/>
            <w:vMerge/>
          </w:tcPr>
          <w:p w14:paraId="42B2183B" w14:textId="77777777" w:rsidR="00E95D08" w:rsidRPr="00162614" w:rsidRDefault="00E95D08" w:rsidP="00DE524F">
            <w:pPr>
              <w:pStyle w:val="Heading1"/>
              <w:ind w:left="-113"/>
            </w:pPr>
          </w:p>
        </w:tc>
        <w:tc>
          <w:tcPr>
            <w:tcW w:w="624" w:type="dxa"/>
          </w:tcPr>
          <w:p w14:paraId="45586813" w14:textId="77777777" w:rsidR="00E95D08" w:rsidRPr="00162614" w:rsidRDefault="00E95D08" w:rsidP="00DE524F"/>
        </w:tc>
        <w:tc>
          <w:tcPr>
            <w:tcW w:w="713" w:type="dxa"/>
          </w:tcPr>
          <w:p w14:paraId="6B9D762B" w14:textId="77777777" w:rsidR="00E95D08" w:rsidRPr="00162614" w:rsidRDefault="00E95D08" w:rsidP="00DE524F"/>
        </w:tc>
        <w:tc>
          <w:tcPr>
            <w:tcW w:w="3598" w:type="dxa"/>
            <w:gridSpan w:val="2"/>
            <w:vAlign w:val="center"/>
          </w:tcPr>
          <w:p w14:paraId="12CB4496" w14:textId="77777777" w:rsidR="00E95D08" w:rsidRPr="00162614" w:rsidRDefault="00000000" w:rsidP="00E95D08">
            <w:pPr>
              <w:pStyle w:val="Heading4"/>
            </w:pPr>
            <w:sdt>
              <w:sdtPr>
                <w:id w:val="-1303387839"/>
                <w:placeholder>
                  <w:docPart w:val="37C55A394E35418AAB38621C1D33AF27"/>
                </w:placeholder>
                <w:temporary/>
                <w:showingPlcHdr/>
                <w15:appearance w15:val="hidden"/>
              </w:sdtPr>
              <w:sdtContent>
                <w:r w:rsidR="00E95D08" w:rsidRPr="00386DD3">
                  <w:t>UI/UX Engineer</w:t>
                </w:r>
              </w:sdtContent>
            </w:sdt>
          </w:p>
        </w:tc>
      </w:tr>
      <w:tr w:rsidR="00E95D08" w:rsidRPr="00162614" w14:paraId="7965EF96" w14:textId="77777777" w:rsidTr="00E95D08">
        <w:trPr>
          <w:trHeight w:val="1191"/>
        </w:trPr>
        <w:tc>
          <w:tcPr>
            <w:tcW w:w="4753" w:type="dxa"/>
            <w:vMerge/>
          </w:tcPr>
          <w:p w14:paraId="4192D4D0" w14:textId="77777777" w:rsidR="00E95D08" w:rsidRDefault="00E95D08" w:rsidP="00DE524F">
            <w:pPr>
              <w:pStyle w:val="Heading1"/>
              <w:ind w:left="-113"/>
            </w:pPr>
          </w:p>
        </w:tc>
        <w:tc>
          <w:tcPr>
            <w:tcW w:w="624" w:type="dxa"/>
          </w:tcPr>
          <w:p w14:paraId="38FB0E33" w14:textId="77777777" w:rsidR="00E95D08" w:rsidRDefault="00E95D08" w:rsidP="00DE524F"/>
        </w:tc>
        <w:tc>
          <w:tcPr>
            <w:tcW w:w="713" w:type="dxa"/>
          </w:tcPr>
          <w:p w14:paraId="125C7DD1" w14:textId="77777777" w:rsidR="00E95D08" w:rsidRDefault="00E95D08" w:rsidP="00DE524F"/>
        </w:tc>
        <w:tc>
          <w:tcPr>
            <w:tcW w:w="3598" w:type="dxa"/>
            <w:gridSpan w:val="2"/>
          </w:tcPr>
          <w:p w14:paraId="015372C0" w14:textId="77777777" w:rsidR="00E95D08" w:rsidRPr="008D4A99" w:rsidRDefault="00000000" w:rsidP="00DE524F">
            <w:pPr>
              <w:pStyle w:val="Heading5"/>
            </w:pPr>
            <w:sdt>
              <w:sdtPr>
                <w:id w:val="-185993986"/>
                <w:placeholder>
                  <w:docPart w:val="C28F3F444DC544D0A7B2999689056F58"/>
                </w:placeholder>
                <w:temporary/>
                <w:showingPlcHdr/>
                <w15:appearance w15:val="hidden"/>
              </w:sdtPr>
              <w:sdtContent>
                <w:r w:rsidR="00E95D08" w:rsidRPr="00386DD3">
                  <w:t>Developer</w:t>
                </w:r>
              </w:sdtContent>
            </w:sdt>
          </w:p>
        </w:tc>
      </w:tr>
      <w:tr w:rsidR="00E95D08" w:rsidRPr="00162614" w14:paraId="681798C4" w14:textId="77777777" w:rsidTr="00E95D08">
        <w:trPr>
          <w:trHeight w:val="850"/>
        </w:trPr>
        <w:tc>
          <w:tcPr>
            <w:tcW w:w="4753" w:type="dxa"/>
            <w:vAlign w:val="center"/>
          </w:tcPr>
          <w:p w14:paraId="56A54467" w14:textId="77777777" w:rsidR="00E95D08" w:rsidRDefault="00000000" w:rsidP="00E95D08">
            <w:pPr>
              <w:pStyle w:val="Heading1"/>
            </w:pPr>
            <w:sdt>
              <w:sdtPr>
                <w:id w:val="-1357266435"/>
                <w:placeholder>
                  <w:docPart w:val="E8AAF58F7C5748E49DD1485ED6440357"/>
                </w:placeholder>
                <w:temporary/>
                <w:showingPlcHdr/>
                <w15:appearance w15:val="hidden"/>
              </w:sdtPr>
              <w:sdtContent>
                <w:r w:rsidR="00E95D08" w:rsidRPr="00C45D7E">
                  <w:t>PROFILE</w:t>
                </w:r>
              </w:sdtContent>
            </w:sdt>
          </w:p>
        </w:tc>
        <w:tc>
          <w:tcPr>
            <w:tcW w:w="624" w:type="dxa"/>
            <w:vAlign w:val="center"/>
          </w:tcPr>
          <w:p w14:paraId="1D3E12FD" w14:textId="77777777" w:rsidR="00E95D08" w:rsidRDefault="00E95D08" w:rsidP="00E95D08"/>
        </w:tc>
        <w:tc>
          <w:tcPr>
            <w:tcW w:w="713" w:type="dxa"/>
            <w:vAlign w:val="center"/>
          </w:tcPr>
          <w:p w14:paraId="716B3924" w14:textId="77777777" w:rsidR="00E95D08" w:rsidRDefault="00E95D08" w:rsidP="00E95D08"/>
        </w:tc>
        <w:tc>
          <w:tcPr>
            <w:tcW w:w="3598" w:type="dxa"/>
            <w:gridSpan w:val="2"/>
            <w:vAlign w:val="center"/>
          </w:tcPr>
          <w:p w14:paraId="397C13FD" w14:textId="77777777" w:rsidR="00E95D08" w:rsidRPr="00C45D7E" w:rsidRDefault="00000000" w:rsidP="00E95D08">
            <w:pPr>
              <w:pStyle w:val="Heading1"/>
              <w:rPr>
                <w:rFonts w:asciiTheme="minorHAnsi" w:hAnsiTheme="minorHAnsi"/>
              </w:rPr>
            </w:pPr>
            <w:sdt>
              <w:sdtPr>
                <w:id w:val="-797608129"/>
                <w:placeholder>
                  <w:docPart w:val="45CBE74892DD4843B618BFAFFB14E887"/>
                </w:placeholder>
                <w:temporary/>
                <w:showingPlcHdr/>
                <w15:appearance w15:val="hidden"/>
              </w:sdtPr>
              <w:sdtContent>
                <w:r w:rsidR="00E95D08" w:rsidRPr="00162614">
                  <w:t>CONTACT</w:t>
                </w:r>
              </w:sdtContent>
            </w:sdt>
          </w:p>
        </w:tc>
      </w:tr>
      <w:tr w:rsidR="00E95D08" w:rsidRPr="00162614" w14:paraId="6676EBA1" w14:textId="77777777" w:rsidTr="00E95D08">
        <w:trPr>
          <w:trHeight w:val="639"/>
        </w:trPr>
        <w:tc>
          <w:tcPr>
            <w:tcW w:w="4753" w:type="dxa"/>
            <w:vMerge w:val="restart"/>
            <w:vAlign w:val="center"/>
          </w:tcPr>
          <w:p w14:paraId="6C4C7875" w14:textId="77777777" w:rsidR="00E95D08" w:rsidRPr="000F3FE2" w:rsidRDefault="00000000" w:rsidP="00E95D08">
            <w:sdt>
              <w:sdtPr>
                <w:id w:val="998541246"/>
                <w:placeholder>
                  <w:docPart w:val="5FF360AF2A4F4E3BA973C026126D51FC"/>
                </w:placeholder>
                <w:temporary/>
                <w:showingPlcHdr/>
                <w15:appearance w15:val="hidden"/>
              </w:sdtPr>
              <w:sdtContent>
                <w:r w:rsidR="00E95D08">
                  <w:t>Enthusiastic and creative graphic designer with a passion for translating ideas into visually compelling designs. With experience in both print and digital mediums, I thrive on bringing concepts to life through innovative and impactful designs.</w:t>
                </w:r>
              </w:sdtContent>
            </w:sdt>
          </w:p>
        </w:tc>
        <w:tc>
          <w:tcPr>
            <w:tcW w:w="624" w:type="dxa"/>
            <w:vMerge w:val="restart"/>
          </w:tcPr>
          <w:p w14:paraId="4CB617DD" w14:textId="77777777" w:rsidR="00E95D08" w:rsidRDefault="00E95D08" w:rsidP="00DE524F"/>
        </w:tc>
        <w:tc>
          <w:tcPr>
            <w:tcW w:w="713" w:type="dxa"/>
            <w:vMerge w:val="restart"/>
          </w:tcPr>
          <w:p w14:paraId="00BE60C4" w14:textId="77777777" w:rsidR="00E95D08" w:rsidRDefault="00E95D08" w:rsidP="00DE524F"/>
        </w:tc>
        <w:tc>
          <w:tcPr>
            <w:tcW w:w="477" w:type="dxa"/>
            <w:vAlign w:val="center"/>
          </w:tcPr>
          <w:p w14:paraId="2292ECC3" w14:textId="77777777" w:rsidR="00E95D08" w:rsidRPr="008D4A99" w:rsidRDefault="00E95D08" w:rsidP="00E95D08">
            <w:r w:rsidRPr="00162614">
              <w:rPr>
                <w:noProof/>
                <w:lang w:val="en-AU" w:eastAsia="en-AU"/>
              </w:rPr>
              <w:drawing>
                <wp:inline distT="0" distB="0" distL="0" distR="0" wp14:anchorId="18CB48EF" wp14:editId="49B9B0DF">
                  <wp:extent cx="175260" cy="120015"/>
                  <wp:effectExtent l="0" t="0" r="0" b="0"/>
                  <wp:docPr id="2" name="Graphic 2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noun_phone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2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vAlign w:val="center"/>
          </w:tcPr>
          <w:p w14:paraId="7991B919" w14:textId="77777777" w:rsidR="00E95D08" w:rsidRPr="008D4A99" w:rsidRDefault="00000000" w:rsidP="00E95D08">
            <w:pPr>
              <w:pStyle w:val="Contact1"/>
            </w:pPr>
            <w:sdt>
              <w:sdtPr>
                <w:id w:val="1203445380"/>
                <w:placeholder>
                  <w:docPart w:val="D3ECF2E37AA44D03B1023393A5025792"/>
                </w:placeholder>
                <w:temporary/>
                <w:showingPlcHdr/>
                <w15:appearance w15:val="hidden"/>
              </w:sdtPr>
              <w:sdtContent>
                <w:r w:rsidR="00E95D08" w:rsidRPr="006F031F">
                  <w:t>816-555-0146</w:t>
                </w:r>
              </w:sdtContent>
            </w:sdt>
          </w:p>
        </w:tc>
      </w:tr>
      <w:tr w:rsidR="00E95D08" w:rsidRPr="00162614" w14:paraId="062FA311" w14:textId="77777777" w:rsidTr="00E95D08">
        <w:trPr>
          <w:trHeight w:val="637"/>
        </w:trPr>
        <w:tc>
          <w:tcPr>
            <w:tcW w:w="4753" w:type="dxa"/>
            <w:vMerge/>
          </w:tcPr>
          <w:p w14:paraId="7B3A652A" w14:textId="77777777" w:rsidR="00E95D08" w:rsidRPr="000F3FE2" w:rsidRDefault="00E95D08" w:rsidP="00DE524F"/>
        </w:tc>
        <w:tc>
          <w:tcPr>
            <w:tcW w:w="624" w:type="dxa"/>
            <w:vMerge/>
          </w:tcPr>
          <w:p w14:paraId="0A47E8C2" w14:textId="77777777" w:rsidR="00E95D08" w:rsidRDefault="00E95D08" w:rsidP="00DE524F"/>
        </w:tc>
        <w:tc>
          <w:tcPr>
            <w:tcW w:w="713" w:type="dxa"/>
            <w:vMerge/>
          </w:tcPr>
          <w:p w14:paraId="03B90E8E" w14:textId="77777777" w:rsidR="00E95D08" w:rsidRDefault="00E95D08" w:rsidP="00DE524F"/>
        </w:tc>
        <w:tc>
          <w:tcPr>
            <w:tcW w:w="477" w:type="dxa"/>
            <w:vAlign w:val="center"/>
          </w:tcPr>
          <w:p w14:paraId="6D701A47" w14:textId="77777777" w:rsidR="00E95D08" w:rsidRPr="008D4A99" w:rsidRDefault="00E95D08" w:rsidP="00E95D08">
            <w:r w:rsidRPr="00162614">
              <w:rPr>
                <w:noProof/>
                <w:lang w:val="en-AU" w:eastAsia="en-AU"/>
              </w:rPr>
              <w:drawing>
                <wp:inline distT="0" distB="0" distL="0" distR="0" wp14:anchorId="73C32FC1" wp14:editId="220BE9AA">
                  <wp:extent cx="136525" cy="114935"/>
                  <wp:effectExtent l="0" t="0" r="0" b="0"/>
                  <wp:docPr id="4" name="Graphic 4" descr="Messag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noun_messages_2243428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" cy="11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vAlign w:val="center"/>
          </w:tcPr>
          <w:p w14:paraId="00ACF495" w14:textId="77777777" w:rsidR="00E95D08" w:rsidRPr="008D4A99" w:rsidRDefault="00000000" w:rsidP="00E95D08">
            <w:pPr>
              <w:pStyle w:val="Contact1"/>
            </w:pPr>
            <w:sdt>
              <w:sdtPr>
                <w:id w:val="539552111"/>
                <w:placeholder>
                  <w:docPart w:val="A50C90E493AF47FDAB94A213703AE70F"/>
                </w:placeholder>
                <w:temporary/>
                <w:showingPlcHdr/>
                <w15:appearance w15:val="hidden"/>
              </w:sdtPr>
              <w:sdtContent>
                <w:r w:rsidR="00E95D08" w:rsidRPr="006F031F">
                  <w:t>ian_hansson</w:t>
                </w:r>
              </w:sdtContent>
            </w:sdt>
          </w:p>
        </w:tc>
      </w:tr>
      <w:tr w:rsidR="00E95D08" w:rsidRPr="00162614" w14:paraId="338D67B9" w14:textId="77777777" w:rsidTr="00E95D08">
        <w:trPr>
          <w:trHeight w:val="637"/>
        </w:trPr>
        <w:tc>
          <w:tcPr>
            <w:tcW w:w="4753" w:type="dxa"/>
            <w:vMerge/>
          </w:tcPr>
          <w:p w14:paraId="6C8F79B9" w14:textId="77777777" w:rsidR="00E95D08" w:rsidRPr="000F3FE2" w:rsidRDefault="00E95D08" w:rsidP="00DE524F"/>
        </w:tc>
        <w:tc>
          <w:tcPr>
            <w:tcW w:w="624" w:type="dxa"/>
            <w:vMerge/>
          </w:tcPr>
          <w:p w14:paraId="573D9C88" w14:textId="77777777" w:rsidR="00E95D08" w:rsidRDefault="00E95D08" w:rsidP="00DE524F"/>
        </w:tc>
        <w:tc>
          <w:tcPr>
            <w:tcW w:w="713" w:type="dxa"/>
            <w:vMerge/>
          </w:tcPr>
          <w:p w14:paraId="71AB04C4" w14:textId="77777777" w:rsidR="00E95D08" w:rsidRDefault="00E95D08" w:rsidP="00DE524F"/>
        </w:tc>
        <w:tc>
          <w:tcPr>
            <w:tcW w:w="477" w:type="dxa"/>
            <w:vAlign w:val="center"/>
          </w:tcPr>
          <w:p w14:paraId="48E2BA9B" w14:textId="77777777" w:rsidR="00E95D08" w:rsidRPr="008D4A99" w:rsidRDefault="00E95D08" w:rsidP="00E95D08">
            <w:r w:rsidRPr="00162614">
              <w:rPr>
                <w:noProof/>
                <w:lang w:val="en-AU" w:eastAsia="en-AU"/>
              </w:rPr>
              <w:drawing>
                <wp:inline distT="0" distB="0" distL="0" distR="0" wp14:anchorId="3E0FDDA0" wp14:editId="01B605D1">
                  <wp:extent cx="135255" cy="101600"/>
                  <wp:effectExtent l="0" t="0" r="0" b="0"/>
                  <wp:docPr id="1" name="Graphic 1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noun_Mail_1234698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vAlign w:val="center"/>
          </w:tcPr>
          <w:p w14:paraId="3D1D9943" w14:textId="77777777" w:rsidR="00E95D08" w:rsidRPr="008D4A99" w:rsidRDefault="00000000" w:rsidP="00E95D08">
            <w:pPr>
              <w:pStyle w:val="Contact2"/>
            </w:pPr>
            <w:sdt>
              <w:sdtPr>
                <w:id w:val="47503127"/>
                <w:placeholder>
                  <w:docPart w:val="AECBDBB10E9F4ECC8FF1CE30874036BC"/>
                </w:placeholder>
                <w:temporary/>
                <w:showingPlcHdr/>
                <w15:appearance w15:val="hidden"/>
              </w:sdtPr>
              <w:sdtContent>
                <w:r w:rsidR="00E95D08" w:rsidRPr="006F031F">
                  <w:t>hansson@example.com</w:t>
                </w:r>
              </w:sdtContent>
            </w:sdt>
          </w:p>
        </w:tc>
      </w:tr>
      <w:tr w:rsidR="00E95D08" w:rsidRPr="00162614" w14:paraId="3E1C59C0" w14:textId="77777777" w:rsidTr="00E95D08">
        <w:trPr>
          <w:trHeight w:val="637"/>
        </w:trPr>
        <w:tc>
          <w:tcPr>
            <w:tcW w:w="4753" w:type="dxa"/>
            <w:vMerge/>
          </w:tcPr>
          <w:p w14:paraId="52D0E984" w14:textId="77777777" w:rsidR="00E95D08" w:rsidRPr="000F3FE2" w:rsidRDefault="00E95D08" w:rsidP="00DE524F"/>
        </w:tc>
        <w:tc>
          <w:tcPr>
            <w:tcW w:w="624" w:type="dxa"/>
            <w:vMerge/>
          </w:tcPr>
          <w:p w14:paraId="339B4778" w14:textId="77777777" w:rsidR="00E95D08" w:rsidRDefault="00E95D08" w:rsidP="00DE524F"/>
        </w:tc>
        <w:tc>
          <w:tcPr>
            <w:tcW w:w="713" w:type="dxa"/>
            <w:vMerge/>
          </w:tcPr>
          <w:p w14:paraId="67118A40" w14:textId="77777777" w:rsidR="00E95D08" w:rsidRDefault="00E95D08" w:rsidP="00DE524F"/>
        </w:tc>
        <w:tc>
          <w:tcPr>
            <w:tcW w:w="477" w:type="dxa"/>
            <w:vAlign w:val="center"/>
          </w:tcPr>
          <w:p w14:paraId="26F1BA47" w14:textId="77777777" w:rsidR="00E95D08" w:rsidRPr="008D4A99" w:rsidRDefault="00E95D08" w:rsidP="00E95D08">
            <w:r w:rsidRPr="00162614">
              <w:rPr>
                <w:noProof/>
                <w:lang w:val="en-AU" w:eastAsia="en-AU"/>
              </w:rPr>
              <w:drawing>
                <wp:inline distT="0" distB="0" distL="0" distR="0" wp14:anchorId="3F09C95D" wp14:editId="757ED598">
                  <wp:extent cx="139065" cy="132080"/>
                  <wp:effectExtent l="0" t="0" r="0" b="1270"/>
                  <wp:docPr id="3" name="Graphic 3" descr="Earth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noun_Earth_2229333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" cy="13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  <w:vAlign w:val="center"/>
          </w:tcPr>
          <w:p w14:paraId="22840764" w14:textId="77777777" w:rsidR="00E95D08" w:rsidRPr="008D4A99" w:rsidRDefault="00000000" w:rsidP="00E95D08">
            <w:pPr>
              <w:pStyle w:val="Contact2"/>
            </w:pPr>
            <w:sdt>
              <w:sdtPr>
                <w:id w:val="1142771533"/>
                <w:placeholder>
                  <w:docPart w:val="C00B4A1381444C149F70F210D3933E5F"/>
                </w:placeholder>
                <w:temporary/>
                <w:showingPlcHdr/>
                <w15:appearance w15:val="hidden"/>
              </w:sdtPr>
              <w:sdtContent>
                <w:r w:rsidR="00E95D08" w:rsidRPr="006F031F">
                  <w:t>www.example.com</w:t>
                </w:r>
              </w:sdtContent>
            </w:sdt>
          </w:p>
        </w:tc>
      </w:tr>
      <w:tr w:rsidR="00E95D08" w14:paraId="2BAB9E14" w14:textId="77777777" w:rsidTr="00E95D08">
        <w:trPr>
          <w:trHeight w:val="964"/>
        </w:trPr>
        <w:tc>
          <w:tcPr>
            <w:tcW w:w="4753" w:type="dxa"/>
            <w:vAlign w:val="center"/>
          </w:tcPr>
          <w:p w14:paraId="60ABED18" w14:textId="77777777" w:rsidR="00E95D08" w:rsidRDefault="00000000" w:rsidP="00E95D08">
            <w:pPr>
              <w:pStyle w:val="Heading1"/>
            </w:pPr>
            <w:sdt>
              <w:sdtPr>
                <w:id w:val="2070454609"/>
                <w:placeholder>
                  <w:docPart w:val="B417EC8783BB4BE199054451C9A78BD7"/>
                </w:placeholder>
                <w:temporary/>
                <w:showingPlcHdr/>
                <w15:appearance w15:val="hidden"/>
              </w:sdtPr>
              <w:sdtContent>
                <w:r w:rsidR="00E95D08">
                  <w:t>EXPERIENCE</w:t>
                </w:r>
              </w:sdtContent>
            </w:sdt>
          </w:p>
        </w:tc>
        <w:tc>
          <w:tcPr>
            <w:tcW w:w="624" w:type="dxa"/>
            <w:vAlign w:val="center"/>
          </w:tcPr>
          <w:p w14:paraId="3EB3A376" w14:textId="77777777" w:rsidR="00E95D08" w:rsidRDefault="00E95D08" w:rsidP="00E95D08"/>
        </w:tc>
        <w:tc>
          <w:tcPr>
            <w:tcW w:w="713" w:type="dxa"/>
            <w:vAlign w:val="center"/>
          </w:tcPr>
          <w:p w14:paraId="0C92B55F" w14:textId="77777777" w:rsidR="00E95D08" w:rsidRDefault="00E95D08" w:rsidP="00E95D08"/>
        </w:tc>
        <w:tc>
          <w:tcPr>
            <w:tcW w:w="3598" w:type="dxa"/>
            <w:gridSpan w:val="2"/>
            <w:vAlign w:val="center"/>
          </w:tcPr>
          <w:p w14:paraId="7344A645" w14:textId="77777777" w:rsidR="00E95D08" w:rsidRPr="00C45D7E" w:rsidRDefault="00000000" w:rsidP="00E95D08">
            <w:pPr>
              <w:pStyle w:val="Heading1"/>
              <w:rPr>
                <w:rFonts w:asciiTheme="minorHAnsi" w:hAnsiTheme="minorHAnsi"/>
              </w:rPr>
            </w:pPr>
            <w:sdt>
              <w:sdtPr>
                <w:id w:val="501783295"/>
                <w:placeholder>
                  <w:docPart w:val="B8AD58F16D5148D9869F4AE409719544"/>
                </w:placeholder>
                <w:temporary/>
                <w:showingPlcHdr/>
                <w15:appearance w15:val="hidden"/>
              </w:sdtPr>
              <w:sdtContent>
                <w:r w:rsidR="00E95D08" w:rsidRPr="00162614">
                  <w:t>SKILLS</w:t>
                </w:r>
              </w:sdtContent>
            </w:sdt>
          </w:p>
        </w:tc>
      </w:tr>
      <w:tr w:rsidR="00E95D08" w:rsidRPr="00B87E22" w14:paraId="43849B4F" w14:textId="77777777" w:rsidTr="00E95D08">
        <w:trPr>
          <w:trHeight w:val="2608"/>
        </w:trPr>
        <w:tc>
          <w:tcPr>
            <w:tcW w:w="4753" w:type="dxa"/>
            <w:tcBorders>
              <w:bottom w:val="single" w:sz="4" w:space="0" w:color="3A8C95" w:themeColor="accent5" w:themeShade="80"/>
            </w:tcBorders>
          </w:tcPr>
          <w:p w14:paraId="71DC263A" w14:textId="77777777" w:rsidR="00E95D08" w:rsidRPr="00162614" w:rsidRDefault="00000000" w:rsidP="00E95D08">
            <w:pPr>
              <w:pStyle w:val="Heading2"/>
            </w:pPr>
            <w:sdt>
              <w:sdtPr>
                <w:id w:val="1820614420"/>
                <w:placeholder>
                  <w:docPart w:val="42F76EFF2C4D44F88F67A2677BB33822"/>
                </w:placeholder>
                <w:temporary/>
                <w:showingPlcHdr/>
                <w15:appearance w15:val="hidden"/>
              </w:sdtPr>
              <w:sdtContent>
                <w:r w:rsidR="00E95D08">
                  <w:t>Adatum Corporation</w:t>
                </w:r>
              </w:sdtContent>
            </w:sdt>
          </w:p>
          <w:p w14:paraId="25B36B6B" w14:textId="77777777" w:rsidR="00E95D08" w:rsidRPr="00162614" w:rsidRDefault="00000000" w:rsidP="00E95D08">
            <w:pPr>
              <w:pStyle w:val="Date"/>
            </w:pPr>
            <w:sdt>
              <w:sdtPr>
                <w:id w:val="1390066241"/>
                <w:placeholder>
                  <w:docPart w:val="93FF69E1627E47879394913B1B662E06"/>
                </w:placeholder>
                <w:temporary/>
                <w:showingPlcHdr/>
                <w15:appearance w15:val="hidden"/>
              </w:sdtPr>
              <w:sdtContent>
                <w:r w:rsidR="00E95D08">
                  <w:t>20</w:t>
                </w:r>
                <w:r w:rsidR="00964CD8">
                  <w:t>xx</w:t>
                </w:r>
                <w:r w:rsidR="00E95D08">
                  <w:t>-present</w:t>
                </w:r>
              </w:sdtContent>
            </w:sdt>
          </w:p>
          <w:p w14:paraId="6F2CB485" w14:textId="77777777" w:rsidR="00E95D08" w:rsidRPr="00162614" w:rsidRDefault="00000000" w:rsidP="00E95D08">
            <w:sdt>
              <w:sdtPr>
                <w:id w:val="468020753"/>
                <w:placeholder>
                  <w:docPart w:val="FFB9DA935CC247EB8DE3200A67146A69"/>
                </w:placeholder>
                <w:temporary/>
                <w:showingPlcHdr/>
                <w15:appearance w15:val="hidden"/>
              </w:sdtPr>
              <w:sdtContent>
                <w:r w:rsidR="00E95D08">
                  <w:t>Developed and evolved brand identities, crafted compelling collateral, oversaw end-to-end project lifecycles, consistently met tight deadlines, contributed to award-winning projects, and mentored junior designers.</w:t>
                </w:r>
              </w:sdtContent>
            </w:sdt>
          </w:p>
        </w:tc>
        <w:tc>
          <w:tcPr>
            <w:tcW w:w="624" w:type="dxa"/>
          </w:tcPr>
          <w:p w14:paraId="21164B8D" w14:textId="77777777" w:rsidR="00E95D08" w:rsidRDefault="00E95D08" w:rsidP="00DE524F"/>
        </w:tc>
        <w:tc>
          <w:tcPr>
            <w:tcW w:w="713" w:type="dxa"/>
          </w:tcPr>
          <w:p w14:paraId="6F5D362A" w14:textId="77777777" w:rsidR="00E95D08" w:rsidRDefault="00E95D08" w:rsidP="00DE524F"/>
        </w:tc>
        <w:tc>
          <w:tcPr>
            <w:tcW w:w="3598" w:type="dxa"/>
            <w:gridSpan w:val="2"/>
            <w:vMerge w:val="restart"/>
            <w:vAlign w:val="center"/>
          </w:tcPr>
          <w:p w14:paraId="65F3D035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id w:val="109094851"/>
                <w:placeholder>
                  <w:docPart w:val="5CD88698B6864ABC95FEA5433668D4EC"/>
                </w:placeholder>
                <w:temporary/>
                <w:showingPlcHdr/>
                <w15:appearance w15:val="hidden"/>
              </w:sdtPr>
              <w:sdtContent>
                <w:r w:rsidR="00E95D08">
                  <w:t>Design software</w:t>
                </w:r>
              </w:sdtContent>
            </w:sdt>
          </w:p>
          <w:p w14:paraId="55877145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1091203621"/>
                <w:placeholder>
                  <w:docPart w:val="3E4D732945824F5EBF45A824797485DC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Typography</w:t>
                </w:r>
              </w:sdtContent>
            </w:sdt>
          </w:p>
          <w:p w14:paraId="4811531C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-495339227"/>
                <w:placeholder>
                  <w:docPart w:val="F88B6312B0264CEE8B5CF9CDD8D84726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UI/UX design</w:t>
                </w:r>
              </w:sdtContent>
            </w:sdt>
          </w:p>
          <w:p w14:paraId="5BAE3A5A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1871187093"/>
                <w:placeholder>
                  <w:docPart w:val="E58EB472C04C4BFEAE04D693BA2405D7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Print design</w:t>
                </w:r>
              </w:sdtContent>
            </w:sdt>
          </w:p>
          <w:p w14:paraId="46017F16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2093510088"/>
                <w:placeholder>
                  <w:docPart w:val="4F57CCF08B0C46CC92EF4D9F21492432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Project management</w:t>
                </w:r>
              </w:sdtContent>
            </w:sdt>
          </w:p>
          <w:p w14:paraId="42755A84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-479925149"/>
                <w:placeholder>
                  <w:docPart w:val="704EA874CE7542F6AE10FA083E030FD0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Creative problem solving</w:t>
                </w:r>
              </w:sdtContent>
            </w:sdt>
          </w:p>
          <w:p w14:paraId="2B1E4688" w14:textId="77777777" w:rsidR="00E95D08" w:rsidRPr="006F031F" w:rsidRDefault="00000000" w:rsidP="00E95D08">
            <w:pPr>
              <w:pStyle w:val="ListBullet"/>
              <w:rPr>
                <w:szCs w:val="28"/>
              </w:rPr>
            </w:pPr>
            <w:sdt>
              <w:sdtPr>
                <w:rPr>
                  <w:szCs w:val="28"/>
                </w:rPr>
                <w:id w:val="-733941349"/>
                <w:placeholder>
                  <w:docPart w:val="9CEA8ACCE97D4D1ABE3DCBB7C319C440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szCs w:val="28"/>
                  </w:rPr>
                  <w:t>Communication skills</w:t>
                </w:r>
              </w:sdtContent>
            </w:sdt>
          </w:p>
        </w:tc>
      </w:tr>
      <w:tr w:rsidR="00E95D08" w:rsidRPr="00162614" w14:paraId="0128DCE1" w14:textId="77777777" w:rsidTr="00E95D08">
        <w:trPr>
          <w:trHeight w:val="907"/>
        </w:trPr>
        <w:tc>
          <w:tcPr>
            <w:tcW w:w="4753" w:type="dxa"/>
            <w:vMerge w:val="restart"/>
            <w:tcBorders>
              <w:top w:val="single" w:sz="4" w:space="0" w:color="3A8C95" w:themeColor="accent5" w:themeShade="80"/>
              <w:bottom w:val="single" w:sz="4" w:space="0" w:color="3A8C95" w:themeColor="accent5" w:themeShade="80"/>
            </w:tcBorders>
            <w:vAlign w:val="center"/>
          </w:tcPr>
          <w:p w14:paraId="5146FF9D" w14:textId="77777777" w:rsidR="00E95D08" w:rsidRPr="00162614" w:rsidRDefault="00000000" w:rsidP="00E95D08">
            <w:pPr>
              <w:pStyle w:val="Heading2"/>
            </w:pPr>
            <w:sdt>
              <w:sdtPr>
                <w:id w:val="-484552361"/>
                <w:placeholder>
                  <w:docPart w:val="357025893C214463830C58C8A5094C2F"/>
                </w:placeholder>
                <w:temporary/>
                <w:showingPlcHdr/>
                <w15:appearance w15:val="hidden"/>
              </w:sdtPr>
              <w:sdtContent>
                <w:r w:rsidR="00E95D08">
                  <w:t>Proseware, Inc.</w:t>
                </w:r>
              </w:sdtContent>
            </w:sdt>
          </w:p>
          <w:p w14:paraId="2BC902AD" w14:textId="77777777" w:rsidR="00E95D08" w:rsidRPr="00162614" w:rsidRDefault="00000000" w:rsidP="00E95D08">
            <w:pPr>
              <w:pStyle w:val="Date"/>
            </w:pPr>
            <w:sdt>
              <w:sdtPr>
                <w:id w:val="1830791002"/>
                <w:placeholder>
                  <w:docPart w:val="BA0E435A39364E048F1F57F060261A98"/>
                </w:placeholder>
                <w:temporary/>
                <w:showingPlcHdr/>
                <w15:appearance w15:val="hidden"/>
              </w:sdtPr>
              <w:sdtContent>
                <w:r w:rsidR="00E95D08">
                  <w:t>20</w:t>
                </w:r>
                <w:r w:rsidR="00964CD8">
                  <w:t>xx</w:t>
                </w:r>
                <w:r w:rsidR="00E95D08">
                  <w:t>-20</w:t>
                </w:r>
                <w:r w:rsidR="00964CD8">
                  <w:t>xx</w:t>
                </w:r>
              </w:sdtContent>
            </w:sdt>
          </w:p>
          <w:p w14:paraId="59787C1D" w14:textId="77777777" w:rsidR="00E95D08" w:rsidRPr="00BB3142" w:rsidRDefault="00000000" w:rsidP="00E95D08">
            <w:sdt>
              <w:sdtPr>
                <w:id w:val="-104650069"/>
                <w:placeholder>
                  <w:docPart w:val="45F8E5AFF2454AC6A997A342E14E33F6"/>
                </w:placeholder>
                <w:temporary/>
                <w:showingPlcHdr/>
                <w15:appearance w15:val="hidden"/>
              </w:sdtPr>
              <w:sdtContent>
                <w:r w:rsidR="00E95D08">
                  <w:t>Actively participated in the development and evolution of brand identities, was involved in various stages of project lifecycles, and contributed to projects that received awards.</w:t>
                </w:r>
              </w:sdtContent>
            </w:sdt>
          </w:p>
        </w:tc>
        <w:tc>
          <w:tcPr>
            <w:tcW w:w="624" w:type="dxa"/>
          </w:tcPr>
          <w:p w14:paraId="7E3E597F" w14:textId="77777777" w:rsidR="00E95D08" w:rsidRDefault="00E95D08" w:rsidP="00DE524F"/>
        </w:tc>
        <w:tc>
          <w:tcPr>
            <w:tcW w:w="713" w:type="dxa"/>
            <w:vMerge w:val="restart"/>
          </w:tcPr>
          <w:p w14:paraId="38FC4BBB" w14:textId="77777777" w:rsidR="00E95D08" w:rsidRDefault="00E95D08" w:rsidP="00DE524F"/>
        </w:tc>
        <w:tc>
          <w:tcPr>
            <w:tcW w:w="3598" w:type="dxa"/>
            <w:gridSpan w:val="2"/>
            <w:vMerge/>
          </w:tcPr>
          <w:p w14:paraId="41F222AB" w14:textId="77777777" w:rsidR="00E95D08" w:rsidRPr="00B87E22" w:rsidRDefault="00E95D08" w:rsidP="00DE524F">
            <w:pPr>
              <w:ind w:left="-113"/>
              <w:rPr>
                <w:rStyle w:val="Heading3Char"/>
              </w:rPr>
            </w:pPr>
          </w:p>
        </w:tc>
      </w:tr>
      <w:tr w:rsidR="00E95D08" w:rsidRPr="00B87E22" w14:paraId="39C66FD5" w14:textId="77777777" w:rsidTr="00E95D08">
        <w:trPr>
          <w:trHeight w:val="850"/>
        </w:trPr>
        <w:tc>
          <w:tcPr>
            <w:tcW w:w="4753" w:type="dxa"/>
            <w:vMerge/>
            <w:tcBorders>
              <w:bottom w:val="single" w:sz="4" w:space="0" w:color="3A8C95" w:themeColor="accent5" w:themeShade="80"/>
            </w:tcBorders>
          </w:tcPr>
          <w:p w14:paraId="17AE66A7" w14:textId="77777777" w:rsidR="00E95D08" w:rsidRDefault="00E95D08" w:rsidP="00DE524F">
            <w:pPr>
              <w:pStyle w:val="Heading3"/>
              <w:ind w:left="-113"/>
            </w:pPr>
          </w:p>
        </w:tc>
        <w:tc>
          <w:tcPr>
            <w:tcW w:w="624" w:type="dxa"/>
          </w:tcPr>
          <w:p w14:paraId="18A4D004" w14:textId="77777777" w:rsidR="00E95D08" w:rsidRDefault="00E95D08" w:rsidP="00DE524F"/>
        </w:tc>
        <w:tc>
          <w:tcPr>
            <w:tcW w:w="713" w:type="dxa"/>
            <w:vMerge/>
          </w:tcPr>
          <w:p w14:paraId="05CCE30A" w14:textId="77777777" w:rsidR="00E95D08" w:rsidRDefault="00E95D08" w:rsidP="00DE524F"/>
        </w:tc>
        <w:tc>
          <w:tcPr>
            <w:tcW w:w="3598" w:type="dxa"/>
            <w:gridSpan w:val="2"/>
            <w:vAlign w:val="center"/>
          </w:tcPr>
          <w:p w14:paraId="202EAD98" w14:textId="77777777" w:rsidR="00E95D08" w:rsidRPr="00C45D7E" w:rsidRDefault="00000000" w:rsidP="00E95D08">
            <w:pPr>
              <w:pStyle w:val="Heading1"/>
              <w:rPr>
                <w:rStyle w:val="Heading3Char"/>
                <w:sz w:val="36"/>
                <w:szCs w:val="32"/>
              </w:rPr>
            </w:pPr>
            <w:sdt>
              <w:sdtPr>
                <w:rPr>
                  <w:sz w:val="28"/>
                  <w:szCs w:val="24"/>
                </w:rPr>
                <w:id w:val="-1881937965"/>
                <w:placeholder>
                  <w:docPart w:val="39DF3DEF2A064BD0A18CA3E2F3C7672A"/>
                </w:placeholder>
                <w:temporary/>
                <w:showingPlcHdr/>
                <w15:appearance w15:val="hidden"/>
              </w:sdtPr>
              <w:sdtContent>
                <w:r w:rsidR="00E95D08" w:rsidRPr="00162614">
                  <w:t>EDUCATION</w:t>
                </w:r>
              </w:sdtContent>
            </w:sdt>
          </w:p>
        </w:tc>
      </w:tr>
      <w:tr w:rsidR="00E95D08" w:rsidRPr="00162614" w14:paraId="192B78A6" w14:textId="77777777" w:rsidTr="00E95D08">
        <w:trPr>
          <w:trHeight w:val="1417"/>
        </w:trPr>
        <w:tc>
          <w:tcPr>
            <w:tcW w:w="4753" w:type="dxa"/>
            <w:vMerge w:val="restart"/>
            <w:tcBorders>
              <w:top w:val="single" w:sz="4" w:space="0" w:color="3A8C95" w:themeColor="accent5" w:themeShade="80"/>
            </w:tcBorders>
            <w:vAlign w:val="center"/>
          </w:tcPr>
          <w:p w14:paraId="0CBD04C7" w14:textId="77777777" w:rsidR="00E95D08" w:rsidRPr="00162614" w:rsidRDefault="00000000" w:rsidP="00E95D08">
            <w:pPr>
              <w:pStyle w:val="Heading2"/>
              <w:rPr>
                <w:bCs/>
              </w:rPr>
            </w:pPr>
            <w:sdt>
              <w:sdtPr>
                <w:rPr>
                  <w:bCs/>
                  <w:color w:val="auto"/>
                </w:rPr>
                <w:id w:val="742913048"/>
                <w:placeholder>
                  <w:docPart w:val="ABB9E6E334F3494D8E4BB06926C1764A"/>
                </w:placeholder>
                <w:temporary/>
                <w:showingPlcHdr/>
                <w15:appearance w15:val="hidden"/>
              </w:sdtPr>
              <w:sdtContent>
                <w:r w:rsidR="00E95D08" w:rsidRPr="45A88B00">
                  <w:rPr>
                    <w:bCs/>
                    <w:color w:val="auto"/>
                  </w:rPr>
                  <w:t>Relecloud</w:t>
                </w:r>
              </w:sdtContent>
            </w:sdt>
          </w:p>
          <w:p w14:paraId="4A6CFF8A" w14:textId="77777777" w:rsidR="00E95D08" w:rsidRPr="00162614" w:rsidRDefault="00000000" w:rsidP="00E95D08">
            <w:pPr>
              <w:pStyle w:val="Date"/>
            </w:pPr>
            <w:sdt>
              <w:sdtPr>
                <w:id w:val="-574049263"/>
                <w:placeholder>
                  <w:docPart w:val="0001CEF478AC4C69AD0558CF61F8D365"/>
                </w:placeholder>
                <w:temporary/>
                <w:showingPlcHdr/>
                <w15:appearance w15:val="hidden"/>
              </w:sdtPr>
              <w:sdtContent>
                <w:r w:rsidR="00E95D08">
                  <w:t>20</w:t>
                </w:r>
                <w:r w:rsidR="00964CD8">
                  <w:t>xx</w:t>
                </w:r>
                <w:r w:rsidR="00E95D08">
                  <w:t>-20</w:t>
                </w:r>
                <w:r w:rsidR="00964CD8">
                  <w:t>xx</w:t>
                </w:r>
              </w:sdtContent>
            </w:sdt>
          </w:p>
          <w:p w14:paraId="52942248" w14:textId="77777777" w:rsidR="00E95D08" w:rsidRPr="00713B95" w:rsidRDefault="00000000" w:rsidP="00E95D08">
            <w:sdt>
              <w:sdtPr>
                <w:id w:val="-1543125065"/>
                <w:placeholder>
                  <w:docPart w:val="E5DEA63B2C564A589773C60B7F8A938B"/>
                </w:placeholder>
                <w:temporary/>
                <w:showingPlcHdr/>
                <w15:appearance w15:val="hidden"/>
              </w:sdtPr>
              <w:sdtContent>
                <w:r w:rsidR="00E95D08">
                  <w:t>As an intern I actively learned and contributed to the creative process which allowed me to gain valuable insights into the industry and enhance my skills under the guidance of experienced professionals.</w:t>
                </w:r>
              </w:sdtContent>
            </w:sdt>
          </w:p>
        </w:tc>
        <w:tc>
          <w:tcPr>
            <w:tcW w:w="624" w:type="dxa"/>
          </w:tcPr>
          <w:p w14:paraId="17F3F322" w14:textId="77777777" w:rsidR="00E95D08" w:rsidRPr="00713B95" w:rsidRDefault="00E95D08" w:rsidP="00DE524F">
            <w:pPr>
              <w:spacing w:before="40"/>
              <w:rPr>
                <w:lang w:val="it-IT"/>
              </w:rPr>
            </w:pPr>
          </w:p>
        </w:tc>
        <w:tc>
          <w:tcPr>
            <w:tcW w:w="713" w:type="dxa"/>
            <w:vMerge w:val="restart"/>
          </w:tcPr>
          <w:p w14:paraId="04C32411" w14:textId="77777777" w:rsidR="00E95D08" w:rsidRPr="00713B95" w:rsidRDefault="00E95D08" w:rsidP="00DE524F">
            <w:pPr>
              <w:spacing w:before="40"/>
              <w:rPr>
                <w:lang w:val="it-IT"/>
              </w:rPr>
            </w:pPr>
          </w:p>
        </w:tc>
        <w:tc>
          <w:tcPr>
            <w:tcW w:w="3598" w:type="dxa"/>
            <w:gridSpan w:val="2"/>
            <w:vAlign w:val="center"/>
          </w:tcPr>
          <w:p w14:paraId="4D4B42F1" w14:textId="77777777" w:rsidR="00E95D08" w:rsidRDefault="00000000" w:rsidP="00E95D08">
            <w:pPr>
              <w:pStyle w:val="Heading2"/>
            </w:pPr>
            <w:sdt>
              <w:sdtPr>
                <w:id w:val="1004943438"/>
                <w:placeholder>
                  <w:docPart w:val="C80FC147A2D54969A61B3305681AA0AE"/>
                </w:placeholder>
                <w:temporary/>
                <w:showingPlcHdr/>
                <w15:appearance w15:val="hidden"/>
              </w:sdtPr>
              <w:sdtContent>
                <w:r w:rsidR="00E95D08">
                  <w:t>Graphic Design Institute</w:t>
                </w:r>
              </w:sdtContent>
            </w:sdt>
          </w:p>
          <w:p w14:paraId="5B53FC2E" w14:textId="77777777" w:rsidR="00E95D08" w:rsidRPr="00162614" w:rsidRDefault="00000000" w:rsidP="00E95D08">
            <w:pPr>
              <w:pStyle w:val="Date"/>
            </w:pPr>
            <w:sdt>
              <w:sdtPr>
                <w:id w:val="1993515580"/>
                <w:placeholder>
                  <w:docPart w:val="B300A0E78F904544B0302FDA49E0F790"/>
                </w:placeholder>
                <w:temporary/>
                <w:showingPlcHdr/>
                <w15:appearance w15:val="hidden"/>
              </w:sdtPr>
              <w:sdtContent>
                <w:r w:rsidR="00E95D08">
                  <w:t>20</w:t>
                </w:r>
                <w:r w:rsidR="00964CD8">
                  <w:t>xx</w:t>
                </w:r>
                <w:r w:rsidR="00E95D08">
                  <w:t>-20</w:t>
                </w:r>
                <w:r w:rsidR="00964CD8">
                  <w:t>xx</w:t>
                </w:r>
              </w:sdtContent>
            </w:sdt>
          </w:p>
          <w:p w14:paraId="3FFE4861" w14:textId="77777777" w:rsidR="00E95D08" w:rsidRPr="008A65BA" w:rsidRDefault="00000000" w:rsidP="00E95D08">
            <w:sdt>
              <w:sdtPr>
                <w:id w:val="-1194616297"/>
                <w:placeholder>
                  <w:docPart w:val="4ABBF24B092E433EB822E0DA0E949374"/>
                </w:placeholder>
                <w:temporary/>
                <w:showingPlcHdr/>
                <w15:appearance w15:val="hidden"/>
              </w:sdtPr>
              <w:sdtContent>
                <w:r w:rsidR="00E95D08">
                  <w:t>Master of Fine Arts, Graphic Design</w:t>
                </w:r>
              </w:sdtContent>
            </w:sdt>
          </w:p>
        </w:tc>
      </w:tr>
      <w:tr w:rsidR="00E95D08" w:rsidRPr="00162614" w14:paraId="7DF6375D" w14:textId="77777777" w:rsidTr="00E95D08">
        <w:trPr>
          <w:trHeight w:val="1417"/>
        </w:trPr>
        <w:tc>
          <w:tcPr>
            <w:tcW w:w="4753" w:type="dxa"/>
            <w:vMerge/>
          </w:tcPr>
          <w:p w14:paraId="33C02FC1" w14:textId="77777777" w:rsidR="00E95D08" w:rsidRDefault="00E95D08" w:rsidP="00DE524F">
            <w:pPr>
              <w:pStyle w:val="Heading3"/>
              <w:ind w:left="-113"/>
            </w:pPr>
          </w:p>
        </w:tc>
        <w:tc>
          <w:tcPr>
            <w:tcW w:w="624" w:type="dxa"/>
          </w:tcPr>
          <w:p w14:paraId="6EF4C279" w14:textId="77777777" w:rsidR="00E95D08" w:rsidRDefault="00E95D08" w:rsidP="00DE524F"/>
        </w:tc>
        <w:tc>
          <w:tcPr>
            <w:tcW w:w="713" w:type="dxa"/>
            <w:vMerge/>
          </w:tcPr>
          <w:p w14:paraId="3ED5811C" w14:textId="77777777" w:rsidR="00E95D08" w:rsidRDefault="00E95D08" w:rsidP="00DE524F"/>
        </w:tc>
        <w:tc>
          <w:tcPr>
            <w:tcW w:w="3598" w:type="dxa"/>
            <w:gridSpan w:val="2"/>
            <w:vAlign w:val="center"/>
          </w:tcPr>
          <w:p w14:paraId="1FC6F168" w14:textId="77777777" w:rsidR="00E95D08" w:rsidRPr="00162614" w:rsidRDefault="00000000" w:rsidP="00E95D08">
            <w:pPr>
              <w:pStyle w:val="Heading2"/>
            </w:pPr>
            <w:sdt>
              <w:sdtPr>
                <w:id w:val="-881703438"/>
                <w:placeholder>
                  <w:docPart w:val="1F3B91E037E348AF885A985AB5B718AD"/>
                </w:placeholder>
                <w:temporary/>
                <w:showingPlcHdr/>
                <w15:appearance w15:val="hidden"/>
              </w:sdtPr>
              <w:sdtContent>
                <w:r w:rsidR="00E95D08">
                  <w:t>Jasper University</w:t>
                </w:r>
              </w:sdtContent>
            </w:sdt>
          </w:p>
          <w:p w14:paraId="2E27DB47" w14:textId="77777777" w:rsidR="00E95D08" w:rsidRPr="00935402" w:rsidRDefault="00000000" w:rsidP="00E95D08">
            <w:pPr>
              <w:pStyle w:val="Date"/>
            </w:pPr>
            <w:sdt>
              <w:sdtPr>
                <w:id w:val="1661036408"/>
                <w:placeholder>
                  <w:docPart w:val="9847F37D453D40DFBA3D356B0E90DC6D"/>
                </w:placeholder>
                <w:temporary/>
                <w:showingPlcHdr/>
                <w15:appearance w15:val="hidden"/>
              </w:sdtPr>
              <w:sdtContent>
                <w:r w:rsidR="00E95D08">
                  <w:t>20</w:t>
                </w:r>
                <w:r w:rsidR="00964CD8">
                  <w:t>xx</w:t>
                </w:r>
                <w:r w:rsidR="00E95D08">
                  <w:t>-20</w:t>
                </w:r>
                <w:r w:rsidR="00964CD8">
                  <w:t>xx</w:t>
                </w:r>
              </w:sdtContent>
            </w:sdt>
          </w:p>
          <w:p w14:paraId="4A140AFC" w14:textId="77777777" w:rsidR="00E95D08" w:rsidRPr="00162614" w:rsidRDefault="00000000" w:rsidP="00E95D08">
            <w:sdt>
              <w:sdtPr>
                <w:id w:val="2037305707"/>
                <w:placeholder>
                  <w:docPart w:val="B4050C6981534007B69F60DA7A887A42"/>
                </w:placeholder>
                <w:temporary/>
                <w:showingPlcHdr/>
                <w15:appearance w15:val="hidden"/>
              </w:sdtPr>
              <w:sdtContent>
                <w:r w:rsidR="00E95D08">
                  <w:t>Bachelor of Arts, Graphic Design</w:t>
                </w:r>
              </w:sdtContent>
            </w:sdt>
          </w:p>
        </w:tc>
      </w:tr>
    </w:tbl>
    <w:p w14:paraId="69B6F879" w14:textId="77777777" w:rsidR="00E95D08" w:rsidRPr="00BA3E51" w:rsidRDefault="00E95D08" w:rsidP="001C6718"/>
    <w:sectPr w:rsidR="00E95D08" w:rsidRPr="00BA3E51" w:rsidSect="00C66715">
      <w:pgSz w:w="12240" w:h="15840" w:code="1"/>
      <w:pgMar w:top="720" w:right="1134" w:bottom="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A0259" w14:textId="77777777" w:rsidR="005A3E00" w:rsidRDefault="005A3E00" w:rsidP="00BA3E51">
      <w:pPr>
        <w:spacing w:line="240" w:lineRule="auto"/>
      </w:pPr>
      <w:r>
        <w:separator/>
      </w:r>
    </w:p>
  </w:endnote>
  <w:endnote w:type="continuationSeparator" w:id="0">
    <w:p w14:paraId="5F09A6BE" w14:textId="77777777" w:rsidR="005A3E00" w:rsidRDefault="005A3E00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DAA3" w14:textId="77777777" w:rsidR="005A3E00" w:rsidRDefault="005A3E00" w:rsidP="00BA3E51">
      <w:pPr>
        <w:spacing w:line="240" w:lineRule="auto"/>
      </w:pPr>
      <w:r>
        <w:separator/>
      </w:r>
    </w:p>
  </w:footnote>
  <w:footnote w:type="continuationSeparator" w:id="0">
    <w:p w14:paraId="0577B855" w14:textId="77777777" w:rsidR="005A3E00" w:rsidRDefault="005A3E00" w:rsidP="00BA3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83247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C37011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35A8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5FA6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4342C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906C93"/>
    <w:multiLevelType w:val="multilevel"/>
    <w:tmpl w:val="0DFA88B4"/>
    <w:styleLink w:val="BullettedList"/>
    <w:lvl w:ilvl="0">
      <w:start w:val="1"/>
      <w:numFmt w:val="bullet"/>
      <w:pStyle w:val="ListBullet"/>
      <w:lvlText w:val=""/>
      <w:lvlJc w:val="left"/>
      <w:pPr>
        <w:ind w:left="288" w:hanging="288"/>
      </w:pPr>
      <w:rPr>
        <w:rFonts w:ascii="Symbol" w:hAnsi="Symbol" w:hint="default"/>
        <w:color w:val="999999" w:themeColor="background2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149C4"/>
    <w:multiLevelType w:val="hybridMultilevel"/>
    <w:tmpl w:val="3DDA383E"/>
    <w:lvl w:ilvl="0" w:tplc="7758FB06">
      <w:start w:val="1"/>
      <w:numFmt w:val="bullet"/>
      <w:pStyle w:val="ListParagraph"/>
      <w:lvlText w:val=""/>
      <w:lvlJc w:val="left"/>
      <w:pPr>
        <w:ind w:left="1440" w:hanging="360"/>
      </w:pPr>
      <w:rPr>
        <w:rFonts w:ascii="Wingdings" w:hAnsi="Wingdings" w:hint="default"/>
        <w:color w:val="999999" w:themeColor="background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D94A98"/>
    <w:multiLevelType w:val="hybridMultilevel"/>
    <w:tmpl w:val="0DFA88B4"/>
    <w:numStyleLink w:val="BullettedList"/>
  </w:abstractNum>
  <w:num w:numId="1" w16cid:durableId="1147940132">
    <w:abstractNumId w:val="6"/>
  </w:num>
  <w:num w:numId="2" w16cid:durableId="360589464">
    <w:abstractNumId w:val="4"/>
  </w:num>
  <w:num w:numId="3" w16cid:durableId="1108499708">
    <w:abstractNumId w:val="5"/>
  </w:num>
  <w:num w:numId="4" w16cid:durableId="867598323">
    <w:abstractNumId w:val="3"/>
  </w:num>
  <w:num w:numId="5" w16cid:durableId="1430348988">
    <w:abstractNumId w:val="2"/>
  </w:num>
  <w:num w:numId="6" w16cid:durableId="769856665">
    <w:abstractNumId w:val="1"/>
  </w:num>
  <w:num w:numId="7" w16cid:durableId="205916640">
    <w:abstractNumId w:val="0"/>
  </w:num>
  <w:num w:numId="8" w16cid:durableId="3295253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97"/>
    <w:rsid w:val="00025D23"/>
    <w:rsid w:val="000407F5"/>
    <w:rsid w:val="00041F8A"/>
    <w:rsid w:val="00045F2E"/>
    <w:rsid w:val="00055BBC"/>
    <w:rsid w:val="00073BF3"/>
    <w:rsid w:val="00081B51"/>
    <w:rsid w:val="000D3891"/>
    <w:rsid w:val="000F3FE2"/>
    <w:rsid w:val="00140582"/>
    <w:rsid w:val="00162614"/>
    <w:rsid w:val="00177BCB"/>
    <w:rsid w:val="00184BEC"/>
    <w:rsid w:val="001A313A"/>
    <w:rsid w:val="001C6718"/>
    <w:rsid w:val="001D0CF8"/>
    <w:rsid w:val="00200FC4"/>
    <w:rsid w:val="00217454"/>
    <w:rsid w:val="002251C8"/>
    <w:rsid w:val="00293BB8"/>
    <w:rsid w:val="002A4A92"/>
    <w:rsid w:val="002D5478"/>
    <w:rsid w:val="00364B5C"/>
    <w:rsid w:val="00373FC8"/>
    <w:rsid w:val="00386DD3"/>
    <w:rsid w:val="00394816"/>
    <w:rsid w:val="003976A8"/>
    <w:rsid w:val="003B3A48"/>
    <w:rsid w:val="003C5242"/>
    <w:rsid w:val="003E7783"/>
    <w:rsid w:val="0041420A"/>
    <w:rsid w:val="00442A0E"/>
    <w:rsid w:val="00443C70"/>
    <w:rsid w:val="0045059C"/>
    <w:rsid w:val="004B419A"/>
    <w:rsid w:val="004D74C1"/>
    <w:rsid w:val="004E6AB2"/>
    <w:rsid w:val="00526F97"/>
    <w:rsid w:val="00535F87"/>
    <w:rsid w:val="00564622"/>
    <w:rsid w:val="005765A2"/>
    <w:rsid w:val="005A3E00"/>
    <w:rsid w:val="005B3227"/>
    <w:rsid w:val="005E0657"/>
    <w:rsid w:val="005F4D16"/>
    <w:rsid w:val="006755BF"/>
    <w:rsid w:val="006C0673"/>
    <w:rsid w:val="006C75D7"/>
    <w:rsid w:val="006F031F"/>
    <w:rsid w:val="00703D7E"/>
    <w:rsid w:val="00705647"/>
    <w:rsid w:val="00713B95"/>
    <w:rsid w:val="00747832"/>
    <w:rsid w:val="007765B0"/>
    <w:rsid w:val="007E5AAA"/>
    <w:rsid w:val="007E6083"/>
    <w:rsid w:val="0081316C"/>
    <w:rsid w:val="00855181"/>
    <w:rsid w:val="008643BF"/>
    <w:rsid w:val="00873F12"/>
    <w:rsid w:val="00893796"/>
    <w:rsid w:val="008A009C"/>
    <w:rsid w:val="008A65BA"/>
    <w:rsid w:val="008B1112"/>
    <w:rsid w:val="008D4A99"/>
    <w:rsid w:val="008E4EF1"/>
    <w:rsid w:val="00905659"/>
    <w:rsid w:val="00914419"/>
    <w:rsid w:val="00935402"/>
    <w:rsid w:val="00962E61"/>
    <w:rsid w:val="00964CD8"/>
    <w:rsid w:val="00976E5A"/>
    <w:rsid w:val="00983E40"/>
    <w:rsid w:val="00986331"/>
    <w:rsid w:val="009C7105"/>
    <w:rsid w:val="009D1934"/>
    <w:rsid w:val="009E3575"/>
    <w:rsid w:val="00A01164"/>
    <w:rsid w:val="00A31B03"/>
    <w:rsid w:val="00AB7FE5"/>
    <w:rsid w:val="00AC1E5A"/>
    <w:rsid w:val="00AC383F"/>
    <w:rsid w:val="00B0314F"/>
    <w:rsid w:val="00B87E22"/>
    <w:rsid w:val="00BA2D2C"/>
    <w:rsid w:val="00BA3E51"/>
    <w:rsid w:val="00BB3142"/>
    <w:rsid w:val="00C155FC"/>
    <w:rsid w:val="00C348EF"/>
    <w:rsid w:val="00C45D7E"/>
    <w:rsid w:val="00C66715"/>
    <w:rsid w:val="00C73E98"/>
    <w:rsid w:val="00CB1D3C"/>
    <w:rsid w:val="00CF0C80"/>
    <w:rsid w:val="00D666BB"/>
    <w:rsid w:val="00D8505D"/>
    <w:rsid w:val="00E04462"/>
    <w:rsid w:val="00E20245"/>
    <w:rsid w:val="00E26869"/>
    <w:rsid w:val="00E270D1"/>
    <w:rsid w:val="00E35010"/>
    <w:rsid w:val="00E4379F"/>
    <w:rsid w:val="00E80C1C"/>
    <w:rsid w:val="00E84964"/>
    <w:rsid w:val="00E95D08"/>
    <w:rsid w:val="00EA0042"/>
    <w:rsid w:val="00EF639B"/>
    <w:rsid w:val="00F50BC6"/>
    <w:rsid w:val="00F908C3"/>
    <w:rsid w:val="00FA66A5"/>
    <w:rsid w:val="00FC150A"/>
    <w:rsid w:val="00FE2094"/>
    <w:rsid w:val="05800784"/>
    <w:rsid w:val="06BA3B30"/>
    <w:rsid w:val="083D863F"/>
    <w:rsid w:val="09D956A0"/>
    <w:rsid w:val="0F1FF4F2"/>
    <w:rsid w:val="1742DA27"/>
    <w:rsid w:val="1D478E04"/>
    <w:rsid w:val="20B34A7E"/>
    <w:rsid w:val="2518E0FC"/>
    <w:rsid w:val="25B198BE"/>
    <w:rsid w:val="26BCC29B"/>
    <w:rsid w:val="2A3BDED9"/>
    <w:rsid w:val="2BDC0D4D"/>
    <w:rsid w:val="2EE1D4A7"/>
    <w:rsid w:val="2F195061"/>
    <w:rsid w:val="35217A77"/>
    <w:rsid w:val="37ED74E4"/>
    <w:rsid w:val="3B38C5D8"/>
    <w:rsid w:val="3C8C92C3"/>
    <w:rsid w:val="3E88F574"/>
    <w:rsid w:val="404DD815"/>
    <w:rsid w:val="4071D08D"/>
    <w:rsid w:val="40F7DEBC"/>
    <w:rsid w:val="41E9A876"/>
    <w:rsid w:val="45A88B00"/>
    <w:rsid w:val="4C36D5AB"/>
    <w:rsid w:val="5157BED2"/>
    <w:rsid w:val="53AB43E0"/>
    <w:rsid w:val="53EDF693"/>
    <w:rsid w:val="589B024B"/>
    <w:rsid w:val="5DDB4AB7"/>
    <w:rsid w:val="5EBACEF5"/>
    <w:rsid w:val="5F048B59"/>
    <w:rsid w:val="61A99532"/>
    <w:rsid w:val="669399E3"/>
    <w:rsid w:val="6D496113"/>
    <w:rsid w:val="708101D5"/>
    <w:rsid w:val="71B09F41"/>
    <w:rsid w:val="73D3205E"/>
    <w:rsid w:val="7CC29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3E82F"/>
  <w15:chartTrackingRefBased/>
  <w15:docId w15:val="{0E4D7044-71A4-41B7-A13C-63A8E77D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333333" w:themeColor="text2"/>
        <w:sz w:val="18"/>
        <w:szCs w:val="18"/>
        <w:lang w:val="ru-RU" w:eastAsia="en-US" w:bidi="ar-SA"/>
      </w:rPr>
    </w:rPrDefault>
    <w:pPrDefault>
      <w:pPr>
        <w:spacing w:before="20"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61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2614"/>
    <w:pPr>
      <w:keepNext/>
      <w:keepLines/>
      <w:spacing w:line="420" w:lineRule="exact"/>
      <w:outlineLvl w:val="0"/>
    </w:pPr>
    <w:rPr>
      <w:rFonts w:asciiTheme="majorHAnsi" w:eastAsiaTheme="majorEastAsia" w:hAnsiTheme="majorHAnsi" w:cstheme="majorBidi"/>
      <w:caps/>
      <w:color w:val="FFFFFF" w:themeColor="background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614"/>
    <w:pPr>
      <w:keepNext/>
      <w:keepLines/>
      <w:spacing w:before="220" w:line="440" w:lineRule="exact"/>
      <w:outlineLvl w:val="1"/>
    </w:pPr>
    <w:rPr>
      <w:rFonts w:eastAsiaTheme="majorEastAsia" w:cstheme="majorBidi"/>
      <w:b/>
      <w:color w:val="434343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2614"/>
    <w:pPr>
      <w:keepNext/>
      <w:keepLines/>
      <w:spacing w:before="80" w:line="240" w:lineRule="auto"/>
      <w:outlineLvl w:val="2"/>
    </w:pPr>
    <w:rPr>
      <w:rFonts w:eastAsiaTheme="majorEastAsia" w:cstheme="majorBidi"/>
      <w:color w:val="FFFFFF" w:themeColor="background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62614"/>
    <w:pPr>
      <w:keepNext/>
      <w:keepLines/>
      <w:spacing w:before="40"/>
      <w:outlineLvl w:val="3"/>
    </w:pPr>
    <w:rPr>
      <w:rFonts w:eastAsiaTheme="majorEastAsia" w:cstheme="majorBidi"/>
      <w:b/>
      <w:iCs/>
      <w:color w:val="BAE0E4" w:themeColor="accent5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62614"/>
    <w:pPr>
      <w:keepNext/>
      <w:keepLines/>
      <w:spacing w:before="120"/>
      <w:outlineLvl w:val="4"/>
    </w:pPr>
    <w:rPr>
      <w:rFonts w:eastAsiaTheme="majorEastAsia" w:cstheme="majorBidi"/>
      <w:color w:val="8CCBD2" w:themeColor="accent6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C6718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13A"/>
  </w:style>
  <w:style w:type="paragraph" w:styleId="Footer">
    <w:name w:val="footer"/>
    <w:basedOn w:val="Normal"/>
    <w:link w:val="FooterChar"/>
    <w:uiPriority w:val="99"/>
    <w:semiHidden/>
    <w:rsid w:val="001C6718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313A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62614"/>
    <w:rPr>
      <w:rFonts w:asciiTheme="majorHAnsi" w:eastAsiaTheme="majorEastAsia" w:hAnsiTheme="majorHAnsi" w:cstheme="majorBidi"/>
      <w:caps/>
      <w:color w:val="FFFFFF" w:themeColor="background1"/>
      <w:sz w:val="36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62614"/>
    <w:rPr>
      <w:rFonts w:eastAsiaTheme="majorEastAsia" w:cstheme="majorBidi"/>
      <w:b/>
      <w:color w:val="434343" w:themeColor="accent3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62614"/>
    <w:rPr>
      <w:rFonts w:eastAsiaTheme="majorEastAsia" w:cstheme="majorBidi"/>
      <w:color w:val="FFFFFF" w:themeColor="background1"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"/>
    <w:semiHidden/>
    <w:rsid w:val="000F3FE2"/>
    <w:pPr>
      <w:spacing w:line="440" w:lineRule="exact"/>
    </w:pPr>
    <w:rPr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62614"/>
    <w:rPr>
      <w:rFonts w:eastAsiaTheme="majorEastAsia" w:cstheme="majorBidi"/>
      <w:b/>
      <w:iCs/>
      <w:color w:val="BAE0E4" w:themeColor="accent5"/>
      <w:sz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162614"/>
    <w:rPr>
      <w:rFonts w:eastAsiaTheme="majorEastAsia" w:cstheme="majorBidi"/>
      <w:color w:val="8CCBD2" w:themeColor="accent6"/>
      <w:sz w:val="28"/>
      <w:lang w:val="en-US"/>
    </w:rPr>
  </w:style>
  <w:style w:type="paragraph" w:styleId="ListParagraph">
    <w:name w:val="List Paragraph"/>
    <w:basedOn w:val="Normal"/>
    <w:uiPriority w:val="34"/>
    <w:semiHidden/>
    <w:rsid w:val="00443C70"/>
    <w:pPr>
      <w:numPr>
        <w:numId w:val="1"/>
      </w:numPr>
      <w:spacing w:line="400" w:lineRule="exact"/>
      <w:ind w:left="568" w:hanging="284"/>
      <w:contextualSpacing/>
    </w:pPr>
    <w:rPr>
      <w:color w:val="00798B" w:themeColor="accent1"/>
      <w:sz w:val="28"/>
    </w:rPr>
  </w:style>
  <w:style w:type="paragraph" w:styleId="Date">
    <w:name w:val="Date"/>
    <w:basedOn w:val="Normal"/>
    <w:next w:val="Normal"/>
    <w:link w:val="DateChar"/>
    <w:uiPriority w:val="99"/>
    <w:qFormat/>
    <w:rsid w:val="00162614"/>
    <w:rPr>
      <w:caps/>
      <w:color w:val="00798B" w:themeColor="accent1"/>
    </w:rPr>
  </w:style>
  <w:style w:type="character" w:customStyle="1" w:styleId="DateChar">
    <w:name w:val="Date Char"/>
    <w:basedOn w:val="DefaultParagraphFont"/>
    <w:link w:val="Date"/>
    <w:uiPriority w:val="99"/>
    <w:rsid w:val="00162614"/>
    <w:rPr>
      <w:caps/>
      <w:color w:val="00798B" w:themeColor="accent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8505D"/>
    <w:pPr>
      <w:spacing w:line="800" w:lineRule="exact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505D"/>
    <w:rPr>
      <w:rFonts w:asciiTheme="majorHAnsi" w:eastAsiaTheme="majorEastAsia" w:hAnsiTheme="majorHAnsi" w:cstheme="majorBidi"/>
      <w:caps/>
      <w:color w:val="FFFFFF" w:themeColor="background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614"/>
    <w:pPr>
      <w:numPr>
        <w:ilvl w:val="1"/>
      </w:numPr>
      <w:spacing w:line="800" w:lineRule="exact"/>
    </w:pPr>
    <w:rPr>
      <w:rFonts w:asciiTheme="majorHAnsi" w:eastAsiaTheme="minorEastAsia" w:hAnsiTheme="majorHAnsi"/>
      <w:caps/>
      <w:color w:val="D9D9D9" w:themeColor="accent3" w:themeTint="33"/>
      <w:sz w:val="7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62614"/>
    <w:rPr>
      <w:rFonts w:asciiTheme="majorHAnsi" w:eastAsiaTheme="minorEastAsia" w:hAnsiTheme="majorHAnsi"/>
      <w:caps/>
      <w:color w:val="D9D9D9" w:themeColor="accent3" w:themeTint="33"/>
      <w:sz w:val="70"/>
      <w:szCs w:val="22"/>
      <w:lang w:val="en-US"/>
    </w:rPr>
  </w:style>
  <w:style w:type="paragraph" w:customStyle="1" w:styleId="Contact1">
    <w:name w:val="Contact 1"/>
    <w:basedOn w:val="Normal"/>
    <w:link w:val="Contact1Char"/>
    <w:uiPriority w:val="12"/>
    <w:qFormat/>
    <w:rsid w:val="00162614"/>
    <w:pPr>
      <w:spacing w:line="240" w:lineRule="auto"/>
    </w:pPr>
    <w:rPr>
      <w:sz w:val="28"/>
    </w:rPr>
  </w:style>
  <w:style w:type="paragraph" w:customStyle="1" w:styleId="Contact2">
    <w:name w:val="Contact 2"/>
    <w:basedOn w:val="Normal"/>
    <w:link w:val="Contact2Char"/>
    <w:uiPriority w:val="12"/>
    <w:qFormat/>
    <w:rsid w:val="00162614"/>
    <w:pPr>
      <w:spacing w:line="240" w:lineRule="auto"/>
    </w:pPr>
    <w:rPr>
      <w:color w:val="00798B" w:themeColor="accent1"/>
      <w:sz w:val="28"/>
    </w:rPr>
  </w:style>
  <w:style w:type="character" w:customStyle="1" w:styleId="Contact1Char">
    <w:name w:val="Contact 1 Char"/>
    <w:basedOn w:val="DefaultParagraphFont"/>
    <w:link w:val="Contact1"/>
    <w:uiPriority w:val="12"/>
    <w:rsid w:val="00162614"/>
    <w:rPr>
      <w:sz w:val="28"/>
      <w:lang w:val="en-US"/>
    </w:rPr>
  </w:style>
  <w:style w:type="paragraph" w:styleId="ListBullet">
    <w:name w:val="List Bullet"/>
    <w:basedOn w:val="Normal"/>
    <w:uiPriority w:val="99"/>
    <w:qFormat/>
    <w:rsid w:val="00162614"/>
    <w:pPr>
      <w:numPr>
        <w:numId w:val="8"/>
      </w:numPr>
      <w:spacing w:before="0" w:line="400" w:lineRule="exact"/>
      <w:contextualSpacing/>
    </w:pPr>
    <w:rPr>
      <w:color w:val="00798B" w:themeColor="accent1"/>
      <w:sz w:val="28"/>
    </w:rPr>
  </w:style>
  <w:style w:type="character" w:customStyle="1" w:styleId="Contact2Char">
    <w:name w:val="Contact 2 Char"/>
    <w:basedOn w:val="DefaultParagraphFont"/>
    <w:link w:val="Contact2"/>
    <w:uiPriority w:val="12"/>
    <w:rsid w:val="00162614"/>
    <w:rPr>
      <w:color w:val="00798B" w:themeColor="accent1"/>
      <w:sz w:val="28"/>
      <w:lang w:val="en-US"/>
    </w:rPr>
  </w:style>
  <w:style w:type="numbering" w:customStyle="1" w:styleId="BullettedList">
    <w:name w:val="BullettedList"/>
    <w:uiPriority w:val="99"/>
    <w:rsid w:val="00373FC8"/>
    <w:pPr>
      <w:numPr>
        <w:numId w:val="3"/>
      </w:numPr>
    </w:pPr>
  </w:style>
  <w:style w:type="paragraph" w:styleId="ListBullet2">
    <w:name w:val="List Bullet 2"/>
    <w:basedOn w:val="Normal"/>
    <w:uiPriority w:val="99"/>
    <w:semiHidden/>
    <w:unhideWhenUsed/>
    <w:rsid w:val="00373FC8"/>
    <w:pPr>
      <w:numPr>
        <w:ilvl w:val="1"/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73FC8"/>
    <w:pPr>
      <w:numPr>
        <w:ilvl w:val="2"/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73FC8"/>
    <w:pPr>
      <w:numPr>
        <w:ilvl w:val="3"/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73FC8"/>
    <w:pPr>
      <w:numPr>
        <w:ilvl w:val="4"/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roo\AppData\Roaming\Microsoft\Templates\Color%20block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F54CF148824348B9905E0E65095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BD6F5-BBCC-4501-B467-0D37C14594B5}"/>
      </w:docPartPr>
      <w:docPartBody>
        <w:p w:rsidR="00000000" w:rsidRDefault="00000000">
          <w:pPr>
            <w:pStyle w:val="07F54CF148824348B9905E0E65095550"/>
          </w:pPr>
          <w:r w:rsidRPr="00386DD3">
            <w:t>IAN</w:t>
          </w:r>
        </w:p>
      </w:docPartBody>
    </w:docPart>
    <w:docPart>
      <w:docPartPr>
        <w:name w:val="EBB113494A93411D9970EDC6D8785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03AAE-2AC9-4ED3-9E96-7B22B183C07C}"/>
      </w:docPartPr>
      <w:docPartBody>
        <w:p w:rsidR="00000000" w:rsidRDefault="00000000">
          <w:pPr>
            <w:pStyle w:val="EBB113494A93411D9970EDC6D87858F4"/>
          </w:pPr>
          <w:r w:rsidRPr="00162614">
            <w:t>HANSSON</w:t>
          </w:r>
        </w:p>
      </w:docPartBody>
    </w:docPart>
    <w:docPart>
      <w:docPartPr>
        <w:name w:val="BD36343BCC324BF1B397DBBFCD92E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82F20-0811-4BED-88AF-60A4CAED5366}"/>
      </w:docPartPr>
      <w:docPartBody>
        <w:p w:rsidR="00000000" w:rsidRDefault="00000000">
          <w:pPr>
            <w:pStyle w:val="BD36343BCC324BF1B397DBBFCD92E060"/>
          </w:pPr>
          <w:r>
            <w:t>G</w:t>
          </w:r>
          <w:r w:rsidRPr="00386DD3">
            <w:t>raphic Designer</w:t>
          </w:r>
        </w:p>
      </w:docPartBody>
    </w:docPart>
    <w:docPart>
      <w:docPartPr>
        <w:name w:val="37C55A394E35418AAB38621C1D33A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358B4-F549-4964-B1BB-5DF4041163E7}"/>
      </w:docPartPr>
      <w:docPartBody>
        <w:p w:rsidR="00000000" w:rsidRDefault="00000000">
          <w:pPr>
            <w:pStyle w:val="37C55A394E35418AAB38621C1D33AF27"/>
          </w:pPr>
          <w:r w:rsidRPr="00386DD3">
            <w:t>UI/UX Engineer</w:t>
          </w:r>
        </w:p>
      </w:docPartBody>
    </w:docPart>
    <w:docPart>
      <w:docPartPr>
        <w:name w:val="C28F3F444DC544D0A7B2999689056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6B526-8D2F-424C-808F-1A9C9AA749AB}"/>
      </w:docPartPr>
      <w:docPartBody>
        <w:p w:rsidR="00000000" w:rsidRDefault="00000000">
          <w:pPr>
            <w:pStyle w:val="C28F3F444DC544D0A7B2999689056F58"/>
          </w:pPr>
          <w:r w:rsidRPr="00386DD3">
            <w:t>Developer</w:t>
          </w:r>
        </w:p>
      </w:docPartBody>
    </w:docPart>
    <w:docPart>
      <w:docPartPr>
        <w:name w:val="E8AAF58F7C5748E49DD1485ED6440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D0750-085A-4385-8056-23D2AC09B39C}"/>
      </w:docPartPr>
      <w:docPartBody>
        <w:p w:rsidR="00000000" w:rsidRDefault="00000000">
          <w:pPr>
            <w:pStyle w:val="E8AAF58F7C5748E49DD1485ED6440357"/>
          </w:pPr>
          <w:r w:rsidRPr="00C45D7E">
            <w:t>PROFILE</w:t>
          </w:r>
        </w:p>
      </w:docPartBody>
    </w:docPart>
    <w:docPart>
      <w:docPartPr>
        <w:name w:val="45CBE74892DD4843B618BFAFFB14E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37598-B6DE-45E1-86C6-40CC3B03FC9D}"/>
      </w:docPartPr>
      <w:docPartBody>
        <w:p w:rsidR="00000000" w:rsidRDefault="00000000">
          <w:pPr>
            <w:pStyle w:val="45CBE74892DD4843B618BFAFFB14E887"/>
          </w:pPr>
          <w:r w:rsidRPr="00162614">
            <w:t>CONTACT</w:t>
          </w:r>
        </w:p>
      </w:docPartBody>
    </w:docPart>
    <w:docPart>
      <w:docPartPr>
        <w:name w:val="5FF360AF2A4F4E3BA973C026126D5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FC78B-DC98-470F-BBFD-13878CE90899}"/>
      </w:docPartPr>
      <w:docPartBody>
        <w:p w:rsidR="00000000" w:rsidRDefault="00000000">
          <w:pPr>
            <w:pStyle w:val="5FF360AF2A4F4E3BA973C026126D51FC"/>
          </w:pPr>
          <w:r>
            <w:t xml:space="preserve">Enthusiastic and creative graphic designer with a passion for translating ideas into </w:t>
          </w:r>
          <w:r>
            <w:t>visually compelling designs. With experience in both print and digital mediums, I thrive on bringing concepts to life through innovative and impactful designs.</w:t>
          </w:r>
        </w:p>
      </w:docPartBody>
    </w:docPart>
    <w:docPart>
      <w:docPartPr>
        <w:name w:val="D3ECF2E37AA44D03B1023393A5025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AD347-5B0B-4486-A023-661A35ADDEF8}"/>
      </w:docPartPr>
      <w:docPartBody>
        <w:p w:rsidR="00000000" w:rsidRDefault="00000000">
          <w:pPr>
            <w:pStyle w:val="D3ECF2E37AA44D03B1023393A5025792"/>
          </w:pPr>
          <w:r w:rsidRPr="006F031F">
            <w:t>816-555-0146</w:t>
          </w:r>
        </w:p>
      </w:docPartBody>
    </w:docPart>
    <w:docPart>
      <w:docPartPr>
        <w:name w:val="A50C90E493AF47FDAB94A213703AE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3F36B-197A-47D7-862E-B6BF5E82D756}"/>
      </w:docPartPr>
      <w:docPartBody>
        <w:p w:rsidR="00000000" w:rsidRDefault="00000000">
          <w:pPr>
            <w:pStyle w:val="A50C90E493AF47FDAB94A213703AE70F"/>
          </w:pPr>
          <w:r w:rsidRPr="006F031F">
            <w:t>ian_hansson</w:t>
          </w:r>
        </w:p>
      </w:docPartBody>
    </w:docPart>
    <w:docPart>
      <w:docPartPr>
        <w:name w:val="AECBDBB10E9F4ECC8FF1CE3087403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B596F-7932-4FB4-AC26-1487E30F7F7F}"/>
      </w:docPartPr>
      <w:docPartBody>
        <w:p w:rsidR="00000000" w:rsidRDefault="00000000">
          <w:pPr>
            <w:pStyle w:val="AECBDBB10E9F4ECC8FF1CE30874036BC"/>
          </w:pPr>
          <w:r w:rsidRPr="006F031F">
            <w:t>hansson@example.com</w:t>
          </w:r>
        </w:p>
      </w:docPartBody>
    </w:docPart>
    <w:docPart>
      <w:docPartPr>
        <w:name w:val="C00B4A1381444C149F70F210D3933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D014E-A1E5-4087-A565-AA2ACD313969}"/>
      </w:docPartPr>
      <w:docPartBody>
        <w:p w:rsidR="00000000" w:rsidRDefault="00000000">
          <w:pPr>
            <w:pStyle w:val="C00B4A1381444C149F70F210D3933E5F"/>
          </w:pPr>
          <w:r w:rsidRPr="006F031F">
            <w:t>www.example.com</w:t>
          </w:r>
        </w:p>
      </w:docPartBody>
    </w:docPart>
    <w:docPart>
      <w:docPartPr>
        <w:name w:val="B417EC8783BB4BE199054451C9A78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2F92B-71DE-4498-8FB4-6A43044FB3E9}"/>
      </w:docPartPr>
      <w:docPartBody>
        <w:p w:rsidR="00000000" w:rsidRDefault="00000000">
          <w:pPr>
            <w:pStyle w:val="B417EC8783BB4BE199054451C9A78BD7"/>
          </w:pPr>
          <w:r>
            <w:t>EXPERIENCE</w:t>
          </w:r>
        </w:p>
      </w:docPartBody>
    </w:docPart>
    <w:docPart>
      <w:docPartPr>
        <w:name w:val="B8AD58F16D5148D9869F4AE409719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9CC07-7E71-4B72-AB09-806DE1812F54}"/>
      </w:docPartPr>
      <w:docPartBody>
        <w:p w:rsidR="00000000" w:rsidRDefault="00000000">
          <w:pPr>
            <w:pStyle w:val="B8AD58F16D5148D9869F4AE409719544"/>
          </w:pPr>
          <w:r w:rsidRPr="00162614">
            <w:t>SKILLS</w:t>
          </w:r>
        </w:p>
      </w:docPartBody>
    </w:docPart>
    <w:docPart>
      <w:docPartPr>
        <w:name w:val="42F76EFF2C4D44F88F67A2677BB33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F472B-7EEA-44FC-A803-16DC920CD415}"/>
      </w:docPartPr>
      <w:docPartBody>
        <w:p w:rsidR="00000000" w:rsidRDefault="00000000">
          <w:pPr>
            <w:pStyle w:val="42F76EFF2C4D44F88F67A2677BB33822"/>
          </w:pPr>
          <w:r>
            <w:t>Adatum Corporation</w:t>
          </w:r>
        </w:p>
      </w:docPartBody>
    </w:docPart>
    <w:docPart>
      <w:docPartPr>
        <w:name w:val="93FF69E1627E47879394913B1B662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B734A-A3E3-4BF7-999B-80DCF4FF29CE}"/>
      </w:docPartPr>
      <w:docPartBody>
        <w:p w:rsidR="00000000" w:rsidRDefault="00000000">
          <w:pPr>
            <w:pStyle w:val="93FF69E1627E47879394913B1B662E06"/>
          </w:pPr>
          <w:r>
            <w:t>20xx-present</w:t>
          </w:r>
        </w:p>
      </w:docPartBody>
    </w:docPart>
    <w:docPart>
      <w:docPartPr>
        <w:name w:val="FFB9DA935CC247EB8DE3200A6714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65A10-B067-465D-9EE5-6C641DC5C837}"/>
      </w:docPartPr>
      <w:docPartBody>
        <w:p w:rsidR="00000000" w:rsidRDefault="00000000">
          <w:pPr>
            <w:pStyle w:val="FFB9DA935CC247EB8DE3200A67146A69"/>
          </w:pPr>
          <w:r>
            <w:t>Developed and evolved brand identities, crafted compelling collateral, oversaw end-to-end project lifecycles, consistently met tight deadlines, contributed to award-winning projects, and mentored junior designers.</w:t>
          </w:r>
        </w:p>
      </w:docPartBody>
    </w:docPart>
    <w:docPart>
      <w:docPartPr>
        <w:name w:val="5CD88698B6864ABC95FEA5433668D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50C22-A1F7-41F5-B910-DA58CEF9DEBA}"/>
      </w:docPartPr>
      <w:docPartBody>
        <w:p w:rsidR="00000000" w:rsidRDefault="00000000">
          <w:pPr>
            <w:pStyle w:val="5CD88698B6864ABC95FEA5433668D4EC"/>
          </w:pPr>
          <w:r>
            <w:t>Design software</w:t>
          </w:r>
        </w:p>
      </w:docPartBody>
    </w:docPart>
    <w:docPart>
      <w:docPartPr>
        <w:name w:val="3E4D732945824F5EBF45A82479748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A93A4-247D-48C3-9D1B-61BF760D0220}"/>
      </w:docPartPr>
      <w:docPartBody>
        <w:p w:rsidR="00000000" w:rsidRDefault="00000000">
          <w:pPr>
            <w:pStyle w:val="3E4D732945824F5EBF45A824797485DC"/>
          </w:pPr>
          <w:r w:rsidRPr="45A88B00">
            <w:rPr>
              <w:szCs w:val="28"/>
            </w:rPr>
            <w:t>Typography</w:t>
          </w:r>
        </w:p>
      </w:docPartBody>
    </w:docPart>
    <w:docPart>
      <w:docPartPr>
        <w:name w:val="F88B6312B0264CEE8B5CF9CDD8D84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01949-B899-4F52-893E-53E76B73B976}"/>
      </w:docPartPr>
      <w:docPartBody>
        <w:p w:rsidR="00000000" w:rsidRDefault="00000000">
          <w:pPr>
            <w:pStyle w:val="F88B6312B0264CEE8B5CF9CDD8D84726"/>
          </w:pPr>
          <w:r w:rsidRPr="45A88B00">
            <w:rPr>
              <w:szCs w:val="28"/>
            </w:rPr>
            <w:t>UI/UX design</w:t>
          </w:r>
        </w:p>
      </w:docPartBody>
    </w:docPart>
    <w:docPart>
      <w:docPartPr>
        <w:name w:val="E58EB472C04C4BFEAE04D693BA240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21310-E647-4212-B6DD-D680363D2359}"/>
      </w:docPartPr>
      <w:docPartBody>
        <w:p w:rsidR="00000000" w:rsidRDefault="00000000">
          <w:pPr>
            <w:pStyle w:val="E58EB472C04C4BFEAE04D693BA2405D7"/>
          </w:pPr>
          <w:r w:rsidRPr="45A88B00">
            <w:rPr>
              <w:szCs w:val="28"/>
            </w:rPr>
            <w:t>Print design</w:t>
          </w:r>
        </w:p>
      </w:docPartBody>
    </w:docPart>
    <w:docPart>
      <w:docPartPr>
        <w:name w:val="4F57CCF08B0C46CC92EF4D9F21492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F612-5FAD-4EFF-ACCF-60679C5194D7}"/>
      </w:docPartPr>
      <w:docPartBody>
        <w:p w:rsidR="00000000" w:rsidRDefault="00000000">
          <w:pPr>
            <w:pStyle w:val="4F57CCF08B0C46CC92EF4D9F21492432"/>
          </w:pPr>
          <w:r w:rsidRPr="45A88B00">
            <w:rPr>
              <w:szCs w:val="28"/>
            </w:rPr>
            <w:t>Project management</w:t>
          </w:r>
        </w:p>
      </w:docPartBody>
    </w:docPart>
    <w:docPart>
      <w:docPartPr>
        <w:name w:val="704EA874CE7542F6AE10FA083E030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B9055-546F-4B94-A741-2422CC2D59FC}"/>
      </w:docPartPr>
      <w:docPartBody>
        <w:p w:rsidR="00000000" w:rsidRDefault="00000000">
          <w:pPr>
            <w:pStyle w:val="704EA874CE7542F6AE10FA083E030FD0"/>
          </w:pPr>
          <w:r w:rsidRPr="45A88B00">
            <w:rPr>
              <w:szCs w:val="28"/>
            </w:rPr>
            <w:t>Creative problem solving</w:t>
          </w:r>
        </w:p>
      </w:docPartBody>
    </w:docPart>
    <w:docPart>
      <w:docPartPr>
        <w:name w:val="9CEA8ACCE97D4D1ABE3DCBB7C319C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C3A40-7B13-4177-9D10-3AAE4C49D639}"/>
      </w:docPartPr>
      <w:docPartBody>
        <w:p w:rsidR="00000000" w:rsidRDefault="00000000">
          <w:pPr>
            <w:pStyle w:val="9CEA8ACCE97D4D1ABE3DCBB7C319C440"/>
          </w:pPr>
          <w:r w:rsidRPr="45A88B00">
            <w:rPr>
              <w:szCs w:val="28"/>
            </w:rPr>
            <w:t>Communication skills</w:t>
          </w:r>
        </w:p>
      </w:docPartBody>
    </w:docPart>
    <w:docPart>
      <w:docPartPr>
        <w:name w:val="357025893C214463830C58C8A5094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21686-25E4-4100-82C1-982067D181DA}"/>
      </w:docPartPr>
      <w:docPartBody>
        <w:p w:rsidR="00000000" w:rsidRDefault="00000000">
          <w:pPr>
            <w:pStyle w:val="357025893C214463830C58C8A5094C2F"/>
          </w:pPr>
          <w:r>
            <w:t>Proseware, Inc.</w:t>
          </w:r>
        </w:p>
      </w:docPartBody>
    </w:docPart>
    <w:docPart>
      <w:docPartPr>
        <w:name w:val="BA0E435A39364E048F1F57F060261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4ACDF-11F9-4277-95CD-0B6634B60498}"/>
      </w:docPartPr>
      <w:docPartBody>
        <w:p w:rsidR="00000000" w:rsidRDefault="00000000">
          <w:pPr>
            <w:pStyle w:val="BA0E435A39364E048F1F57F060261A98"/>
          </w:pPr>
          <w:r>
            <w:t>20xx-20xx</w:t>
          </w:r>
        </w:p>
      </w:docPartBody>
    </w:docPart>
    <w:docPart>
      <w:docPartPr>
        <w:name w:val="45F8E5AFF2454AC6A997A342E14E3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94377-31E4-4A0B-A1CE-5EB3D39A8D5D}"/>
      </w:docPartPr>
      <w:docPartBody>
        <w:p w:rsidR="00000000" w:rsidRDefault="00000000">
          <w:pPr>
            <w:pStyle w:val="45F8E5AFF2454AC6A997A342E14E33F6"/>
          </w:pPr>
          <w:r>
            <w:t>Actively participated in the development and evolution of brand identities, was involved in various stages of project lifecycles, and contributed to projects that received awards.</w:t>
          </w:r>
        </w:p>
      </w:docPartBody>
    </w:docPart>
    <w:docPart>
      <w:docPartPr>
        <w:name w:val="39DF3DEF2A064BD0A18CA3E2F3C76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5E125-E260-4B77-828A-F80C3FC15795}"/>
      </w:docPartPr>
      <w:docPartBody>
        <w:p w:rsidR="00000000" w:rsidRDefault="00000000">
          <w:pPr>
            <w:pStyle w:val="39DF3DEF2A064BD0A18CA3E2F3C7672A"/>
          </w:pPr>
          <w:r w:rsidRPr="00162614">
            <w:t>EDUCATION</w:t>
          </w:r>
        </w:p>
      </w:docPartBody>
    </w:docPart>
    <w:docPart>
      <w:docPartPr>
        <w:name w:val="ABB9E6E334F3494D8E4BB06926C17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FB3E6-665B-4FED-8119-EDA28A22AE5A}"/>
      </w:docPartPr>
      <w:docPartBody>
        <w:p w:rsidR="00000000" w:rsidRDefault="00000000">
          <w:pPr>
            <w:pStyle w:val="ABB9E6E334F3494D8E4BB06926C1764A"/>
          </w:pPr>
          <w:r w:rsidRPr="45A88B00">
            <w:rPr>
              <w:bCs/>
            </w:rPr>
            <w:t>Relecloud</w:t>
          </w:r>
        </w:p>
      </w:docPartBody>
    </w:docPart>
    <w:docPart>
      <w:docPartPr>
        <w:name w:val="0001CEF478AC4C69AD0558CF61F8D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E2ABC-700E-484B-89B0-39CDA99999B6}"/>
      </w:docPartPr>
      <w:docPartBody>
        <w:p w:rsidR="00000000" w:rsidRDefault="00000000">
          <w:pPr>
            <w:pStyle w:val="0001CEF478AC4C69AD0558CF61F8D365"/>
          </w:pPr>
          <w:r>
            <w:t>20xx-20xx</w:t>
          </w:r>
        </w:p>
      </w:docPartBody>
    </w:docPart>
    <w:docPart>
      <w:docPartPr>
        <w:name w:val="E5DEA63B2C564A589773C60B7F8A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C4E84-1898-4151-B440-9380D9BB297F}"/>
      </w:docPartPr>
      <w:docPartBody>
        <w:p w:rsidR="00000000" w:rsidRDefault="00000000">
          <w:pPr>
            <w:pStyle w:val="E5DEA63B2C564A589773C60B7F8A938B"/>
          </w:pPr>
          <w:r>
            <w:t>As an intern I actively learned and contributed to the creative process which allowed me to gain valuable insights into the industry and enhance my skills under the guidance of experienced professionals.</w:t>
          </w:r>
        </w:p>
      </w:docPartBody>
    </w:docPart>
    <w:docPart>
      <w:docPartPr>
        <w:name w:val="C80FC147A2D54969A61B3305681AA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4B49A-34DE-44EE-A772-8129D04D824E}"/>
      </w:docPartPr>
      <w:docPartBody>
        <w:p w:rsidR="00000000" w:rsidRDefault="00000000">
          <w:pPr>
            <w:pStyle w:val="C80FC147A2D54969A61B3305681AA0AE"/>
          </w:pPr>
          <w:r>
            <w:t>Graphic Design Institute</w:t>
          </w:r>
        </w:p>
      </w:docPartBody>
    </w:docPart>
    <w:docPart>
      <w:docPartPr>
        <w:name w:val="B300A0E78F904544B0302FDA49E0F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77449-674D-40C1-A2C7-BF9761B568AA}"/>
      </w:docPartPr>
      <w:docPartBody>
        <w:p w:rsidR="00000000" w:rsidRDefault="00000000">
          <w:pPr>
            <w:pStyle w:val="B300A0E78F904544B0302FDA49E0F790"/>
          </w:pPr>
          <w:r>
            <w:t>20xx-20xx</w:t>
          </w:r>
        </w:p>
      </w:docPartBody>
    </w:docPart>
    <w:docPart>
      <w:docPartPr>
        <w:name w:val="4ABBF24B092E433EB822E0DA0E949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28C1D-4D53-4CD8-AC35-74494164D3A1}"/>
      </w:docPartPr>
      <w:docPartBody>
        <w:p w:rsidR="00000000" w:rsidRDefault="00000000">
          <w:pPr>
            <w:pStyle w:val="4ABBF24B092E433EB822E0DA0E949374"/>
          </w:pPr>
          <w:r>
            <w:t>Master of Fine Arts, Graphic Design</w:t>
          </w:r>
        </w:p>
      </w:docPartBody>
    </w:docPart>
    <w:docPart>
      <w:docPartPr>
        <w:name w:val="1F3B91E037E348AF885A985AB5B71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93E20-7BDE-4CCF-8567-90A5B9215D6A}"/>
      </w:docPartPr>
      <w:docPartBody>
        <w:p w:rsidR="00000000" w:rsidRDefault="00000000">
          <w:pPr>
            <w:pStyle w:val="1F3B91E037E348AF885A985AB5B718AD"/>
          </w:pPr>
          <w:r>
            <w:t>Jasper University</w:t>
          </w:r>
        </w:p>
      </w:docPartBody>
    </w:docPart>
    <w:docPart>
      <w:docPartPr>
        <w:name w:val="9847F37D453D40DFBA3D356B0E90D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5D200-502F-404F-A638-1EF33E8B162A}"/>
      </w:docPartPr>
      <w:docPartBody>
        <w:p w:rsidR="00000000" w:rsidRDefault="00000000">
          <w:pPr>
            <w:pStyle w:val="9847F37D453D40DFBA3D356B0E90DC6D"/>
          </w:pPr>
          <w:r>
            <w:t>20xx-20xx</w:t>
          </w:r>
        </w:p>
      </w:docPartBody>
    </w:docPart>
    <w:docPart>
      <w:docPartPr>
        <w:name w:val="B4050C6981534007B69F60DA7A887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7609D-0113-4D8E-92D4-873F77C100FD}"/>
      </w:docPartPr>
      <w:docPartBody>
        <w:p w:rsidR="00000000" w:rsidRDefault="00000000">
          <w:pPr>
            <w:pStyle w:val="B4050C6981534007B69F60DA7A887A42"/>
          </w:pPr>
          <w:r>
            <w:t>Bachelor of Arts, Graphic Design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902"/>
    <w:rsid w:val="00CF0C80"/>
    <w:rsid w:val="00F3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K" w:eastAsia="en-P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F54CF148824348B9905E0E65095550">
    <w:name w:val="07F54CF148824348B9905E0E65095550"/>
  </w:style>
  <w:style w:type="paragraph" w:customStyle="1" w:styleId="EBB113494A93411D9970EDC6D87858F4">
    <w:name w:val="EBB113494A93411D9970EDC6D87858F4"/>
  </w:style>
  <w:style w:type="paragraph" w:customStyle="1" w:styleId="BD36343BCC324BF1B397DBBFCD92E060">
    <w:name w:val="BD36343BCC324BF1B397DBBFCD92E060"/>
  </w:style>
  <w:style w:type="paragraph" w:customStyle="1" w:styleId="37C55A394E35418AAB38621C1D33AF27">
    <w:name w:val="37C55A394E35418AAB38621C1D33AF27"/>
  </w:style>
  <w:style w:type="paragraph" w:customStyle="1" w:styleId="C28F3F444DC544D0A7B2999689056F58">
    <w:name w:val="C28F3F444DC544D0A7B2999689056F58"/>
  </w:style>
  <w:style w:type="paragraph" w:customStyle="1" w:styleId="E8AAF58F7C5748E49DD1485ED6440357">
    <w:name w:val="E8AAF58F7C5748E49DD1485ED6440357"/>
  </w:style>
  <w:style w:type="paragraph" w:customStyle="1" w:styleId="45CBE74892DD4843B618BFAFFB14E887">
    <w:name w:val="45CBE74892DD4843B618BFAFFB14E887"/>
  </w:style>
  <w:style w:type="paragraph" w:customStyle="1" w:styleId="5FF360AF2A4F4E3BA973C026126D51FC">
    <w:name w:val="5FF360AF2A4F4E3BA973C026126D51FC"/>
  </w:style>
  <w:style w:type="paragraph" w:customStyle="1" w:styleId="D3ECF2E37AA44D03B1023393A5025792">
    <w:name w:val="D3ECF2E37AA44D03B1023393A5025792"/>
  </w:style>
  <w:style w:type="paragraph" w:customStyle="1" w:styleId="A50C90E493AF47FDAB94A213703AE70F">
    <w:name w:val="A50C90E493AF47FDAB94A213703AE70F"/>
  </w:style>
  <w:style w:type="paragraph" w:customStyle="1" w:styleId="AECBDBB10E9F4ECC8FF1CE30874036BC">
    <w:name w:val="AECBDBB10E9F4ECC8FF1CE30874036BC"/>
  </w:style>
  <w:style w:type="paragraph" w:customStyle="1" w:styleId="C00B4A1381444C149F70F210D3933E5F">
    <w:name w:val="C00B4A1381444C149F70F210D3933E5F"/>
  </w:style>
  <w:style w:type="paragraph" w:customStyle="1" w:styleId="B417EC8783BB4BE199054451C9A78BD7">
    <w:name w:val="B417EC8783BB4BE199054451C9A78BD7"/>
  </w:style>
  <w:style w:type="paragraph" w:customStyle="1" w:styleId="B8AD58F16D5148D9869F4AE409719544">
    <w:name w:val="B8AD58F16D5148D9869F4AE409719544"/>
  </w:style>
  <w:style w:type="paragraph" w:customStyle="1" w:styleId="42F76EFF2C4D44F88F67A2677BB33822">
    <w:name w:val="42F76EFF2C4D44F88F67A2677BB33822"/>
  </w:style>
  <w:style w:type="paragraph" w:customStyle="1" w:styleId="93FF69E1627E47879394913B1B662E06">
    <w:name w:val="93FF69E1627E47879394913B1B662E06"/>
  </w:style>
  <w:style w:type="paragraph" w:customStyle="1" w:styleId="FFB9DA935CC247EB8DE3200A67146A69">
    <w:name w:val="FFB9DA935CC247EB8DE3200A67146A69"/>
  </w:style>
  <w:style w:type="paragraph" w:customStyle="1" w:styleId="5CD88698B6864ABC95FEA5433668D4EC">
    <w:name w:val="5CD88698B6864ABC95FEA5433668D4EC"/>
  </w:style>
  <w:style w:type="paragraph" w:customStyle="1" w:styleId="3E4D732945824F5EBF45A824797485DC">
    <w:name w:val="3E4D732945824F5EBF45A824797485DC"/>
  </w:style>
  <w:style w:type="paragraph" w:customStyle="1" w:styleId="F88B6312B0264CEE8B5CF9CDD8D84726">
    <w:name w:val="F88B6312B0264CEE8B5CF9CDD8D84726"/>
  </w:style>
  <w:style w:type="paragraph" w:customStyle="1" w:styleId="E58EB472C04C4BFEAE04D693BA2405D7">
    <w:name w:val="E58EB472C04C4BFEAE04D693BA2405D7"/>
  </w:style>
  <w:style w:type="paragraph" w:customStyle="1" w:styleId="4F57CCF08B0C46CC92EF4D9F21492432">
    <w:name w:val="4F57CCF08B0C46CC92EF4D9F21492432"/>
  </w:style>
  <w:style w:type="paragraph" w:customStyle="1" w:styleId="704EA874CE7542F6AE10FA083E030FD0">
    <w:name w:val="704EA874CE7542F6AE10FA083E030FD0"/>
  </w:style>
  <w:style w:type="paragraph" w:customStyle="1" w:styleId="9CEA8ACCE97D4D1ABE3DCBB7C319C440">
    <w:name w:val="9CEA8ACCE97D4D1ABE3DCBB7C319C440"/>
  </w:style>
  <w:style w:type="paragraph" w:customStyle="1" w:styleId="357025893C214463830C58C8A5094C2F">
    <w:name w:val="357025893C214463830C58C8A5094C2F"/>
  </w:style>
  <w:style w:type="paragraph" w:customStyle="1" w:styleId="BA0E435A39364E048F1F57F060261A98">
    <w:name w:val="BA0E435A39364E048F1F57F060261A98"/>
  </w:style>
  <w:style w:type="paragraph" w:customStyle="1" w:styleId="45F8E5AFF2454AC6A997A342E14E33F6">
    <w:name w:val="45F8E5AFF2454AC6A997A342E14E33F6"/>
  </w:style>
  <w:style w:type="paragraph" w:customStyle="1" w:styleId="39DF3DEF2A064BD0A18CA3E2F3C7672A">
    <w:name w:val="39DF3DEF2A064BD0A18CA3E2F3C7672A"/>
  </w:style>
  <w:style w:type="paragraph" w:customStyle="1" w:styleId="ABB9E6E334F3494D8E4BB06926C1764A">
    <w:name w:val="ABB9E6E334F3494D8E4BB06926C1764A"/>
  </w:style>
  <w:style w:type="paragraph" w:customStyle="1" w:styleId="0001CEF478AC4C69AD0558CF61F8D365">
    <w:name w:val="0001CEF478AC4C69AD0558CF61F8D365"/>
  </w:style>
  <w:style w:type="paragraph" w:customStyle="1" w:styleId="E5DEA63B2C564A589773C60B7F8A938B">
    <w:name w:val="E5DEA63B2C564A589773C60B7F8A938B"/>
  </w:style>
  <w:style w:type="paragraph" w:customStyle="1" w:styleId="C80FC147A2D54969A61B3305681AA0AE">
    <w:name w:val="C80FC147A2D54969A61B3305681AA0AE"/>
  </w:style>
  <w:style w:type="paragraph" w:customStyle="1" w:styleId="B300A0E78F904544B0302FDA49E0F790">
    <w:name w:val="B300A0E78F904544B0302FDA49E0F790"/>
  </w:style>
  <w:style w:type="paragraph" w:customStyle="1" w:styleId="4ABBF24B092E433EB822E0DA0E949374">
    <w:name w:val="4ABBF24B092E433EB822E0DA0E949374"/>
  </w:style>
  <w:style w:type="paragraph" w:customStyle="1" w:styleId="1F3B91E037E348AF885A985AB5B718AD">
    <w:name w:val="1F3B91E037E348AF885A985AB5B718AD"/>
  </w:style>
  <w:style w:type="paragraph" w:customStyle="1" w:styleId="9847F37D453D40DFBA3D356B0E90DC6D">
    <w:name w:val="9847F37D453D40DFBA3D356B0E90DC6D"/>
  </w:style>
  <w:style w:type="paragraph" w:customStyle="1" w:styleId="B4050C6981534007B69F60DA7A887A42">
    <w:name w:val="B4050C6981534007B69F60DA7A887A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1">
      <a:dk1>
        <a:sysClr val="windowText" lastClr="000000"/>
      </a:dk1>
      <a:lt1>
        <a:sysClr val="window" lastClr="FFFFFF"/>
      </a:lt1>
      <a:dk2>
        <a:srgbClr val="333333"/>
      </a:dk2>
      <a:lt2>
        <a:srgbClr val="999999"/>
      </a:lt2>
      <a:accent1>
        <a:srgbClr val="00798B"/>
      </a:accent1>
      <a:accent2>
        <a:srgbClr val="ED7D31"/>
      </a:accent2>
      <a:accent3>
        <a:srgbClr val="434343"/>
      </a:accent3>
      <a:accent4>
        <a:srgbClr val="E6E6E6"/>
      </a:accent4>
      <a:accent5>
        <a:srgbClr val="BAE0E4"/>
      </a:accent5>
      <a:accent6>
        <a:srgbClr val="8CCBD2"/>
      </a:accent6>
      <a:hlink>
        <a:srgbClr val="0563C1"/>
      </a:hlink>
      <a:folHlink>
        <a:srgbClr val="954F72"/>
      </a:folHlink>
    </a:clrScheme>
    <a:fontScheme name="Custom 36">
      <a:majorFont>
        <a:latin typeface="Rockwell"/>
        <a:ea typeface=""/>
        <a:cs typeface=""/>
      </a:majorFont>
      <a:minorFont>
        <a:latin typeface="Arial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44994794-3D6F-4B38-A5F4-A311E797D3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E76ED-ADD1-4A8F-9D43-AF90AB9C1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09B1BC-DA84-497F-A38B-04AC0E296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Color block resume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2025-01-08T16:58:00Z</dcterms:created>
  <dcterms:modified xsi:type="dcterms:W3CDTF">2025-01-08T16:58:00Z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