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BD4B4" w14:textId="77777777" w:rsidR="00843C1C" w:rsidRDefault="00843C1C">
      <w:r w:rsidRPr="0012539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0096" behindDoc="1" locked="1" layoutInCell="1" allowOverlap="1" wp14:anchorId="0C098A3E" wp14:editId="65091907">
                <wp:simplePos x="0" y="0"/>
                <wp:positionH relativeFrom="page">
                  <wp:posOffset>0</wp:posOffset>
                </wp:positionH>
                <wp:positionV relativeFrom="paragraph">
                  <wp:posOffset>-450215</wp:posOffset>
                </wp:positionV>
                <wp:extent cx="7772400" cy="10058400"/>
                <wp:effectExtent l="0" t="0" r="0" b="0"/>
                <wp:wrapNone/>
                <wp:docPr id="6" name="Graphic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97BD7D-2989-9542-B9E4-100AF8486283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custGeom>
                          <a:avLst/>
                          <a:gdLst>
                            <a:gd name="connsiteX0" fmla="*/ 902970 w 5295120"/>
                            <a:gd name="connsiteY0" fmla="*/ 105641 h 6858000"/>
                            <a:gd name="connsiteX1" fmla="*/ 1697875 w 5295120"/>
                            <a:gd name="connsiteY1" fmla="*/ 105641 h 6858000"/>
                            <a:gd name="connsiteX2" fmla="*/ 1697875 w 5295120"/>
                            <a:gd name="connsiteY2" fmla="*/ 0 h 6858000"/>
                            <a:gd name="connsiteX3" fmla="*/ 902970 w 5295120"/>
                            <a:gd name="connsiteY3" fmla="*/ 0 h 6858000"/>
                            <a:gd name="connsiteX4" fmla="*/ 902970 w 5295120"/>
                            <a:gd name="connsiteY4" fmla="*/ 105641 h 6858000"/>
                            <a:gd name="connsiteX5" fmla="*/ 0 w 5295120"/>
                            <a:gd name="connsiteY5" fmla="*/ 2847109 h 6858000"/>
                            <a:gd name="connsiteX6" fmla="*/ 0 w 5295120"/>
                            <a:gd name="connsiteY6" fmla="*/ 2962362 h 6858000"/>
                            <a:gd name="connsiteX7" fmla="*/ 115253 w 5295120"/>
                            <a:gd name="connsiteY7" fmla="*/ 3077614 h 6858000"/>
                            <a:gd name="connsiteX8" fmla="*/ 0 w 5295120"/>
                            <a:gd name="connsiteY8" fmla="*/ 3192867 h 6858000"/>
                            <a:gd name="connsiteX9" fmla="*/ 0 w 5295120"/>
                            <a:gd name="connsiteY9" fmla="*/ 3308119 h 6858000"/>
                            <a:gd name="connsiteX10" fmla="*/ 230505 w 5295120"/>
                            <a:gd name="connsiteY10" fmla="*/ 3077614 h 6858000"/>
                            <a:gd name="connsiteX11" fmla="*/ 0 w 5295120"/>
                            <a:gd name="connsiteY11" fmla="*/ 2847109 h 6858000"/>
                            <a:gd name="connsiteX12" fmla="*/ 4806056 w 5295120"/>
                            <a:gd name="connsiteY12" fmla="*/ 531582 h 6858000"/>
                            <a:gd name="connsiteX13" fmla="*/ 4662315 w 5295120"/>
                            <a:gd name="connsiteY13" fmla="*/ 675323 h 6858000"/>
                            <a:gd name="connsiteX14" fmla="*/ 4806056 w 5295120"/>
                            <a:gd name="connsiteY14" fmla="*/ 819063 h 6858000"/>
                            <a:gd name="connsiteX15" fmla="*/ 4949797 w 5295120"/>
                            <a:gd name="connsiteY15" fmla="*/ 675323 h 6858000"/>
                            <a:gd name="connsiteX16" fmla="*/ 4806056 w 5295120"/>
                            <a:gd name="connsiteY16" fmla="*/ 531582 h 6858000"/>
                            <a:gd name="connsiteX17" fmla="*/ 2520921 w 5295120"/>
                            <a:gd name="connsiteY17" fmla="*/ 6858000 h 6858000"/>
                            <a:gd name="connsiteX18" fmla="*/ 3119265 w 5295120"/>
                            <a:gd name="connsiteY18" fmla="*/ 6858000 h 6858000"/>
                            <a:gd name="connsiteX19" fmla="*/ 3119265 w 5295120"/>
                            <a:gd name="connsiteY19" fmla="*/ 6758075 h 6858000"/>
                            <a:gd name="connsiteX20" fmla="*/ 2520921 w 5295120"/>
                            <a:gd name="connsiteY20" fmla="*/ 6758075 h 6858000"/>
                            <a:gd name="connsiteX21" fmla="*/ 2520921 w 5295120"/>
                            <a:gd name="connsiteY21" fmla="*/ 6858000 h 6858000"/>
                            <a:gd name="connsiteX22" fmla="*/ 5295121 w 5295120"/>
                            <a:gd name="connsiteY22" fmla="*/ 5891299 h 6858000"/>
                            <a:gd name="connsiteX23" fmla="*/ 5295121 w 5295120"/>
                            <a:gd name="connsiteY23" fmla="*/ 5776047 h 6858000"/>
                            <a:gd name="connsiteX24" fmla="*/ 5064616 w 5295120"/>
                            <a:gd name="connsiteY24" fmla="*/ 6006638 h 6858000"/>
                            <a:gd name="connsiteX25" fmla="*/ 5295121 w 5295120"/>
                            <a:gd name="connsiteY25" fmla="*/ 6237143 h 6858000"/>
                            <a:gd name="connsiteX26" fmla="*/ 5295121 w 5295120"/>
                            <a:gd name="connsiteY26" fmla="*/ 6121891 h 6858000"/>
                            <a:gd name="connsiteX27" fmla="*/ 5179869 w 5295120"/>
                            <a:gd name="connsiteY27" fmla="*/ 6006638 h 6858000"/>
                            <a:gd name="connsiteX28" fmla="*/ 5295121 w 5295120"/>
                            <a:gd name="connsiteY28" fmla="*/ 5891386 h 6858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5295120" h="6858000">
                              <a:moveTo>
                                <a:pt x="902970" y="105641"/>
                              </a:moveTo>
                              <a:lnTo>
                                <a:pt x="1697875" y="105641"/>
                              </a:lnTo>
                              <a:lnTo>
                                <a:pt x="1697875" y="0"/>
                              </a:lnTo>
                              <a:lnTo>
                                <a:pt x="902970" y="0"/>
                              </a:lnTo>
                              <a:lnTo>
                                <a:pt x="902970" y="105641"/>
                              </a:lnTo>
                              <a:close/>
                              <a:moveTo>
                                <a:pt x="0" y="2847109"/>
                              </a:moveTo>
                              <a:lnTo>
                                <a:pt x="0" y="2962362"/>
                              </a:lnTo>
                              <a:cubicBezTo>
                                <a:pt x="63644" y="2962362"/>
                                <a:pt x="115253" y="3013970"/>
                                <a:pt x="115253" y="3077614"/>
                              </a:cubicBezTo>
                              <a:cubicBezTo>
                                <a:pt x="115253" y="3141258"/>
                                <a:pt x="63644" y="3192867"/>
                                <a:pt x="0" y="3192867"/>
                              </a:cubicBezTo>
                              <a:lnTo>
                                <a:pt x="0" y="3308119"/>
                              </a:lnTo>
                              <a:cubicBezTo>
                                <a:pt x="127289" y="3308119"/>
                                <a:pt x="230505" y="3204903"/>
                                <a:pt x="230505" y="3077614"/>
                              </a:cubicBezTo>
                              <a:cubicBezTo>
                                <a:pt x="230505" y="2950326"/>
                                <a:pt x="127289" y="2847109"/>
                                <a:pt x="0" y="2847109"/>
                              </a:cubicBezTo>
                              <a:close/>
                              <a:moveTo>
                                <a:pt x="4806056" y="531582"/>
                              </a:moveTo>
                              <a:cubicBezTo>
                                <a:pt x="4726652" y="531582"/>
                                <a:pt x="4662315" y="595919"/>
                                <a:pt x="4662315" y="675323"/>
                              </a:cubicBezTo>
                              <a:cubicBezTo>
                                <a:pt x="4662315" y="754726"/>
                                <a:pt x="4726652" y="819063"/>
                                <a:pt x="4806056" y="819063"/>
                              </a:cubicBezTo>
                              <a:cubicBezTo>
                                <a:pt x="4885460" y="819063"/>
                                <a:pt x="4949797" y="754726"/>
                                <a:pt x="4949797" y="675323"/>
                              </a:cubicBezTo>
                              <a:cubicBezTo>
                                <a:pt x="4949797" y="595919"/>
                                <a:pt x="4885460" y="531582"/>
                                <a:pt x="4806056" y="531582"/>
                              </a:cubicBezTo>
                              <a:close/>
                              <a:moveTo>
                                <a:pt x="2520921" y="6858000"/>
                              </a:moveTo>
                              <a:lnTo>
                                <a:pt x="3119265" y="6858000"/>
                              </a:lnTo>
                              <a:lnTo>
                                <a:pt x="3119265" y="6758075"/>
                              </a:lnTo>
                              <a:lnTo>
                                <a:pt x="2520921" y="6758075"/>
                              </a:lnTo>
                              <a:lnTo>
                                <a:pt x="2520921" y="6858000"/>
                              </a:lnTo>
                              <a:close/>
                              <a:moveTo>
                                <a:pt x="5295121" y="5891299"/>
                              </a:moveTo>
                              <a:lnTo>
                                <a:pt x="5295121" y="5776047"/>
                              </a:lnTo>
                              <a:cubicBezTo>
                                <a:pt x="5167833" y="5776047"/>
                                <a:pt x="5064616" y="5879263"/>
                                <a:pt x="5064616" y="6006638"/>
                              </a:cubicBezTo>
                              <a:cubicBezTo>
                                <a:pt x="5064616" y="6134014"/>
                                <a:pt x="5167833" y="6237143"/>
                                <a:pt x="5295121" y="6237143"/>
                              </a:cubicBezTo>
                              <a:lnTo>
                                <a:pt x="5295121" y="6121891"/>
                              </a:lnTo>
                              <a:cubicBezTo>
                                <a:pt x="5231477" y="6121891"/>
                                <a:pt x="5179869" y="6070283"/>
                                <a:pt x="5179869" y="6006638"/>
                              </a:cubicBezTo>
                              <a:cubicBezTo>
                                <a:pt x="5179869" y="5942994"/>
                                <a:pt x="5231477" y="5891386"/>
                                <a:pt x="5295121" y="589138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8653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44AC0" id="Graphic 4" o:spid="_x0000_s1026" alt="&quot;&quot;" style="position:absolute;margin-left:0;margin-top:-35.45pt;width:612pt;height:11in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295120,685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" path="m902970,105641r794905,l1697875,,902970,r,105641xm,2847109r,115253c63644,2962362,115253,3013970,115253,3077614v,63644,-51609,115253,-115253,115253l,3308119v127289,,230505,-103216,230505,-230505c230505,2950326,127289,2847109,,2847109xm4806056,531582v-79404,,-143741,64337,-143741,143741c4662315,754726,4726652,819063,4806056,819063v79404,,143741,-64337,143741,-143740c4949797,595919,4885460,531582,4806056,531582xm2520921,6858000r598344,l3119265,6758075r-598344,l2520921,6858000xm5295121,5891299r,-115252c5167833,5776047,5064616,5879263,5064616,6006638v,127376,103217,230505,230505,230505l5295121,6121891v-63644,,-115252,-51608,-115252,-115253c5179869,5942994,5231477,5891386,5295121,5891386r,-87xe" fillcolor="#f7e3ee [660]" stroked="f" strokeweight=".24036mm">
                <v:stroke joinstyle="miter"/>
                <v:path arrowok="t" o:connecttype="custom" o:connectlocs="1325417,154940;2492212,154940;2492212,0;1325417,0;1325417,154940;0,4175760;0,4344798;169173,4513834;0,4682872;0,4851908;338345,4513834;0,4175760;7054531,779654;6843542,990474;7054531,1201292;7265520,990474;7054531,779654;3700314,10058400;4578588,10058400;4578588,9911843;3700314,9911843;3700314,10058400;7772401,8640572;7772401,8471536;7434057,8809736;7772401,9147810;7772401,8978773;7603230,8809736;7772401,8640699" o:connectangles="0,0,0,0,0,0,0,0,0,0,0,0,0,0,0,0,0,0,0,0,0,0,0,0,0,0,0,0,0"/>
                <w10:wrap anchorx="page"/>
                <w10:anchorlock/>
              </v:shape>
            </w:pict>
          </mc:Fallback>
        </mc:AlternateContent>
      </w: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4410"/>
        <w:gridCol w:w="270"/>
        <w:gridCol w:w="5534"/>
      </w:tblGrid>
      <w:tr w:rsidR="00B1227E" w14:paraId="71A43547" w14:textId="77777777" w:rsidTr="00B1227E">
        <w:trPr>
          <w:trHeight w:val="359"/>
        </w:trPr>
        <w:tc>
          <w:tcPr>
            <w:tcW w:w="4410" w:type="dxa"/>
            <w:vMerge w:val="restart"/>
          </w:tcPr>
          <w:p w14:paraId="56DBB5C6" w14:textId="77777777" w:rsidR="00B1227E" w:rsidRDefault="00B1227E" w:rsidP="004408D7">
            <w:pPr>
              <w:pStyle w:val="Subtitle"/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29121DB3" wp14:editId="370A350B">
                  <wp:extent cx="2377440" cy="2971800"/>
                  <wp:effectExtent l="0" t="0" r="3810" b="0"/>
                  <wp:docPr id="1325719321" name="Picture 1" descr="Decorat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5719321" name="Picture 1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377440" cy="297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14:paraId="45D94DD9" w14:textId="77777777" w:rsidR="00B1227E" w:rsidRDefault="00B1227E" w:rsidP="00EE259E"/>
        </w:tc>
        <w:tc>
          <w:tcPr>
            <w:tcW w:w="5534" w:type="dxa"/>
          </w:tcPr>
          <w:p w14:paraId="3C8C68FB" w14:textId="77777777" w:rsidR="00B1227E" w:rsidRPr="00B20D41" w:rsidRDefault="00000000" w:rsidP="00CF61BE">
            <w:pPr>
              <w:pStyle w:val="Subtitle"/>
            </w:pPr>
            <w:sdt>
              <w:sdtPr>
                <w:id w:val="-768547057"/>
                <w:placeholder>
                  <w:docPart w:val="6DA7A8AD93534F46ADB04724A2FD2330"/>
                </w:placeholder>
                <w:temporary/>
                <w:showingPlcHdr/>
                <w15:appearance w15:val="hidden"/>
              </w:sdtPr>
              <w:sdtContent>
                <w:r w:rsidR="00CF61BE">
                  <w:t>GRAPHIC DESIGNER</w:t>
                </w:r>
              </w:sdtContent>
            </w:sdt>
          </w:p>
        </w:tc>
      </w:tr>
      <w:tr w:rsidR="00B1227E" w14:paraId="1A362F68" w14:textId="77777777" w:rsidTr="00B1227E">
        <w:trPr>
          <w:trHeight w:val="4715"/>
        </w:trPr>
        <w:tc>
          <w:tcPr>
            <w:tcW w:w="4410" w:type="dxa"/>
            <w:vMerge/>
          </w:tcPr>
          <w:p w14:paraId="439CEBAA" w14:textId="77777777" w:rsidR="00B1227E" w:rsidRPr="008C6805" w:rsidRDefault="00B1227E" w:rsidP="00EE259E"/>
        </w:tc>
        <w:tc>
          <w:tcPr>
            <w:tcW w:w="270" w:type="dxa"/>
          </w:tcPr>
          <w:p w14:paraId="7609B0CC" w14:textId="77777777" w:rsidR="00B1227E" w:rsidRDefault="00B1227E" w:rsidP="00EE259E"/>
        </w:tc>
        <w:tc>
          <w:tcPr>
            <w:tcW w:w="5534" w:type="dxa"/>
          </w:tcPr>
          <w:p w14:paraId="6CD06C5B" w14:textId="77777777" w:rsidR="00B1227E" w:rsidRDefault="00000000" w:rsidP="00EE259E">
            <w:pPr>
              <w:pStyle w:val="Title"/>
            </w:pPr>
            <w:sdt>
              <w:sdtPr>
                <w:id w:val="1227722676"/>
                <w:placeholder>
                  <w:docPart w:val="BBD321E321CF4694AFF231D3A3C4D0FC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t>Manasi Goyal</w:t>
                </w:r>
              </w:sdtContent>
            </w:sdt>
          </w:p>
          <w:p w14:paraId="12D9CEC8" w14:textId="77777777" w:rsidR="00B1227E" w:rsidRDefault="00000000" w:rsidP="00EE259E">
            <w:pPr>
              <w:pStyle w:val="Heading1"/>
            </w:pPr>
            <w:sdt>
              <w:sdtPr>
                <w:id w:val="2074003189"/>
                <w:placeholder>
                  <w:docPart w:val="203A574A758F47EBB691D5243A5988D3"/>
                </w:placeholder>
                <w:temporary/>
                <w:showingPlcHdr/>
                <w15:appearance w15:val="hidden"/>
              </w:sdtPr>
              <w:sdtContent>
                <w:r w:rsidR="00B1227E" w:rsidRPr="002A61D3">
                  <w:t>Objective</w:t>
                </w:r>
              </w:sdtContent>
            </w:sdt>
          </w:p>
          <w:p w14:paraId="48DE7B8A" w14:textId="77777777" w:rsidR="00B1227E" w:rsidRPr="004700A9" w:rsidRDefault="00000000" w:rsidP="00CF61BE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792599081"/>
                <w:placeholder>
                  <w:docPart w:val="B7BD3FAD94D546EFB83EE99C6F2BBD7C"/>
                </w:placeholder>
                <w:temporary/>
                <w:showingPlcHdr/>
                <w15:appearance w15:val="hidden"/>
              </w:sdtPr>
              <w:sdtContent>
                <w:r w:rsidR="00CF61BE" w:rsidRPr="004700A9">
                  <w:rPr>
                    <w:b/>
                    <w:bCs/>
                  </w:rPr>
                  <w:t>To leverage my creativity and design skills to develop visually compelling and effective designs that meet the needs and exceed the expectations of clients.</w:t>
                </w:r>
              </w:sdtContent>
            </w:sdt>
          </w:p>
        </w:tc>
      </w:tr>
      <w:tr w:rsidR="00843C1C" w14:paraId="672BBF97" w14:textId="77777777" w:rsidTr="00B1227E">
        <w:trPr>
          <w:trHeight w:val="8117"/>
        </w:trPr>
        <w:tc>
          <w:tcPr>
            <w:tcW w:w="4410" w:type="dxa"/>
          </w:tcPr>
          <w:p w14:paraId="2BC56D31" w14:textId="77777777" w:rsidR="00843C1C" w:rsidRDefault="00000000" w:rsidP="00EE259E">
            <w:pPr>
              <w:pStyle w:val="Subtitle"/>
            </w:pPr>
            <w:sdt>
              <w:sdtPr>
                <w:id w:val="-2058072072"/>
                <w:placeholder>
                  <w:docPart w:val="C6F29C4525174733A69B542ED8B35A98"/>
                </w:placeholder>
                <w:temporary/>
                <w:showingPlcHdr/>
                <w15:appearance w15:val="hidden"/>
              </w:sdtPr>
              <w:sdtContent>
                <w:r w:rsidR="00CF61BE">
                  <w:t>Contact</w:t>
                </w:r>
              </w:sdtContent>
            </w:sdt>
          </w:p>
          <w:p w14:paraId="4FFAC46C" w14:textId="77777777" w:rsidR="00843C1C" w:rsidRPr="00D85EF8" w:rsidRDefault="00000000" w:rsidP="00EE259E">
            <w:pPr>
              <w:rPr>
                <w:lang w:val="fr-FR"/>
              </w:rPr>
            </w:pPr>
            <w:sdt>
              <w:sdtPr>
                <w:id w:val="-817109238"/>
                <w:placeholder>
                  <w:docPart w:val="41FAC95BF0EB40C9882A8331CFB7BA7E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rPr>
                    <w:lang w:val="fr-FR"/>
                  </w:rPr>
                  <w:t>Pune, Maharashtra</w:t>
                </w:r>
              </w:sdtContent>
            </w:sdt>
          </w:p>
          <w:p w14:paraId="624E31FB" w14:textId="77777777" w:rsidR="00CF61BE" w:rsidRPr="00D85EF8" w:rsidRDefault="00000000" w:rsidP="00CF61BE">
            <w:pPr>
              <w:rPr>
                <w:lang w:val="fr-FR"/>
              </w:rPr>
            </w:pPr>
            <w:sdt>
              <w:sdtPr>
                <w:id w:val="-2002802023"/>
                <w:placeholder>
                  <w:docPart w:val="E8F7A8658D354012BA9A30320CC16CD7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rPr>
                    <w:lang w:val="fr-FR"/>
                  </w:rPr>
                  <w:t>manasi@example.com</w:t>
                </w:r>
              </w:sdtContent>
            </w:sdt>
          </w:p>
          <w:p w14:paraId="6CE066B6" w14:textId="77777777" w:rsidR="00CF61BE" w:rsidRDefault="00000000" w:rsidP="00CF61BE">
            <w:sdt>
              <w:sdtPr>
                <w:id w:val="281078470"/>
                <w:placeholder>
                  <w:docPart w:val="306FB548DFD54AEAA539E9462AAF932B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t>+91 915 5894669</w:t>
                </w:r>
              </w:sdtContent>
            </w:sdt>
          </w:p>
          <w:p w14:paraId="77D14FF8" w14:textId="77777777" w:rsidR="00843C1C" w:rsidRDefault="00000000" w:rsidP="00CF61BE">
            <w:sdt>
              <w:sdtPr>
                <w:id w:val="-505286450"/>
                <w:placeholder>
                  <w:docPart w:val="4427829ED9AD42FD9B36F47FD5B02BD4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t>www.interestingsite.com</w:t>
                </w:r>
              </w:sdtContent>
            </w:sdt>
          </w:p>
          <w:p w14:paraId="33F5E70A" w14:textId="77777777" w:rsidR="00843C1C" w:rsidRDefault="00843C1C" w:rsidP="00EE259E"/>
          <w:p w14:paraId="7BAD2D8A" w14:textId="77777777" w:rsidR="00843C1C" w:rsidRDefault="00000000" w:rsidP="00EE259E">
            <w:pPr>
              <w:pStyle w:val="Subtitle"/>
            </w:pPr>
            <w:sdt>
              <w:sdtPr>
                <w:id w:val="1415746174"/>
                <w:placeholder>
                  <w:docPart w:val="7C41720E4C6A4F80A860A5FC387592B7"/>
                </w:placeholder>
                <w:temporary/>
                <w:showingPlcHdr/>
                <w15:appearance w15:val="hidden"/>
              </w:sdtPr>
              <w:sdtContent>
                <w:r w:rsidR="00CF61BE">
                  <w:t>Education</w:t>
                </w:r>
              </w:sdtContent>
            </w:sdt>
          </w:p>
          <w:p w14:paraId="3DB90F34" w14:textId="77777777" w:rsidR="00843C1C" w:rsidRPr="002662ED" w:rsidRDefault="00000000" w:rsidP="00EE259E">
            <w:pPr>
              <w:pStyle w:val="Heading2"/>
              <w:rPr>
                <w:bCs/>
              </w:rPr>
            </w:pPr>
            <w:sdt>
              <w:sdtPr>
                <w:id w:val="1497068659"/>
                <w:placeholder>
                  <w:docPart w:val="D190D301FC394E1DAC637B3B23DD03AE"/>
                </w:placeholder>
                <w:temporary/>
                <w:showingPlcHdr/>
                <w15:appearance w15:val="hidden"/>
              </w:sdtPr>
              <w:sdtContent>
                <w:r w:rsidR="00CF61BE">
                  <w:t xml:space="preserve">Graphic Design </w:t>
                </w:r>
                <w:r w:rsidR="00CF61BE" w:rsidRPr="002662ED">
                  <w:t>Institute</w:t>
                </w:r>
              </w:sdtContent>
            </w:sdt>
          </w:p>
          <w:p w14:paraId="7F891255" w14:textId="77777777" w:rsidR="00CF61BE" w:rsidRDefault="00000000" w:rsidP="00EE259E">
            <w:pPr>
              <w:pStyle w:val="Heading3"/>
            </w:pPr>
            <w:sdt>
              <w:sdtPr>
                <w:id w:val="243990468"/>
                <w:placeholder>
                  <w:docPart w:val="D4DC685BFC5F47A99F1C385089FF6302"/>
                </w:placeholder>
                <w:temporary/>
                <w:showingPlcHdr/>
                <w15:appearance w15:val="hidden"/>
              </w:sdtPr>
              <w:sdtContent>
                <w:r w:rsidR="00CF61BE">
                  <w:t>Master of Arts Graphic Design</w:t>
                </w:r>
              </w:sdtContent>
            </w:sdt>
          </w:p>
          <w:p w14:paraId="48913BEB" w14:textId="77777777" w:rsidR="00CF61BE" w:rsidRPr="00CF61BE" w:rsidRDefault="00000000" w:rsidP="00CF61BE">
            <w:pPr>
              <w:pStyle w:val="Heading2"/>
            </w:pPr>
            <w:sdt>
              <w:sdtPr>
                <w:id w:val="-765077994"/>
                <w:placeholder>
                  <w:docPart w:val="F2FC85CE76B64BC3ABAA47965C05B05E"/>
                </w:placeholder>
                <w:temporary/>
                <w:showingPlcHdr/>
                <w15:appearance w15:val="hidden"/>
              </w:sdtPr>
              <w:sdtContent>
                <w:r w:rsidR="00CF61BE" w:rsidRPr="00CF61BE">
                  <w:t>School of Fine Art</w:t>
                </w:r>
              </w:sdtContent>
            </w:sdt>
            <w:r w:rsidR="00843C1C" w:rsidRPr="00CF61BE">
              <w:t xml:space="preserve"> </w:t>
            </w:r>
          </w:p>
          <w:p w14:paraId="06B475B9" w14:textId="77777777" w:rsidR="00843C1C" w:rsidRDefault="00000000" w:rsidP="00EE259E">
            <w:pPr>
              <w:pStyle w:val="Heading3"/>
            </w:pPr>
            <w:sdt>
              <w:sdtPr>
                <w:id w:val="-1002662674"/>
                <w:placeholder>
                  <w:docPart w:val="5210CBD81573492DB2C9B1D7B23FD0D3"/>
                </w:placeholder>
                <w:temporary/>
                <w:showingPlcHdr/>
                <w15:appearance w15:val="hidden"/>
              </w:sdtPr>
              <w:sdtContent>
                <w:r w:rsidR="00CF61BE">
                  <w:t>BA Fine Arts Graphic Design</w:t>
                </w:r>
              </w:sdtContent>
            </w:sdt>
            <w:r w:rsidR="00843C1C">
              <w:t xml:space="preserve"> </w:t>
            </w:r>
          </w:p>
          <w:p w14:paraId="5414FB65" w14:textId="77777777" w:rsidR="00843C1C" w:rsidRDefault="00843C1C" w:rsidP="00EE259E"/>
          <w:p w14:paraId="43FD2C94" w14:textId="77777777" w:rsidR="00843C1C" w:rsidRDefault="00000000" w:rsidP="00EE259E">
            <w:pPr>
              <w:pStyle w:val="Subtitle"/>
            </w:pPr>
            <w:sdt>
              <w:sdtPr>
                <w:id w:val="-1480222421"/>
                <w:placeholder>
                  <w:docPart w:val="A2B0DCF39A0D457AB656FD43E6E96B4A"/>
                </w:placeholder>
                <w:temporary/>
                <w:showingPlcHdr/>
                <w15:appearance w15:val="hidden"/>
              </w:sdtPr>
              <w:sdtContent>
                <w:r w:rsidR="00CF61BE" w:rsidRPr="00010CFB">
                  <w:t>Skills</w:t>
                </w:r>
              </w:sdtContent>
            </w:sdt>
          </w:p>
          <w:p w14:paraId="62A41044" w14:textId="77777777" w:rsidR="00843C1C" w:rsidRDefault="00000000" w:rsidP="00EE259E">
            <w:sdt>
              <w:sdtPr>
                <w:id w:val="-542366693"/>
                <w:placeholder>
                  <w:docPart w:val="581455052FED4D2484C9E4B9361677A2"/>
                </w:placeholder>
                <w:temporary/>
                <w:showingPlcHdr/>
                <w15:appearance w15:val="hidden"/>
              </w:sdtPr>
              <w:sdtContent>
                <w:r w:rsidR="00CF61BE">
                  <w:t>Design software</w:t>
                </w:r>
              </w:sdtContent>
            </w:sdt>
          </w:p>
          <w:p w14:paraId="4B10ED20" w14:textId="77777777" w:rsidR="00CF61BE" w:rsidRDefault="00CF61BE" w:rsidP="00EE259E">
            <w:r>
              <w:rPr>
                <w:noProof/>
                <w:lang w:val="en-AU" w:eastAsia="en-AU"/>
              </w:rPr>
              <mc:AlternateContent>
                <mc:Choice Requires="wpg">
                  <w:drawing>
                    <wp:inline distT="0" distB="0" distL="0" distR="0" wp14:anchorId="1DA1B8BF" wp14:editId="60393161">
                      <wp:extent cx="1435608" cy="137160"/>
                      <wp:effectExtent l="0" t="0" r="12700" b="15240"/>
                      <wp:docPr id="1" name="Group 1" descr="Decorativ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5608" cy="137160"/>
                                <a:chOff x="0" y="0"/>
                                <a:chExt cx="1438908" cy="139065"/>
                              </a:xfrm>
                            </wpg:grpSpPr>
                            <wps:wsp>
                              <wps:cNvPr id="1716868755" name="Rectangle 1"/>
                              <wps:cNvSpPr/>
                              <wps:spPr>
                                <a:xfrm>
                                  <a:off x="0" y="0"/>
                                  <a:ext cx="1438908" cy="139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accen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9798607" name="Rectangle 2"/>
                              <wps:cNvSpPr/>
                              <wps:spPr>
                                <a:xfrm>
                                  <a:off x="0" y="0"/>
                                  <a:ext cx="1045845" cy="1390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B00F51" id="Group 1" o:spid="_x0000_s1026" alt="Decorative" style="width:113.05pt;height:10.8pt;mso-position-horizontal-relative:char;mso-position-vertical-relative:line" coordsize="14389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">
                      <v:rect id="Rectangle 1" o:spid="_x0000_s1027" style="position:absolute;width:14389;height:1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" filled="f" strokecolor="#f7e3ee [660]" strokeweight="1pt">
                        <v:stroke joinstyle="round"/>
                      </v:rect>
                      <v:rect id="Rectangle 2" o:spid="_x0000_s1028" style="position:absolute;width:10458;height:1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" fillcolor="#e8adcd [1940]" stroked="f" strokeweight="1pt"/>
                      <w10:anchorlock/>
                    </v:group>
                  </w:pict>
                </mc:Fallback>
              </mc:AlternateContent>
            </w:r>
          </w:p>
          <w:p w14:paraId="6365B818" w14:textId="77777777" w:rsidR="00843C1C" w:rsidRDefault="00000000" w:rsidP="00EE259E">
            <w:sdt>
              <w:sdtPr>
                <w:id w:val="1482435124"/>
                <w:placeholder>
                  <w:docPart w:val="F191DC7D43624ACAB9B5ED5318733E8B"/>
                </w:placeholder>
                <w:temporary/>
                <w:showingPlcHdr/>
                <w15:appearance w15:val="hidden"/>
              </w:sdtPr>
              <w:sdtContent>
                <w:r w:rsidR="00CF61BE">
                  <w:t>Visual communication</w:t>
                </w:r>
              </w:sdtContent>
            </w:sdt>
          </w:p>
          <w:p w14:paraId="505457E5" w14:textId="77777777" w:rsidR="00843C1C" w:rsidRDefault="00CF61BE" w:rsidP="00EE259E">
            <w:r>
              <w:rPr>
                <w:noProof/>
                <w:lang w:val="en-AU" w:eastAsia="en-AU"/>
              </w:rPr>
              <mc:AlternateContent>
                <mc:Choice Requires="wpg">
                  <w:drawing>
                    <wp:inline distT="0" distB="0" distL="0" distR="0" wp14:anchorId="0D2846B6" wp14:editId="5D2D59E1">
                      <wp:extent cx="1435608" cy="137160"/>
                      <wp:effectExtent l="0" t="0" r="12700" b="15240"/>
                      <wp:docPr id="2" name="Group 2" descr="Decorativ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5608" cy="137160"/>
                                <a:chOff x="0" y="0"/>
                                <a:chExt cx="1438275" cy="139065"/>
                              </a:xfrm>
                            </wpg:grpSpPr>
                            <wps:wsp>
                              <wps:cNvPr id="807051588" name="Rectangle 1"/>
                              <wps:cNvSpPr/>
                              <wps:spPr>
                                <a:xfrm>
                                  <a:off x="0" y="0"/>
                                  <a:ext cx="1438275" cy="139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accen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3675934" name="Rectangle 2"/>
                              <wps:cNvSpPr/>
                              <wps:spPr>
                                <a:xfrm>
                                  <a:off x="0" y="0"/>
                                  <a:ext cx="1218891" cy="1390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BD01F1" id="Group 2" o:spid="_x0000_s1026" alt="Decorative" style="width:113.05pt;height:10.8pt;mso-position-horizontal-relative:char;mso-position-vertical-relative:line" coordsize="14382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">
                      <v:rect id="Rectangle 1" o:spid="_x0000_s1027" style="position:absolute;width:14382;height:1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" filled="f" strokecolor="#f7e3ee [660]" strokeweight="1pt">
                        <v:stroke joinstyle="round"/>
                      </v:rect>
                      <v:rect id="Rectangle 2" o:spid="_x0000_s1028" style="position:absolute;width:12188;height:1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" fillcolor="#e8adcd [1940]" stroked="f" strokeweight="1pt"/>
                      <w10:anchorlock/>
                    </v:group>
                  </w:pict>
                </mc:Fallback>
              </mc:AlternateContent>
            </w:r>
          </w:p>
          <w:p w14:paraId="4EBCCA9A" w14:textId="77777777" w:rsidR="00843C1C" w:rsidRDefault="00000000" w:rsidP="00EE259E">
            <w:sdt>
              <w:sdtPr>
                <w:id w:val="1774132430"/>
                <w:placeholder>
                  <w:docPart w:val="E07CFAE92F364B9CBE69513AA260FD5A"/>
                </w:placeholder>
                <w:temporary/>
                <w:showingPlcHdr/>
                <w15:appearance w15:val="hidden"/>
              </w:sdtPr>
              <w:sdtContent>
                <w:r w:rsidR="00CF61BE">
                  <w:t>Branding</w:t>
                </w:r>
              </w:sdtContent>
            </w:sdt>
          </w:p>
          <w:p w14:paraId="3BB54AB1" w14:textId="77777777" w:rsidR="00843C1C" w:rsidRDefault="00CF61BE" w:rsidP="00EE259E">
            <w:r>
              <w:rPr>
                <w:noProof/>
                <w:lang w:val="en-AU" w:eastAsia="en-AU"/>
              </w:rPr>
              <mc:AlternateContent>
                <mc:Choice Requires="wpg">
                  <w:drawing>
                    <wp:inline distT="0" distB="0" distL="0" distR="0" wp14:anchorId="2FDDFB8F" wp14:editId="72086939">
                      <wp:extent cx="1435608" cy="137160"/>
                      <wp:effectExtent l="0" t="0" r="12700" b="15240"/>
                      <wp:docPr id="3" name="Group 3" descr="Decorativ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5608" cy="137160"/>
                                <a:chOff x="0" y="0"/>
                                <a:chExt cx="1438908" cy="139065"/>
                              </a:xfrm>
                            </wpg:grpSpPr>
                            <wps:wsp>
                              <wps:cNvPr id="921677187" name="Rectangle 1"/>
                              <wps:cNvSpPr/>
                              <wps:spPr>
                                <a:xfrm>
                                  <a:off x="0" y="0"/>
                                  <a:ext cx="1438908" cy="139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accen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1806807" name="Rectangle 2"/>
                              <wps:cNvSpPr/>
                              <wps:spPr>
                                <a:xfrm>
                                  <a:off x="0" y="0"/>
                                  <a:ext cx="933561" cy="1390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D369B9" id="Group 3" o:spid="_x0000_s1026" alt="Decorative" style="width:113.05pt;height:10.8pt;mso-position-horizontal-relative:char;mso-position-vertical-relative:line" coordsize="14389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">
                      <v:rect id="Rectangle 1" o:spid="_x0000_s1027" style="position:absolute;width:14389;height:1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" filled="f" strokecolor="#f7e3ee [660]" strokeweight="1pt">
                        <v:stroke joinstyle="round"/>
                      </v:rect>
                      <v:rect id="Rectangle 2" o:spid="_x0000_s1028" style="position:absolute;width:9335;height:1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" fillcolor="#e8adcd [1940]" stroked="f" strokeweight="1pt"/>
                      <w10:anchorlock/>
                    </v:group>
                  </w:pict>
                </mc:Fallback>
              </mc:AlternateContent>
            </w:r>
          </w:p>
          <w:p w14:paraId="34FF2C7D" w14:textId="77777777" w:rsidR="00843C1C" w:rsidRDefault="00000000" w:rsidP="00EE259E">
            <w:sdt>
              <w:sdtPr>
                <w:id w:val="1776976463"/>
                <w:placeholder>
                  <w:docPart w:val="8A9306D66873464EA6CBBEA606F20B83"/>
                </w:placeholder>
                <w:temporary/>
                <w:showingPlcHdr/>
                <w15:appearance w15:val="hidden"/>
              </w:sdtPr>
              <w:sdtContent>
                <w:r w:rsidR="00CF61BE">
                  <w:t>Project management</w:t>
                </w:r>
              </w:sdtContent>
            </w:sdt>
          </w:p>
          <w:p w14:paraId="3C5A7620" w14:textId="77777777" w:rsidR="00843C1C" w:rsidRPr="00A41BD5" w:rsidRDefault="00CF61BE" w:rsidP="00EE259E">
            <w:r>
              <w:rPr>
                <w:noProof/>
                <w:lang w:val="en-AU" w:eastAsia="en-AU"/>
              </w:rPr>
              <mc:AlternateContent>
                <mc:Choice Requires="wpg">
                  <w:drawing>
                    <wp:inline distT="0" distB="0" distL="0" distR="0" wp14:anchorId="47B9AC76" wp14:editId="391A1557">
                      <wp:extent cx="1435608" cy="137160"/>
                      <wp:effectExtent l="0" t="0" r="12700" b="15240"/>
                      <wp:docPr id="5" name="Group 5" descr="Decorativ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5608" cy="137160"/>
                                <a:chOff x="0" y="0"/>
                                <a:chExt cx="1438908" cy="139065"/>
                              </a:xfrm>
                            </wpg:grpSpPr>
                            <wps:wsp>
                              <wps:cNvPr id="1440338893" name="Rectangle 1"/>
                              <wps:cNvSpPr/>
                              <wps:spPr>
                                <a:xfrm>
                                  <a:off x="0" y="0"/>
                                  <a:ext cx="1438908" cy="139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accen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8336272" name="Rectangle 2"/>
                              <wps:cNvSpPr/>
                              <wps:spPr>
                                <a:xfrm>
                                  <a:off x="0" y="0"/>
                                  <a:ext cx="1385104" cy="1390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219340" id="Group 5" o:spid="_x0000_s1026" alt="Decorative" style="width:113.05pt;height:10.8pt;mso-position-horizontal-relative:char;mso-position-vertical-relative:line" coordsize="14389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">
                      <v:rect id="Rectangle 1" o:spid="_x0000_s1027" style="position:absolute;width:14389;height:1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" filled="f" strokecolor="#f7e3ee [660]" strokeweight="1pt">
                        <v:stroke joinstyle="round"/>
                      </v:rect>
                      <v:rect id="Rectangle 2" o:spid="_x0000_s1028" style="position:absolute;width:13851;height:1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" fillcolor="#e8adcd [1940]" stroked="f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" w:type="dxa"/>
          </w:tcPr>
          <w:p w14:paraId="757284BC" w14:textId="77777777" w:rsidR="00843C1C" w:rsidRDefault="00843C1C" w:rsidP="00EE259E"/>
        </w:tc>
        <w:tc>
          <w:tcPr>
            <w:tcW w:w="5534" w:type="dxa"/>
          </w:tcPr>
          <w:p w14:paraId="455B1BB4" w14:textId="77777777" w:rsidR="00843C1C" w:rsidRDefault="00000000" w:rsidP="00EE259E">
            <w:pPr>
              <w:pStyle w:val="Heading1"/>
            </w:pPr>
            <w:sdt>
              <w:sdtPr>
                <w:id w:val="1696962928"/>
                <w:placeholder>
                  <w:docPart w:val="C677371EAD164B0BB83D3E0EE5A07447"/>
                </w:placeholder>
                <w:temporary/>
                <w:showingPlcHdr/>
                <w15:appearance w15:val="hidden"/>
              </w:sdtPr>
              <w:sdtContent>
                <w:r w:rsidR="00843C1C" w:rsidRPr="002A61D3">
                  <w:t>Experience</w:t>
                </w:r>
              </w:sdtContent>
            </w:sdt>
          </w:p>
          <w:p w14:paraId="5342A886" w14:textId="77777777" w:rsidR="00843C1C" w:rsidRDefault="00000000" w:rsidP="00EE259E">
            <w:pPr>
              <w:pStyle w:val="Heading2"/>
            </w:pPr>
            <w:sdt>
              <w:sdtPr>
                <w:id w:val="-28188355"/>
                <w:placeholder>
                  <w:docPart w:val="FE278247F8364474991EEDAB4B1723BF"/>
                </w:placeholder>
                <w:temporary/>
                <w:showingPlcHdr/>
                <w15:appearance w15:val="hidden"/>
              </w:sdtPr>
              <w:sdtContent>
                <w:r w:rsidR="00CF61BE" w:rsidRPr="00FB20D8">
                  <w:t>Art Director</w:t>
                </w:r>
              </w:sdtContent>
            </w:sdt>
          </w:p>
          <w:p w14:paraId="3F47F83E" w14:textId="77777777" w:rsidR="00843C1C" w:rsidRDefault="00000000" w:rsidP="00CF61BE">
            <w:pPr>
              <w:pStyle w:val="Heading3"/>
            </w:pPr>
            <w:sdt>
              <w:sdtPr>
                <w:id w:val="1889446947"/>
                <w:placeholder>
                  <w:docPart w:val="B4EF5D2828B2405286A5986EE16BC632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t>Sundara Design Co.</w:t>
                </w:r>
              </w:sdtContent>
            </w:sdt>
            <w:r w:rsidR="00CF61BE">
              <w:t xml:space="preserve"> </w:t>
            </w:r>
            <w:r w:rsidR="00843C1C">
              <w:t xml:space="preserve">| </w:t>
            </w:r>
            <w:sdt>
              <w:sdtPr>
                <w:id w:val="-292910247"/>
                <w:placeholder>
                  <w:docPart w:val="F557A2C57FC24C5994D18DF7519D0C00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t>Jaipur, Rajasthan</w:t>
                </w:r>
              </w:sdtContent>
            </w:sdt>
            <w:r w:rsidR="00CF61BE">
              <w:t xml:space="preserve"> </w:t>
            </w:r>
            <w:r w:rsidR="00843C1C">
              <w:t xml:space="preserve">| </w:t>
            </w:r>
            <w:sdt>
              <w:sdtPr>
                <w:id w:val="-1654215389"/>
                <w:placeholder>
                  <w:docPart w:val="BEC92DD1C5B140CCBAB04CE76B92277C"/>
                </w:placeholder>
                <w:temporary/>
                <w:showingPlcHdr/>
                <w15:appearance w15:val="hidden"/>
              </w:sdtPr>
              <w:sdtContent>
                <w:r w:rsidR="00CF61BE">
                  <w:t>20XX-20XX</w:t>
                </w:r>
              </w:sdtContent>
            </w:sdt>
          </w:p>
          <w:p w14:paraId="470B3B03" w14:textId="77777777" w:rsidR="00843C1C" w:rsidRDefault="00000000" w:rsidP="00EE259E">
            <w:sdt>
              <w:sdtPr>
                <w:id w:val="1979646768"/>
                <w:placeholder>
                  <w:docPart w:val="348D65B2451341C2B29B297D487509E5"/>
                </w:placeholder>
                <w:temporary/>
                <w:showingPlcHdr/>
                <w15:appearance w15:val="hidden"/>
              </w:sdtPr>
              <w:sdtContent>
                <w:r w:rsidR="00CF61BE">
                  <w:t>Collaborate with cross-functional teams, including copywriters, producers, and account managers, to develop integrated campaigns across various media channels.</w:t>
                </w:r>
              </w:sdtContent>
            </w:sdt>
          </w:p>
          <w:p w14:paraId="14E3CFCA" w14:textId="77777777" w:rsidR="00843C1C" w:rsidRPr="001B5913" w:rsidRDefault="00843C1C" w:rsidP="00EE259E"/>
          <w:p w14:paraId="02A728DE" w14:textId="77777777" w:rsidR="00843C1C" w:rsidRDefault="00000000" w:rsidP="00CF61BE">
            <w:pPr>
              <w:pStyle w:val="Heading2"/>
            </w:pPr>
            <w:sdt>
              <w:sdtPr>
                <w:id w:val="-574740901"/>
                <w:placeholder>
                  <w:docPart w:val="4FF171B607094AC9ADB479F26E6FB011"/>
                </w:placeholder>
                <w:temporary/>
                <w:showingPlcHdr/>
                <w15:appearance w15:val="hidden"/>
              </w:sdtPr>
              <w:sdtContent>
                <w:r w:rsidR="00CF61BE" w:rsidRPr="00F61813">
                  <w:t>Senior Designer</w:t>
                </w:r>
              </w:sdtContent>
            </w:sdt>
          </w:p>
          <w:p w14:paraId="61D76DC4" w14:textId="77777777" w:rsidR="00843C1C" w:rsidRPr="00D85EF8" w:rsidRDefault="00000000" w:rsidP="00EE259E">
            <w:pPr>
              <w:pStyle w:val="Heading3"/>
              <w:rPr>
                <w:lang w:val="de-DE"/>
              </w:rPr>
            </w:pPr>
            <w:sdt>
              <w:sdtPr>
                <w:id w:val="1135834959"/>
                <w:placeholder>
                  <w:docPart w:val="551B672ECF994B809BBABB314EB871C2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rPr>
                    <w:lang w:val="de-DE"/>
                  </w:rPr>
                  <w:t>Prem Rekhaen</w:t>
                </w:r>
              </w:sdtContent>
            </w:sdt>
            <w:r w:rsidR="00CF61BE" w:rsidRPr="00D85EF8">
              <w:rPr>
                <w:lang w:val="de-DE"/>
              </w:rPr>
              <w:t xml:space="preserve"> </w:t>
            </w:r>
            <w:r w:rsidR="00843C1C" w:rsidRPr="00D85EF8">
              <w:rPr>
                <w:lang w:val="de-DE"/>
              </w:rPr>
              <w:t xml:space="preserve">| </w:t>
            </w:r>
            <w:sdt>
              <w:sdtPr>
                <w:id w:val="-90249169"/>
                <w:placeholder>
                  <w:docPart w:val="74351C916B6040DE92346C57A6565B10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rPr>
                    <w:lang w:val="de-DE"/>
                  </w:rPr>
                  <w:t>Hyderabad, Telangana</w:t>
                </w:r>
              </w:sdtContent>
            </w:sdt>
            <w:r w:rsidR="00CF61BE" w:rsidRPr="00D85EF8">
              <w:rPr>
                <w:lang w:val="de-DE"/>
              </w:rPr>
              <w:t xml:space="preserve"> </w:t>
            </w:r>
            <w:r w:rsidR="00843C1C" w:rsidRPr="00D85EF8">
              <w:rPr>
                <w:lang w:val="de-DE"/>
              </w:rPr>
              <w:t xml:space="preserve">| </w:t>
            </w:r>
            <w:sdt>
              <w:sdtPr>
                <w:id w:val="1812286679"/>
                <w:placeholder>
                  <w:docPart w:val="2DD694008207446DBEDCA1942652BC7F"/>
                </w:placeholder>
                <w:temporary/>
                <w:showingPlcHdr/>
                <w15:appearance w15:val="hidden"/>
              </w:sdtPr>
              <w:sdtContent>
                <w:r w:rsidR="00CF61BE" w:rsidRPr="00D85EF8">
                  <w:rPr>
                    <w:lang w:val="de-DE"/>
                  </w:rPr>
                  <w:t>20XX-20XX</w:t>
                </w:r>
              </w:sdtContent>
            </w:sdt>
          </w:p>
          <w:p w14:paraId="209ADCFC" w14:textId="77777777" w:rsidR="00843C1C" w:rsidRDefault="00000000" w:rsidP="00EE259E">
            <w:sdt>
              <w:sdtPr>
                <w:id w:val="-1335215465"/>
                <w:placeholder>
                  <w:docPart w:val="D33DEE33DA0B41039B1CD5CC59E6F965"/>
                </w:placeholder>
                <w:temporary/>
                <w:showingPlcHdr/>
                <w15:appearance w15:val="hidden"/>
              </w:sdtPr>
              <w:sdtContent>
                <w:r w:rsidR="00CF61BE" w:rsidRPr="00F61813">
                  <w:t>Led design projects from concept to completion, collaborating with clients on various design projects, including branding, editorial, and environmental design</w:t>
                </w:r>
                <w:r w:rsidR="00CF61BE">
                  <w:t>.</w:t>
                </w:r>
              </w:sdtContent>
            </w:sdt>
          </w:p>
          <w:p w14:paraId="701C85C9" w14:textId="77777777" w:rsidR="00843C1C" w:rsidRPr="00EC0F79" w:rsidRDefault="00843C1C" w:rsidP="00EE259E">
            <w:pPr>
              <w:rPr>
                <w:lang w:val="it-IT"/>
              </w:rPr>
            </w:pPr>
          </w:p>
          <w:p w14:paraId="114572D9" w14:textId="77777777" w:rsidR="00843C1C" w:rsidRDefault="00000000" w:rsidP="00CF61BE">
            <w:pPr>
              <w:pStyle w:val="Heading2"/>
            </w:pPr>
            <w:sdt>
              <w:sdtPr>
                <w:id w:val="1987501720"/>
                <w:placeholder>
                  <w:docPart w:val="4BDCDA5C65C4464B973736AE9C8A3327"/>
                </w:placeholder>
                <w:temporary/>
                <w:showingPlcHdr/>
                <w15:appearance w15:val="hidden"/>
              </w:sdtPr>
              <w:sdtContent>
                <w:r w:rsidR="00CF61BE" w:rsidRPr="00F61813">
                  <w:t>Graphic Designer</w:t>
                </w:r>
              </w:sdtContent>
            </w:sdt>
          </w:p>
          <w:p w14:paraId="3053A801" w14:textId="77777777" w:rsidR="00843C1C" w:rsidRPr="00D85EF8" w:rsidRDefault="00000000" w:rsidP="00EE259E">
            <w:pPr>
              <w:pStyle w:val="Heading3"/>
              <w:rPr>
                <w:lang w:val="de-DE"/>
              </w:rPr>
            </w:pPr>
            <w:sdt>
              <w:sdtPr>
                <w:id w:val="805277547"/>
                <w:placeholder>
                  <w:docPart w:val="BE8C5C7F580748178B8EFCC75D3D95EF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rPr>
                    <w:lang w:val="de-DE"/>
                  </w:rPr>
                  <w:t>Kala Aaj</w:t>
                </w:r>
              </w:sdtContent>
            </w:sdt>
            <w:r w:rsidR="00843C1C" w:rsidRPr="00D85EF8">
              <w:rPr>
                <w:lang w:val="de-DE"/>
              </w:rPr>
              <w:t xml:space="preserve"> | </w:t>
            </w:r>
            <w:sdt>
              <w:sdtPr>
                <w:id w:val="-145293996"/>
                <w:placeholder>
                  <w:docPart w:val="51D2C3DE58CE4094A8BE942A8956BA80"/>
                </w:placeholder>
                <w:temporary/>
                <w:showingPlcHdr/>
                <w15:appearance w15:val="hidden"/>
              </w:sdtPr>
              <w:sdtContent>
                <w:r w:rsidR="00D85EF8" w:rsidRPr="00D85EF8">
                  <w:rPr>
                    <w:lang w:val="de-DE"/>
                  </w:rPr>
                  <w:t>Bangalore, Karnataka</w:t>
                </w:r>
              </w:sdtContent>
            </w:sdt>
            <w:r w:rsidR="00CF61BE" w:rsidRPr="00D85EF8">
              <w:rPr>
                <w:lang w:val="de-DE"/>
              </w:rPr>
              <w:t xml:space="preserve"> </w:t>
            </w:r>
            <w:r w:rsidR="00843C1C" w:rsidRPr="00D85EF8">
              <w:rPr>
                <w:lang w:val="de-DE"/>
              </w:rPr>
              <w:t>|</w:t>
            </w:r>
            <w:r w:rsidR="00CF61BE" w:rsidRPr="00D85EF8">
              <w:rPr>
                <w:lang w:val="de-DE"/>
              </w:rPr>
              <w:t xml:space="preserve"> </w:t>
            </w:r>
            <w:r w:rsidR="00843C1C" w:rsidRPr="00D85EF8">
              <w:rPr>
                <w:lang w:val="de-DE"/>
              </w:rPr>
              <w:t xml:space="preserve"> </w:t>
            </w:r>
            <w:sdt>
              <w:sdtPr>
                <w:id w:val="1863713479"/>
                <w:placeholder>
                  <w:docPart w:val="BDE5353F946E457AABDA54F4EA56D91A"/>
                </w:placeholder>
                <w:temporary/>
                <w:showingPlcHdr/>
                <w15:appearance w15:val="hidden"/>
              </w:sdtPr>
              <w:sdtContent>
                <w:r w:rsidR="00CF61BE" w:rsidRPr="00D85EF8">
                  <w:rPr>
                    <w:lang w:val="de-DE"/>
                  </w:rPr>
                  <w:t>20XX-20XX</w:t>
                </w:r>
              </w:sdtContent>
            </w:sdt>
          </w:p>
          <w:p w14:paraId="1460F88C" w14:textId="77777777" w:rsidR="00843C1C" w:rsidRDefault="00000000" w:rsidP="00C211BC">
            <w:sdt>
              <w:sdtPr>
                <w:id w:val="1747219191"/>
                <w:placeholder>
                  <w:docPart w:val="004F468F8A9D41119D0045F1D1B10C2B"/>
                </w:placeholder>
                <w:temporary/>
                <w:showingPlcHdr/>
                <w15:appearance w15:val="hidden"/>
              </w:sdtPr>
              <w:sdtContent>
                <w:r w:rsidR="00C211BC" w:rsidRPr="00F61813">
                  <w:t>Worked with cross-functional teams, including marketing, product development, and digital, to ensure the effective execution of design projects</w:t>
                </w:r>
                <w:r w:rsidR="00C211BC">
                  <w:t>.</w:t>
                </w:r>
              </w:sdtContent>
            </w:sdt>
          </w:p>
        </w:tc>
      </w:tr>
    </w:tbl>
    <w:p w14:paraId="1461EE8E" w14:textId="77777777" w:rsidR="00871DB8" w:rsidRDefault="00871DB8"/>
    <w:sectPr w:rsidR="00871DB8" w:rsidSect="00B1227E">
      <w:pgSz w:w="12240" w:h="15840" w:code="1"/>
      <w:pgMar w:top="720" w:right="1008" w:bottom="806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65A6C" w14:textId="77777777" w:rsidR="009C0B44" w:rsidRDefault="009C0B44" w:rsidP="00AA35A8">
      <w:pPr>
        <w:spacing w:line="240" w:lineRule="auto"/>
      </w:pPr>
      <w:r>
        <w:separator/>
      </w:r>
    </w:p>
  </w:endnote>
  <w:endnote w:type="continuationSeparator" w:id="0">
    <w:p w14:paraId="05B3E546" w14:textId="77777777" w:rsidR="009C0B44" w:rsidRDefault="009C0B44" w:rsidP="00AA3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Body CS)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1FEA4" w14:textId="77777777" w:rsidR="009C0B44" w:rsidRDefault="009C0B44" w:rsidP="00AA35A8">
      <w:pPr>
        <w:spacing w:line="240" w:lineRule="auto"/>
      </w:pPr>
      <w:r>
        <w:separator/>
      </w:r>
    </w:p>
  </w:footnote>
  <w:footnote w:type="continuationSeparator" w:id="0">
    <w:p w14:paraId="18239F46" w14:textId="77777777" w:rsidR="009C0B44" w:rsidRDefault="009C0B44" w:rsidP="00AA35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4.4pt;height:14.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" o:bullet="t">
        <v:imagedata r:id="rId1" o:title=""/>
      </v:shape>
    </w:pict>
  </w:numPicBullet>
  <w:numPicBullet w:numPicBulletId="1">
    <w:pict>
      <v:shape id="_x0000_i1035" type="#_x0000_t75" style="width:13.8pt;height:13.8pt;visibility:visible" o:bullet="t">
        <v:imagedata r:id="rId2" o:title=""/>
      </v:shape>
    </w:pict>
  </w:numPicBullet>
  <w:abstractNum w:abstractNumId="0" w15:restartNumberingAfterBreak="0">
    <w:nsid w:val="0FAE27A0"/>
    <w:multiLevelType w:val="hybridMultilevel"/>
    <w:tmpl w:val="88F0E214"/>
    <w:lvl w:ilvl="0" w:tplc="B7B08382">
      <w:numFmt w:val="decimalZero"/>
      <w:lvlText w:val="(%1)"/>
      <w:lvlJc w:val="left"/>
      <w:pPr>
        <w:ind w:left="94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010FB"/>
    <w:multiLevelType w:val="hybridMultilevel"/>
    <w:tmpl w:val="5CF0D04A"/>
    <w:lvl w:ilvl="0" w:tplc="225455B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F2054"/>
    <w:multiLevelType w:val="hybridMultilevel"/>
    <w:tmpl w:val="BBF8ADCC"/>
    <w:lvl w:ilvl="0" w:tplc="DFA8F08A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33FE2"/>
    <w:multiLevelType w:val="hybridMultilevel"/>
    <w:tmpl w:val="FD36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887853">
    <w:abstractNumId w:val="0"/>
  </w:num>
  <w:num w:numId="2" w16cid:durableId="1675840551">
    <w:abstractNumId w:val="3"/>
  </w:num>
  <w:num w:numId="3" w16cid:durableId="751318933">
    <w:abstractNumId w:val="1"/>
  </w:num>
  <w:num w:numId="4" w16cid:durableId="2055545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ttachedTemplate r:id="rId1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911"/>
    <w:rsid w:val="00010CFB"/>
    <w:rsid w:val="00030504"/>
    <w:rsid w:val="00033263"/>
    <w:rsid w:val="000417DA"/>
    <w:rsid w:val="00045105"/>
    <w:rsid w:val="00060423"/>
    <w:rsid w:val="00060941"/>
    <w:rsid w:val="0007515C"/>
    <w:rsid w:val="00085878"/>
    <w:rsid w:val="000873F6"/>
    <w:rsid w:val="000B286F"/>
    <w:rsid w:val="000B3565"/>
    <w:rsid w:val="000C2EFF"/>
    <w:rsid w:val="000C47B2"/>
    <w:rsid w:val="000D134B"/>
    <w:rsid w:val="000D2BC7"/>
    <w:rsid w:val="000D408B"/>
    <w:rsid w:val="000D5C03"/>
    <w:rsid w:val="001102BE"/>
    <w:rsid w:val="00124ED6"/>
    <w:rsid w:val="00142AEB"/>
    <w:rsid w:val="001639D6"/>
    <w:rsid w:val="00167789"/>
    <w:rsid w:val="00176D22"/>
    <w:rsid w:val="00182371"/>
    <w:rsid w:val="0018639F"/>
    <w:rsid w:val="00186915"/>
    <w:rsid w:val="00194704"/>
    <w:rsid w:val="001A32F8"/>
    <w:rsid w:val="001B5913"/>
    <w:rsid w:val="001E5A59"/>
    <w:rsid w:val="00203213"/>
    <w:rsid w:val="002236D5"/>
    <w:rsid w:val="00243756"/>
    <w:rsid w:val="0025167B"/>
    <w:rsid w:val="00263321"/>
    <w:rsid w:val="002662ED"/>
    <w:rsid w:val="002768E6"/>
    <w:rsid w:val="002A61D3"/>
    <w:rsid w:val="002B75EB"/>
    <w:rsid w:val="002C4E0C"/>
    <w:rsid w:val="002D03E4"/>
    <w:rsid w:val="002D2B94"/>
    <w:rsid w:val="002E2ABF"/>
    <w:rsid w:val="002E3AB1"/>
    <w:rsid w:val="002E7306"/>
    <w:rsid w:val="00315F8E"/>
    <w:rsid w:val="00316720"/>
    <w:rsid w:val="00331DCE"/>
    <w:rsid w:val="0033315E"/>
    <w:rsid w:val="00352A17"/>
    <w:rsid w:val="00360599"/>
    <w:rsid w:val="003A4782"/>
    <w:rsid w:val="003B4AEF"/>
    <w:rsid w:val="003C7884"/>
    <w:rsid w:val="003E17DE"/>
    <w:rsid w:val="003E4911"/>
    <w:rsid w:val="003E53C3"/>
    <w:rsid w:val="003F2914"/>
    <w:rsid w:val="004133C3"/>
    <w:rsid w:val="00415CF3"/>
    <w:rsid w:val="00430CBF"/>
    <w:rsid w:val="004408D7"/>
    <w:rsid w:val="00453A7B"/>
    <w:rsid w:val="004700A9"/>
    <w:rsid w:val="004919CE"/>
    <w:rsid w:val="004936B2"/>
    <w:rsid w:val="004A28EA"/>
    <w:rsid w:val="004A6F8A"/>
    <w:rsid w:val="004D2D96"/>
    <w:rsid w:val="004E2BCF"/>
    <w:rsid w:val="004F2D34"/>
    <w:rsid w:val="00526B52"/>
    <w:rsid w:val="00533E8B"/>
    <w:rsid w:val="0053618A"/>
    <w:rsid w:val="00543BCF"/>
    <w:rsid w:val="00547EC8"/>
    <w:rsid w:val="00556BD5"/>
    <w:rsid w:val="00556E31"/>
    <w:rsid w:val="00567EE6"/>
    <w:rsid w:val="005D1BA7"/>
    <w:rsid w:val="006259D7"/>
    <w:rsid w:val="00667611"/>
    <w:rsid w:val="00671CDE"/>
    <w:rsid w:val="006A1E18"/>
    <w:rsid w:val="006C0159"/>
    <w:rsid w:val="006C472D"/>
    <w:rsid w:val="006E3533"/>
    <w:rsid w:val="00702D1F"/>
    <w:rsid w:val="00703D84"/>
    <w:rsid w:val="00710252"/>
    <w:rsid w:val="00746660"/>
    <w:rsid w:val="00787CF7"/>
    <w:rsid w:val="00791376"/>
    <w:rsid w:val="007A0045"/>
    <w:rsid w:val="007A57CB"/>
    <w:rsid w:val="007B6FCC"/>
    <w:rsid w:val="007D04F2"/>
    <w:rsid w:val="007D5DDF"/>
    <w:rsid w:val="007E3FFC"/>
    <w:rsid w:val="007F1F33"/>
    <w:rsid w:val="007F7E5B"/>
    <w:rsid w:val="008162CF"/>
    <w:rsid w:val="00820593"/>
    <w:rsid w:val="00831977"/>
    <w:rsid w:val="008326F9"/>
    <w:rsid w:val="00843C1C"/>
    <w:rsid w:val="008618B7"/>
    <w:rsid w:val="00864A5D"/>
    <w:rsid w:val="00870D42"/>
    <w:rsid w:val="00871DB8"/>
    <w:rsid w:val="00874C6C"/>
    <w:rsid w:val="00884BFA"/>
    <w:rsid w:val="00887E05"/>
    <w:rsid w:val="008A1F08"/>
    <w:rsid w:val="008A3548"/>
    <w:rsid w:val="008C6805"/>
    <w:rsid w:val="008D2C61"/>
    <w:rsid w:val="008F180B"/>
    <w:rsid w:val="008F48B9"/>
    <w:rsid w:val="009049BC"/>
    <w:rsid w:val="0091339D"/>
    <w:rsid w:val="00916B9C"/>
    <w:rsid w:val="009272F7"/>
    <w:rsid w:val="00930196"/>
    <w:rsid w:val="00977E33"/>
    <w:rsid w:val="00986493"/>
    <w:rsid w:val="009B1D17"/>
    <w:rsid w:val="009C0B44"/>
    <w:rsid w:val="009E0800"/>
    <w:rsid w:val="009E3A1C"/>
    <w:rsid w:val="00A17F36"/>
    <w:rsid w:val="00A25469"/>
    <w:rsid w:val="00A41BD5"/>
    <w:rsid w:val="00A633B0"/>
    <w:rsid w:val="00A7200A"/>
    <w:rsid w:val="00A90605"/>
    <w:rsid w:val="00A9368D"/>
    <w:rsid w:val="00A97832"/>
    <w:rsid w:val="00AA1166"/>
    <w:rsid w:val="00AA35A8"/>
    <w:rsid w:val="00AA7575"/>
    <w:rsid w:val="00AB44BF"/>
    <w:rsid w:val="00AB6B2F"/>
    <w:rsid w:val="00AE42F3"/>
    <w:rsid w:val="00AE562D"/>
    <w:rsid w:val="00B06877"/>
    <w:rsid w:val="00B1227E"/>
    <w:rsid w:val="00B20D41"/>
    <w:rsid w:val="00B42B22"/>
    <w:rsid w:val="00B72597"/>
    <w:rsid w:val="00B8453F"/>
    <w:rsid w:val="00B847CF"/>
    <w:rsid w:val="00B85473"/>
    <w:rsid w:val="00B96871"/>
    <w:rsid w:val="00BA14F1"/>
    <w:rsid w:val="00BB03ED"/>
    <w:rsid w:val="00BE2FC9"/>
    <w:rsid w:val="00BE5968"/>
    <w:rsid w:val="00BE75EC"/>
    <w:rsid w:val="00C116A7"/>
    <w:rsid w:val="00C14FBF"/>
    <w:rsid w:val="00C211BC"/>
    <w:rsid w:val="00C50145"/>
    <w:rsid w:val="00C62E97"/>
    <w:rsid w:val="00C81587"/>
    <w:rsid w:val="00C86515"/>
    <w:rsid w:val="00CB3E40"/>
    <w:rsid w:val="00CB72CF"/>
    <w:rsid w:val="00CD1A30"/>
    <w:rsid w:val="00CE6E8B"/>
    <w:rsid w:val="00CF0C80"/>
    <w:rsid w:val="00CF22B3"/>
    <w:rsid w:val="00CF2766"/>
    <w:rsid w:val="00CF61BE"/>
    <w:rsid w:val="00CF68CB"/>
    <w:rsid w:val="00D31ADA"/>
    <w:rsid w:val="00D45748"/>
    <w:rsid w:val="00D656E1"/>
    <w:rsid w:val="00D85EF8"/>
    <w:rsid w:val="00D86385"/>
    <w:rsid w:val="00D93B22"/>
    <w:rsid w:val="00D95726"/>
    <w:rsid w:val="00DB472D"/>
    <w:rsid w:val="00DB724D"/>
    <w:rsid w:val="00DB7BC4"/>
    <w:rsid w:val="00DE5DDA"/>
    <w:rsid w:val="00DF042E"/>
    <w:rsid w:val="00E03C29"/>
    <w:rsid w:val="00E067BA"/>
    <w:rsid w:val="00E13FBE"/>
    <w:rsid w:val="00E57007"/>
    <w:rsid w:val="00E90063"/>
    <w:rsid w:val="00E95915"/>
    <w:rsid w:val="00EB74E8"/>
    <w:rsid w:val="00EC0F79"/>
    <w:rsid w:val="00ED28E8"/>
    <w:rsid w:val="00ED6169"/>
    <w:rsid w:val="00EE1359"/>
    <w:rsid w:val="00EE69F9"/>
    <w:rsid w:val="00EF2971"/>
    <w:rsid w:val="00EF3416"/>
    <w:rsid w:val="00EF6280"/>
    <w:rsid w:val="00F04B3C"/>
    <w:rsid w:val="00F30552"/>
    <w:rsid w:val="00F40EE0"/>
    <w:rsid w:val="00F46BDB"/>
    <w:rsid w:val="00F61813"/>
    <w:rsid w:val="00F6774F"/>
    <w:rsid w:val="00F701A5"/>
    <w:rsid w:val="00F706C1"/>
    <w:rsid w:val="00F77D3D"/>
    <w:rsid w:val="00F828E2"/>
    <w:rsid w:val="00FB20D8"/>
    <w:rsid w:val="00FB5586"/>
    <w:rsid w:val="00FB7F9F"/>
    <w:rsid w:val="00FD73C5"/>
    <w:rsid w:val="00FE6D24"/>
    <w:rsid w:val="00FE720F"/>
    <w:rsid w:val="00FE7592"/>
    <w:rsid w:val="00FF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5C9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1BC"/>
    <w:pPr>
      <w:spacing w:line="288" w:lineRule="auto"/>
    </w:pPr>
    <w:rPr>
      <w:color w:val="404040" w:themeColor="text1" w:themeTint="BF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6F8A"/>
    <w:pPr>
      <w:keepNext/>
      <w:keepLines/>
      <w:spacing w:before="120" w:after="240"/>
      <w:outlineLvl w:val="0"/>
    </w:pPr>
    <w:rPr>
      <w:rFonts w:eastAsiaTheme="majorEastAsia" w:cs="Times New Roman (Headings CS)"/>
      <w:caps/>
      <w:color w:val="C43784" w:themeColor="accent1" w:themeShade="BF"/>
      <w:spacing w:val="10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A6F8A"/>
    <w:pPr>
      <w:keepNext/>
      <w:keepLines/>
      <w:spacing w:before="120" w:line="240" w:lineRule="auto"/>
      <w:outlineLvl w:val="1"/>
    </w:pPr>
    <w:rPr>
      <w:rFonts w:eastAsiaTheme="majorEastAsia" w:cs="Times New Roman (Headings CS)"/>
      <w:b/>
      <w:caps/>
      <w:spacing w:val="1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4A6F8A"/>
    <w:pPr>
      <w:keepNext/>
      <w:keepLines/>
      <w:spacing w:before="60" w:after="24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24ED6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53A7B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b/>
      <w:caps/>
      <w:color w:val="FFFFFF" w:themeColor="background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913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B472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1BC"/>
    <w:rPr>
      <w:rFonts w:ascii="Times New Roman" w:hAnsi="Times New Roman" w:cs="Times New Roman"/>
      <w:color w:val="404040" w:themeColor="text1" w:themeTint="BF"/>
      <w:sz w:val="18"/>
      <w:szCs w:val="18"/>
    </w:rPr>
  </w:style>
  <w:style w:type="paragraph" w:styleId="ListParagraph">
    <w:name w:val="List Paragraph"/>
    <w:basedOn w:val="Normal"/>
    <w:uiPriority w:val="34"/>
    <w:semiHidden/>
    <w:rsid w:val="00331D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1BC"/>
    <w:rPr>
      <w:color w:val="404040" w:themeColor="text1" w:themeTint="BF"/>
      <w:sz w:val="20"/>
    </w:rPr>
  </w:style>
  <w:style w:type="paragraph" w:styleId="Footer">
    <w:name w:val="footer"/>
    <w:basedOn w:val="Normal"/>
    <w:link w:val="Foot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11BC"/>
    <w:rPr>
      <w:color w:val="404040" w:themeColor="text1" w:themeTint="BF"/>
      <w:sz w:val="20"/>
    </w:rPr>
  </w:style>
  <w:style w:type="table" w:styleId="TableGrid">
    <w:name w:val="Table Grid"/>
    <w:basedOn w:val="TableNormal"/>
    <w:uiPriority w:val="39"/>
    <w:rsid w:val="00AA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4408D7"/>
    <w:pPr>
      <w:spacing w:before="360" w:after="520" w:line="216" w:lineRule="auto"/>
      <w:contextualSpacing/>
    </w:pPr>
    <w:rPr>
      <w:rFonts w:asciiTheme="majorHAnsi" w:eastAsiaTheme="majorEastAsia" w:hAnsiTheme="majorHAnsi" w:cs="Times New Roman (Headings CS)"/>
      <w:color w:val="C43784" w:themeColor="accent1" w:themeShade="BF"/>
      <w:spacing w:val="4"/>
      <w:kern w:val="28"/>
      <w:sz w:val="9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08D7"/>
    <w:rPr>
      <w:rFonts w:asciiTheme="majorHAnsi" w:eastAsiaTheme="majorEastAsia" w:hAnsiTheme="majorHAnsi" w:cs="Times New Roman (Headings CS)"/>
      <w:color w:val="C43784" w:themeColor="accent1" w:themeShade="BF"/>
      <w:spacing w:val="4"/>
      <w:kern w:val="28"/>
      <w:sz w:val="90"/>
      <w:szCs w:val="56"/>
    </w:rPr>
  </w:style>
  <w:style w:type="character" w:styleId="PlaceholderText">
    <w:name w:val="Placeholder Text"/>
    <w:basedOn w:val="DefaultParagraphFont"/>
    <w:uiPriority w:val="99"/>
    <w:semiHidden/>
    <w:rsid w:val="002E7306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6F8A"/>
    <w:pPr>
      <w:numPr>
        <w:ilvl w:val="1"/>
      </w:numPr>
      <w:spacing w:before="120" w:after="160"/>
    </w:pPr>
    <w:rPr>
      <w:rFonts w:eastAsiaTheme="minorEastAsia" w:cs="Arial (Body CS)"/>
      <w:caps/>
      <w:color w:val="C43784" w:themeColor="accent1" w:themeShade="BF"/>
      <w:spacing w:val="1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A6F8A"/>
    <w:rPr>
      <w:rFonts w:eastAsiaTheme="minorEastAsia" w:cs="Arial (Body CS)"/>
      <w:caps/>
      <w:color w:val="C43784" w:themeColor="accent1" w:themeShade="BF"/>
      <w:spacing w:val="1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A6F8A"/>
    <w:rPr>
      <w:rFonts w:eastAsiaTheme="majorEastAsia" w:cs="Times New Roman (Headings CS)"/>
      <w:caps/>
      <w:color w:val="C43784" w:themeColor="accent1" w:themeShade="BF"/>
      <w:spacing w:val="1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11BC"/>
    <w:rPr>
      <w:rFonts w:eastAsiaTheme="majorEastAsia" w:cs="Times New Roman (Headings CS)"/>
      <w:b/>
      <w:caps/>
      <w:color w:val="404040" w:themeColor="text1" w:themeTint="BF"/>
      <w:spacing w:val="10"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11BC"/>
    <w:rPr>
      <w:rFonts w:eastAsiaTheme="majorEastAsia" w:cstheme="majorBidi"/>
      <w:b/>
      <w:color w:val="404040" w:themeColor="text1" w:themeTint="BF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11BC"/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paragraph" w:customStyle="1" w:styleId="Contact2">
    <w:name w:val="Contact2"/>
    <w:basedOn w:val="Normal"/>
    <w:next w:val="Normal"/>
    <w:link w:val="Contact2Char"/>
    <w:uiPriority w:val="29"/>
    <w:semiHidden/>
    <w:qFormat/>
    <w:rsid w:val="00B8453F"/>
    <w:pPr>
      <w:jc w:val="center"/>
    </w:pPr>
    <w:rPr>
      <w:b/>
      <w:color w:val="FFFFFF" w:themeColor="background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11BC"/>
    <w:rPr>
      <w:rFonts w:asciiTheme="majorHAnsi" w:eastAsiaTheme="majorEastAsia" w:hAnsiTheme="majorHAnsi" w:cstheme="majorBidi"/>
      <w:b/>
      <w:caps/>
      <w:color w:val="FFFFFF" w:themeColor="background1"/>
      <w:sz w:val="20"/>
    </w:rPr>
  </w:style>
  <w:style w:type="character" w:customStyle="1" w:styleId="Contact2Char">
    <w:name w:val="Contact2 Char"/>
    <w:basedOn w:val="DefaultParagraphFont"/>
    <w:link w:val="Contact2"/>
    <w:uiPriority w:val="29"/>
    <w:semiHidden/>
    <w:rsid w:val="00C211BC"/>
    <w:rPr>
      <w:b/>
      <w:color w:val="FFFFFF" w:themeColor="background1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11BC"/>
    <w:rPr>
      <w:rFonts w:asciiTheme="majorHAnsi" w:eastAsiaTheme="majorEastAsia" w:hAnsiTheme="majorHAnsi" w:cstheme="majorBidi"/>
      <w:i/>
      <w:color w:val="FFFFFF" w:themeColor="background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8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roo\AppData\Roaming\Microsoft\Templates\Photo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A7A8AD93534F46ADB04724A2FD2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2663F-72B9-4881-A653-4FE241EA53D7}"/>
      </w:docPartPr>
      <w:docPartBody>
        <w:p w:rsidR="00000000" w:rsidRDefault="00000000">
          <w:pPr>
            <w:pStyle w:val="6DA7A8AD93534F46ADB04724A2FD2330"/>
          </w:pPr>
          <w:r>
            <w:t>GRAPHIC DESIGNER</w:t>
          </w:r>
        </w:p>
      </w:docPartBody>
    </w:docPart>
    <w:docPart>
      <w:docPartPr>
        <w:name w:val="BBD321E321CF4694AFF231D3A3C4D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90E50-98A4-4677-9D3B-52F41D1A1AE0}"/>
      </w:docPartPr>
      <w:docPartBody>
        <w:p w:rsidR="00000000" w:rsidRDefault="00000000">
          <w:pPr>
            <w:pStyle w:val="BBD321E321CF4694AFF231D3A3C4D0FC"/>
          </w:pPr>
          <w:r w:rsidRPr="00D85EF8">
            <w:t>Manasi Goyal</w:t>
          </w:r>
        </w:p>
      </w:docPartBody>
    </w:docPart>
    <w:docPart>
      <w:docPartPr>
        <w:name w:val="203A574A758F47EBB691D5243A598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07ECA-43EC-425A-B635-A4669559473C}"/>
      </w:docPartPr>
      <w:docPartBody>
        <w:p w:rsidR="00000000" w:rsidRDefault="00000000">
          <w:pPr>
            <w:pStyle w:val="203A574A758F47EBB691D5243A5988D3"/>
          </w:pPr>
          <w:r w:rsidRPr="002A61D3">
            <w:t>Objective</w:t>
          </w:r>
        </w:p>
      </w:docPartBody>
    </w:docPart>
    <w:docPart>
      <w:docPartPr>
        <w:name w:val="B7BD3FAD94D546EFB83EE99C6F2BB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AC74E-B66F-4169-98CA-347A49F0C7E0}"/>
      </w:docPartPr>
      <w:docPartBody>
        <w:p w:rsidR="00000000" w:rsidRDefault="00000000">
          <w:pPr>
            <w:pStyle w:val="B7BD3FAD94D546EFB83EE99C6F2BBD7C"/>
          </w:pPr>
          <w:r w:rsidRPr="004700A9">
            <w:rPr>
              <w:b/>
              <w:bCs/>
            </w:rPr>
            <w:t xml:space="preserve">To leverage my creativity and design skills to develop visually compelling and effective designs that meet the </w:t>
          </w:r>
          <w:r w:rsidRPr="004700A9">
            <w:rPr>
              <w:b/>
              <w:bCs/>
            </w:rPr>
            <w:t>needs and exceed the expectations of clients.</w:t>
          </w:r>
        </w:p>
      </w:docPartBody>
    </w:docPart>
    <w:docPart>
      <w:docPartPr>
        <w:name w:val="C6F29C4525174733A69B542ED8B35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799F7-129F-49BF-9B52-8DD9F77D22ED}"/>
      </w:docPartPr>
      <w:docPartBody>
        <w:p w:rsidR="00000000" w:rsidRDefault="00000000">
          <w:pPr>
            <w:pStyle w:val="C6F29C4525174733A69B542ED8B35A98"/>
          </w:pPr>
          <w:r>
            <w:t>Contact</w:t>
          </w:r>
        </w:p>
      </w:docPartBody>
    </w:docPart>
    <w:docPart>
      <w:docPartPr>
        <w:name w:val="41FAC95BF0EB40C9882A8331CFB7B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C6CC6-93F4-4561-BA0C-B541C194D73A}"/>
      </w:docPartPr>
      <w:docPartBody>
        <w:p w:rsidR="00000000" w:rsidRDefault="00000000">
          <w:pPr>
            <w:pStyle w:val="41FAC95BF0EB40C9882A8331CFB7BA7E"/>
          </w:pPr>
          <w:r w:rsidRPr="00D85EF8">
            <w:rPr>
              <w:lang w:val="fr-FR"/>
            </w:rPr>
            <w:t>Pune, Maharashtra</w:t>
          </w:r>
        </w:p>
      </w:docPartBody>
    </w:docPart>
    <w:docPart>
      <w:docPartPr>
        <w:name w:val="E8F7A8658D354012BA9A30320CC16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2EBA2-1355-4E72-98F7-A2249889D86F}"/>
      </w:docPartPr>
      <w:docPartBody>
        <w:p w:rsidR="00000000" w:rsidRDefault="00000000">
          <w:pPr>
            <w:pStyle w:val="E8F7A8658D354012BA9A30320CC16CD7"/>
          </w:pPr>
          <w:r w:rsidRPr="00D85EF8">
            <w:rPr>
              <w:lang w:val="fr-FR"/>
            </w:rPr>
            <w:t>manasi@example.com</w:t>
          </w:r>
        </w:p>
      </w:docPartBody>
    </w:docPart>
    <w:docPart>
      <w:docPartPr>
        <w:name w:val="306FB548DFD54AEAA539E9462AAF9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D6863-993C-4DA6-8C78-2E77D123FCBC}"/>
      </w:docPartPr>
      <w:docPartBody>
        <w:p w:rsidR="00000000" w:rsidRDefault="00000000">
          <w:pPr>
            <w:pStyle w:val="306FB548DFD54AEAA539E9462AAF932B"/>
          </w:pPr>
          <w:r w:rsidRPr="00D85EF8">
            <w:t>+91 915 5894669</w:t>
          </w:r>
        </w:p>
      </w:docPartBody>
    </w:docPart>
    <w:docPart>
      <w:docPartPr>
        <w:name w:val="4427829ED9AD42FD9B36F47FD5B02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2ACCD-CA5F-4DA3-A898-CA70D074B140}"/>
      </w:docPartPr>
      <w:docPartBody>
        <w:p w:rsidR="00000000" w:rsidRDefault="00000000">
          <w:pPr>
            <w:pStyle w:val="4427829ED9AD42FD9B36F47FD5B02BD4"/>
          </w:pPr>
          <w:r w:rsidRPr="00D85EF8">
            <w:t>www.interestingsite.com</w:t>
          </w:r>
        </w:p>
      </w:docPartBody>
    </w:docPart>
    <w:docPart>
      <w:docPartPr>
        <w:name w:val="7C41720E4C6A4F80A860A5FC38759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FFD0A-8F4F-4417-9177-5F8AD4F143BF}"/>
      </w:docPartPr>
      <w:docPartBody>
        <w:p w:rsidR="00000000" w:rsidRDefault="00000000">
          <w:pPr>
            <w:pStyle w:val="7C41720E4C6A4F80A860A5FC387592B7"/>
          </w:pPr>
          <w:r>
            <w:t>Education</w:t>
          </w:r>
        </w:p>
      </w:docPartBody>
    </w:docPart>
    <w:docPart>
      <w:docPartPr>
        <w:name w:val="D190D301FC394E1DAC637B3B23DD0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FAC54-DE22-407C-8D97-C98693541FFD}"/>
      </w:docPartPr>
      <w:docPartBody>
        <w:p w:rsidR="00000000" w:rsidRDefault="00000000">
          <w:pPr>
            <w:pStyle w:val="D190D301FC394E1DAC637B3B23DD03AE"/>
          </w:pPr>
          <w:r>
            <w:t xml:space="preserve">Graphic Design </w:t>
          </w:r>
          <w:r w:rsidRPr="002662ED">
            <w:t>Institute</w:t>
          </w:r>
        </w:p>
      </w:docPartBody>
    </w:docPart>
    <w:docPart>
      <w:docPartPr>
        <w:name w:val="D4DC685BFC5F47A99F1C385089FF6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08784-D33A-4EA7-8BD4-C6FB5876D698}"/>
      </w:docPartPr>
      <w:docPartBody>
        <w:p w:rsidR="00000000" w:rsidRDefault="00000000">
          <w:pPr>
            <w:pStyle w:val="D4DC685BFC5F47A99F1C385089FF6302"/>
          </w:pPr>
          <w:r>
            <w:t>Master of Arts Graphic Design</w:t>
          </w:r>
        </w:p>
      </w:docPartBody>
    </w:docPart>
    <w:docPart>
      <w:docPartPr>
        <w:name w:val="F2FC85CE76B64BC3ABAA47965C05B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B6553-1416-4411-9F69-3D58A6905130}"/>
      </w:docPartPr>
      <w:docPartBody>
        <w:p w:rsidR="00000000" w:rsidRDefault="00000000">
          <w:pPr>
            <w:pStyle w:val="F2FC85CE76B64BC3ABAA47965C05B05E"/>
          </w:pPr>
          <w:r w:rsidRPr="00CF61BE">
            <w:t>School of Fine Art</w:t>
          </w:r>
        </w:p>
      </w:docPartBody>
    </w:docPart>
    <w:docPart>
      <w:docPartPr>
        <w:name w:val="5210CBD81573492DB2C9B1D7B23FD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F1024-43E4-4CC5-96DE-70E41F71D600}"/>
      </w:docPartPr>
      <w:docPartBody>
        <w:p w:rsidR="00000000" w:rsidRDefault="00000000">
          <w:pPr>
            <w:pStyle w:val="5210CBD81573492DB2C9B1D7B23FD0D3"/>
          </w:pPr>
          <w:r>
            <w:t xml:space="preserve">BA Fine Arts </w:t>
          </w:r>
          <w:r>
            <w:t>Graphic Design</w:t>
          </w:r>
        </w:p>
      </w:docPartBody>
    </w:docPart>
    <w:docPart>
      <w:docPartPr>
        <w:name w:val="A2B0DCF39A0D457AB656FD43E6E96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D676C-34C5-4470-9150-2D1C93956B75}"/>
      </w:docPartPr>
      <w:docPartBody>
        <w:p w:rsidR="00000000" w:rsidRDefault="00000000">
          <w:pPr>
            <w:pStyle w:val="A2B0DCF39A0D457AB656FD43E6E96B4A"/>
          </w:pPr>
          <w:r w:rsidRPr="00010CFB">
            <w:t>Skills</w:t>
          </w:r>
        </w:p>
      </w:docPartBody>
    </w:docPart>
    <w:docPart>
      <w:docPartPr>
        <w:name w:val="581455052FED4D2484C9E4B936167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3536D-53CE-48A8-8B9A-CAF86E394B5F}"/>
      </w:docPartPr>
      <w:docPartBody>
        <w:p w:rsidR="00000000" w:rsidRDefault="00000000">
          <w:pPr>
            <w:pStyle w:val="581455052FED4D2484C9E4B9361677A2"/>
          </w:pPr>
          <w:r>
            <w:t>Design software</w:t>
          </w:r>
        </w:p>
      </w:docPartBody>
    </w:docPart>
    <w:docPart>
      <w:docPartPr>
        <w:name w:val="F191DC7D43624ACAB9B5ED5318733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C31B8-226A-4F67-ACD1-ECE390B90CB8}"/>
      </w:docPartPr>
      <w:docPartBody>
        <w:p w:rsidR="00000000" w:rsidRDefault="00000000">
          <w:pPr>
            <w:pStyle w:val="F191DC7D43624ACAB9B5ED5318733E8B"/>
          </w:pPr>
          <w:r>
            <w:t>Visual communication</w:t>
          </w:r>
        </w:p>
      </w:docPartBody>
    </w:docPart>
    <w:docPart>
      <w:docPartPr>
        <w:name w:val="E07CFAE92F364B9CBE69513AA260F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3F60E-B2FF-432E-A584-76BDC8DFFE7E}"/>
      </w:docPartPr>
      <w:docPartBody>
        <w:p w:rsidR="00000000" w:rsidRDefault="00000000">
          <w:pPr>
            <w:pStyle w:val="E07CFAE92F364B9CBE69513AA260FD5A"/>
          </w:pPr>
          <w:r>
            <w:t>Branding</w:t>
          </w:r>
        </w:p>
      </w:docPartBody>
    </w:docPart>
    <w:docPart>
      <w:docPartPr>
        <w:name w:val="8A9306D66873464EA6CBBEA606F20B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66B31-E5DA-44E5-BF58-11C6B6BFECD8}"/>
      </w:docPartPr>
      <w:docPartBody>
        <w:p w:rsidR="00000000" w:rsidRDefault="00000000">
          <w:pPr>
            <w:pStyle w:val="8A9306D66873464EA6CBBEA606F20B83"/>
          </w:pPr>
          <w:r>
            <w:t>Project management</w:t>
          </w:r>
        </w:p>
      </w:docPartBody>
    </w:docPart>
    <w:docPart>
      <w:docPartPr>
        <w:name w:val="C677371EAD164B0BB83D3E0EE5A07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8E9AD-65F4-4AEA-B3B1-0AA0318BE3ED}"/>
      </w:docPartPr>
      <w:docPartBody>
        <w:p w:rsidR="00000000" w:rsidRDefault="00000000">
          <w:pPr>
            <w:pStyle w:val="C677371EAD164B0BB83D3E0EE5A07447"/>
          </w:pPr>
          <w:r w:rsidRPr="002A61D3">
            <w:t>Experience</w:t>
          </w:r>
        </w:p>
      </w:docPartBody>
    </w:docPart>
    <w:docPart>
      <w:docPartPr>
        <w:name w:val="FE278247F8364474991EEDAB4B172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E8DD9-4296-45A2-A7AF-722638A7CFF7}"/>
      </w:docPartPr>
      <w:docPartBody>
        <w:p w:rsidR="00000000" w:rsidRDefault="00000000">
          <w:pPr>
            <w:pStyle w:val="FE278247F8364474991EEDAB4B1723BF"/>
          </w:pPr>
          <w:r w:rsidRPr="00FB20D8">
            <w:t>Art Director</w:t>
          </w:r>
        </w:p>
      </w:docPartBody>
    </w:docPart>
    <w:docPart>
      <w:docPartPr>
        <w:name w:val="B4EF5D2828B2405286A5986EE16BC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5C1DF-6C85-4258-9F5C-5FD2A285EE00}"/>
      </w:docPartPr>
      <w:docPartBody>
        <w:p w:rsidR="00000000" w:rsidRDefault="00000000">
          <w:pPr>
            <w:pStyle w:val="B4EF5D2828B2405286A5986EE16BC632"/>
          </w:pPr>
          <w:r w:rsidRPr="00D85EF8">
            <w:t>Sundara Design Co.</w:t>
          </w:r>
        </w:p>
      </w:docPartBody>
    </w:docPart>
    <w:docPart>
      <w:docPartPr>
        <w:name w:val="F557A2C57FC24C5994D18DF7519D0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09D75-F00B-4504-8743-8331E5FEA313}"/>
      </w:docPartPr>
      <w:docPartBody>
        <w:p w:rsidR="00000000" w:rsidRDefault="00000000">
          <w:pPr>
            <w:pStyle w:val="F557A2C57FC24C5994D18DF7519D0C00"/>
          </w:pPr>
          <w:r w:rsidRPr="00D85EF8">
            <w:t>Jaipur, Rajasthan</w:t>
          </w:r>
        </w:p>
      </w:docPartBody>
    </w:docPart>
    <w:docPart>
      <w:docPartPr>
        <w:name w:val="BEC92DD1C5B140CCBAB04CE76B922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08753-F7F2-42E4-A650-87C4CC2B2C2A}"/>
      </w:docPartPr>
      <w:docPartBody>
        <w:p w:rsidR="00000000" w:rsidRDefault="00000000">
          <w:pPr>
            <w:pStyle w:val="BEC92DD1C5B140CCBAB04CE76B92277C"/>
          </w:pPr>
          <w:r>
            <w:t>20XX-20XX</w:t>
          </w:r>
        </w:p>
      </w:docPartBody>
    </w:docPart>
    <w:docPart>
      <w:docPartPr>
        <w:name w:val="348D65B2451341C2B29B297D48750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A6E2E-55B3-447A-BA0C-EBA1BDCD8981}"/>
      </w:docPartPr>
      <w:docPartBody>
        <w:p w:rsidR="00000000" w:rsidRDefault="00000000">
          <w:pPr>
            <w:pStyle w:val="348D65B2451341C2B29B297D487509E5"/>
          </w:pPr>
          <w:r>
            <w:t xml:space="preserve">Collaborate with cross-functional teams, including </w:t>
          </w:r>
          <w:r>
            <w:t>copywriters, producers, and account managers, to develop integrated campaigns across various media channels.</w:t>
          </w:r>
        </w:p>
      </w:docPartBody>
    </w:docPart>
    <w:docPart>
      <w:docPartPr>
        <w:name w:val="4FF171B607094AC9ADB479F26E6FB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2EFF1-AC45-403B-9FC9-28C4E4A6834A}"/>
      </w:docPartPr>
      <w:docPartBody>
        <w:p w:rsidR="00000000" w:rsidRDefault="00000000">
          <w:pPr>
            <w:pStyle w:val="4FF171B607094AC9ADB479F26E6FB011"/>
          </w:pPr>
          <w:r w:rsidRPr="00F61813">
            <w:t>Senior Designer</w:t>
          </w:r>
        </w:p>
      </w:docPartBody>
    </w:docPart>
    <w:docPart>
      <w:docPartPr>
        <w:name w:val="551B672ECF994B809BBABB314EB87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34670-E8ED-498E-A231-E2C555942368}"/>
      </w:docPartPr>
      <w:docPartBody>
        <w:p w:rsidR="00000000" w:rsidRDefault="00000000">
          <w:pPr>
            <w:pStyle w:val="551B672ECF994B809BBABB314EB871C2"/>
          </w:pPr>
          <w:r w:rsidRPr="00D85EF8">
            <w:rPr>
              <w:lang w:val="de-DE"/>
            </w:rPr>
            <w:t>Prem Rekhaen</w:t>
          </w:r>
        </w:p>
      </w:docPartBody>
    </w:docPart>
    <w:docPart>
      <w:docPartPr>
        <w:name w:val="74351C916B6040DE92346C57A6565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15DBE-8610-4E0E-B3A2-90B09F07A96A}"/>
      </w:docPartPr>
      <w:docPartBody>
        <w:p w:rsidR="00000000" w:rsidRDefault="00000000">
          <w:pPr>
            <w:pStyle w:val="74351C916B6040DE92346C57A6565B10"/>
          </w:pPr>
          <w:r w:rsidRPr="00D85EF8">
            <w:rPr>
              <w:lang w:val="de-DE"/>
            </w:rPr>
            <w:t>Hyderabad, Telangana</w:t>
          </w:r>
        </w:p>
      </w:docPartBody>
    </w:docPart>
    <w:docPart>
      <w:docPartPr>
        <w:name w:val="2DD694008207446DBEDCA1942652B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F2035-92C3-428A-995F-43E93BE34112}"/>
      </w:docPartPr>
      <w:docPartBody>
        <w:p w:rsidR="00000000" w:rsidRDefault="00000000">
          <w:pPr>
            <w:pStyle w:val="2DD694008207446DBEDCA1942652BC7F"/>
          </w:pPr>
          <w:r w:rsidRPr="00D85EF8">
            <w:rPr>
              <w:lang w:val="de-DE"/>
            </w:rPr>
            <w:t>20XX-20XX</w:t>
          </w:r>
        </w:p>
      </w:docPartBody>
    </w:docPart>
    <w:docPart>
      <w:docPartPr>
        <w:name w:val="D33DEE33DA0B41039B1CD5CC59E6F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1685-3899-4EF6-8F13-7251E5B2EB7B}"/>
      </w:docPartPr>
      <w:docPartBody>
        <w:p w:rsidR="00000000" w:rsidRDefault="00000000">
          <w:pPr>
            <w:pStyle w:val="D33DEE33DA0B41039B1CD5CC59E6F965"/>
          </w:pPr>
          <w:r w:rsidRPr="00F61813">
            <w:t xml:space="preserve">Led design projects from concept to completion, </w:t>
          </w:r>
          <w:r w:rsidRPr="00F61813">
            <w:t>collaborating with clients on various design projects, including branding, editorial, and environmental design</w:t>
          </w:r>
          <w:r>
            <w:t>.</w:t>
          </w:r>
        </w:p>
      </w:docPartBody>
    </w:docPart>
    <w:docPart>
      <w:docPartPr>
        <w:name w:val="4BDCDA5C65C4464B973736AE9C8A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77584-E62A-44DF-9DE8-E81F95421CB3}"/>
      </w:docPartPr>
      <w:docPartBody>
        <w:p w:rsidR="00000000" w:rsidRDefault="00000000">
          <w:pPr>
            <w:pStyle w:val="4BDCDA5C65C4464B973736AE9C8A3327"/>
          </w:pPr>
          <w:r w:rsidRPr="00F61813">
            <w:t>Graphic Designer</w:t>
          </w:r>
        </w:p>
      </w:docPartBody>
    </w:docPart>
    <w:docPart>
      <w:docPartPr>
        <w:name w:val="BE8C5C7F580748178B8EFCC75D3D9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04D43-A189-41CA-859D-0D0EF5F7D06A}"/>
      </w:docPartPr>
      <w:docPartBody>
        <w:p w:rsidR="00000000" w:rsidRDefault="00000000">
          <w:pPr>
            <w:pStyle w:val="BE8C5C7F580748178B8EFCC75D3D95EF"/>
          </w:pPr>
          <w:r w:rsidRPr="00D85EF8">
            <w:rPr>
              <w:lang w:val="de-DE"/>
            </w:rPr>
            <w:t>Kala Aaj</w:t>
          </w:r>
        </w:p>
      </w:docPartBody>
    </w:docPart>
    <w:docPart>
      <w:docPartPr>
        <w:name w:val="51D2C3DE58CE4094A8BE942A8956B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6E85-BA14-4DB1-9575-F2F9CB2C0B6B}"/>
      </w:docPartPr>
      <w:docPartBody>
        <w:p w:rsidR="00000000" w:rsidRDefault="00000000">
          <w:pPr>
            <w:pStyle w:val="51D2C3DE58CE4094A8BE942A8956BA80"/>
          </w:pPr>
          <w:r w:rsidRPr="00D85EF8">
            <w:rPr>
              <w:lang w:val="de-DE"/>
            </w:rPr>
            <w:t>Bangalore, Karnataka</w:t>
          </w:r>
        </w:p>
      </w:docPartBody>
    </w:docPart>
    <w:docPart>
      <w:docPartPr>
        <w:name w:val="BDE5353F946E457AABDA54F4EA56D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6E43D-CBB3-4688-A120-7820806EF635}"/>
      </w:docPartPr>
      <w:docPartBody>
        <w:p w:rsidR="00000000" w:rsidRDefault="00000000">
          <w:pPr>
            <w:pStyle w:val="BDE5353F946E457AABDA54F4EA56D91A"/>
          </w:pPr>
          <w:r w:rsidRPr="00D85EF8">
            <w:rPr>
              <w:lang w:val="de-DE"/>
            </w:rPr>
            <w:t>20XX-20XX</w:t>
          </w:r>
        </w:p>
      </w:docPartBody>
    </w:docPart>
    <w:docPart>
      <w:docPartPr>
        <w:name w:val="004F468F8A9D41119D0045F1D1B10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55D51-23FB-49A9-BE42-467130145078}"/>
      </w:docPartPr>
      <w:docPartBody>
        <w:p w:rsidR="00000000" w:rsidRDefault="00000000">
          <w:pPr>
            <w:pStyle w:val="004F468F8A9D41119D0045F1D1B10C2B"/>
          </w:pPr>
          <w:r w:rsidRPr="00F61813">
            <w:t>Worked with cross-functional teams, including marketing, product development, and digital, to ensure the effective execution of design projects</w:t>
          </w:r>
          <w: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Body CS)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FC"/>
    <w:rsid w:val="00C048FC"/>
    <w:rsid w:val="00CF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K" w:eastAsia="en-P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A7A8AD93534F46ADB04724A2FD2330">
    <w:name w:val="6DA7A8AD93534F46ADB04724A2FD2330"/>
  </w:style>
  <w:style w:type="paragraph" w:customStyle="1" w:styleId="BBD321E321CF4694AFF231D3A3C4D0FC">
    <w:name w:val="BBD321E321CF4694AFF231D3A3C4D0FC"/>
  </w:style>
  <w:style w:type="paragraph" w:customStyle="1" w:styleId="203A574A758F47EBB691D5243A5988D3">
    <w:name w:val="203A574A758F47EBB691D5243A5988D3"/>
  </w:style>
  <w:style w:type="paragraph" w:customStyle="1" w:styleId="B7BD3FAD94D546EFB83EE99C6F2BBD7C">
    <w:name w:val="B7BD3FAD94D546EFB83EE99C6F2BBD7C"/>
  </w:style>
  <w:style w:type="paragraph" w:customStyle="1" w:styleId="C6F29C4525174733A69B542ED8B35A98">
    <w:name w:val="C6F29C4525174733A69B542ED8B35A98"/>
  </w:style>
  <w:style w:type="paragraph" w:customStyle="1" w:styleId="41FAC95BF0EB40C9882A8331CFB7BA7E">
    <w:name w:val="41FAC95BF0EB40C9882A8331CFB7BA7E"/>
  </w:style>
  <w:style w:type="paragraph" w:customStyle="1" w:styleId="E8F7A8658D354012BA9A30320CC16CD7">
    <w:name w:val="E8F7A8658D354012BA9A30320CC16CD7"/>
  </w:style>
  <w:style w:type="paragraph" w:customStyle="1" w:styleId="306FB548DFD54AEAA539E9462AAF932B">
    <w:name w:val="306FB548DFD54AEAA539E9462AAF932B"/>
  </w:style>
  <w:style w:type="paragraph" w:customStyle="1" w:styleId="4427829ED9AD42FD9B36F47FD5B02BD4">
    <w:name w:val="4427829ED9AD42FD9B36F47FD5B02BD4"/>
  </w:style>
  <w:style w:type="paragraph" w:customStyle="1" w:styleId="7C41720E4C6A4F80A860A5FC387592B7">
    <w:name w:val="7C41720E4C6A4F80A860A5FC387592B7"/>
  </w:style>
  <w:style w:type="paragraph" w:customStyle="1" w:styleId="D190D301FC394E1DAC637B3B23DD03AE">
    <w:name w:val="D190D301FC394E1DAC637B3B23DD03AE"/>
  </w:style>
  <w:style w:type="paragraph" w:customStyle="1" w:styleId="D4DC685BFC5F47A99F1C385089FF6302">
    <w:name w:val="D4DC685BFC5F47A99F1C385089FF6302"/>
  </w:style>
  <w:style w:type="paragraph" w:customStyle="1" w:styleId="F2FC85CE76B64BC3ABAA47965C05B05E">
    <w:name w:val="F2FC85CE76B64BC3ABAA47965C05B05E"/>
  </w:style>
  <w:style w:type="paragraph" w:customStyle="1" w:styleId="5210CBD81573492DB2C9B1D7B23FD0D3">
    <w:name w:val="5210CBD81573492DB2C9B1D7B23FD0D3"/>
  </w:style>
  <w:style w:type="paragraph" w:customStyle="1" w:styleId="A2B0DCF39A0D457AB656FD43E6E96B4A">
    <w:name w:val="A2B0DCF39A0D457AB656FD43E6E96B4A"/>
  </w:style>
  <w:style w:type="paragraph" w:customStyle="1" w:styleId="581455052FED4D2484C9E4B9361677A2">
    <w:name w:val="581455052FED4D2484C9E4B9361677A2"/>
  </w:style>
  <w:style w:type="paragraph" w:customStyle="1" w:styleId="F191DC7D43624ACAB9B5ED5318733E8B">
    <w:name w:val="F191DC7D43624ACAB9B5ED5318733E8B"/>
  </w:style>
  <w:style w:type="paragraph" w:customStyle="1" w:styleId="E07CFAE92F364B9CBE69513AA260FD5A">
    <w:name w:val="E07CFAE92F364B9CBE69513AA260FD5A"/>
  </w:style>
  <w:style w:type="paragraph" w:customStyle="1" w:styleId="8A9306D66873464EA6CBBEA606F20B83">
    <w:name w:val="8A9306D66873464EA6CBBEA606F20B83"/>
  </w:style>
  <w:style w:type="paragraph" w:customStyle="1" w:styleId="C677371EAD164B0BB83D3E0EE5A07447">
    <w:name w:val="C677371EAD164B0BB83D3E0EE5A07447"/>
  </w:style>
  <w:style w:type="paragraph" w:customStyle="1" w:styleId="FE278247F8364474991EEDAB4B1723BF">
    <w:name w:val="FE278247F8364474991EEDAB4B1723BF"/>
  </w:style>
  <w:style w:type="paragraph" w:customStyle="1" w:styleId="B4EF5D2828B2405286A5986EE16BC632">
    <w:name w:val="B4EF5D2828B2405286A5986EE16BC632"/>
  </w:style>
  <w:style w:type="paragraph" w:customStyle="1" w:styleId="F557A2C57FC24C5994D18DF7519D0C00">
    <w:name w:val="F557A2C57FC24C5994D18DF7519D0C00"/>
  </w:style>
  <w:style w:type="paragraph" w:customStyle="1" w:styleId="BEC92DD1C5B140CCBAB04CE76B92277C">
    <w:name w:val="BEC92DD1C5B140CCBAB04CE76B92277C"/>
  </w:style>
  <w:style w:type="paragraph" w:customStyle="1" w:styleId="348D65B2451341C2B29B297D487509E5">
    <w:name w:val="348D65B2451341C2B29B297D487509E5"/>
  </w:style>
  <w:style w:type="paragraph" w:customStyle="1" w:styleId="4FF171B607094AC9ADB479F26E6FB011">
    <w:name w:val="4FF171B607094AC9ADB479F26E6FB011"/>
  </w:style>
  <w:style w:type="paragraph" w:customStyle="1" w:styleId="551B672ECF994B809BBABB314EB871C2">
    <w:name w:val="551B672ECF994B809BBABB314EB871C2"/>
  </w:style>
  <w:style w:type="paragraph" w:customStyle="1" w:styleId="74351C916B6040DE92346C57A6565B10">
    <w:name w:val="74351C916B6040DE92346C57A6565B10"/>
  </w:style>
  <w:style w:type="paragraph" w:customStyle="1" w:styleId="2DD694008207446DBEDCA1942652BC7F">
    <w:name w:val="2DD694008207446DBEDCA1942652BC7F"/>
  </w:style>
  <w:style w:type="paragraph" w:customStyle="1" w:styleId="D33DEE33DA0B41039B1CD5CC59E6F965">
    <w:name w:val="D33DEE33DA0B41039B1CD5CC59E6F965"/>
  </w:style>
  <w:style w:type="paragraph" w:customStyle="1" w:styleId="4BDCDA5C65C4464B973736AE9C8A3327">
    <w:name w:val="4BDCDA5C65C4464B973736AE9C8A3327"/>
  </w:style>
  <w:style w:type="paragraph" w:customStyle="1" w:styleId="BE8C5C7F580748178B8EFCC75D3D95EF">
    <w:name w:val="BE8C5C7F580748178B8EFCC75D3D95EF"/>
  </w:style>
  <w:style w:type="paragraph" w:customStyle="1" w:styleId="51D2C3DE58CE4094A8BE942A8956BA80">
    <w:name w:val="51D2C3DE58CE4094A8BE942A8956BA80"/>
  </w:style>
  <w:style w:type="paragraph" w:customStyle="1" w:styleId="BDE5353F946E457AABDA54F4EA56D91A">
    <w:name w:val="BDE5353F946E457AABDA54F4EA56D91A"/>
  </w:style>
  <w:style w:type="paragraph" w:customStyle="1" w:styleId="004F468F8A9D41119D0045F1D1B10C2B">
    <w:name w:val="004F468F8A9D41119D0045F1D1B10C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M11506505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D977AD"/>
      </a:accent1>
      <a:accent2>
        <a:srgbClr val="1E82D9"/>
      </a:accent2>
      <a:accent3>
        <a:srgbClr val="F2DE49"/>
      </a:accent3>
      <a:accent4>
        <a:srgbClr val="E9E7EA"/>
      </a:accent4>
      <a:accent5>
        <a:srgbClr val="E45E44"/>
      </a:accent5>
      <a:accent6>
        <a:srgbClr val="45CC47"/>
      </a:accent6>
      <a:hlink>
        <a:srgbClr val="0563C1"/>
      </a:hlink>
      <a:folHlink>
        <a:srgbClr val="954F72"/>
      </a:folHlink>
    </a:clrScheme>
    <a:fontScheme name="Custom 96">
      <a:majorFont>
        <a:latin typeface="Bookman Old Style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ackground xmlns="71af3243-3dd4-4a8d-8c0d-dd76da1f02a5">false</Background>
    <Status xmlns="71af3243-3dd4-4a8d-8c0d-dd76da1f02a5">Not started</Status>
    <_ip_UnifiedCompliancePolicyUIAction xmlns="http://schemas.microsoft.com/sharepoint/v3" xsi:nil="true"/>
    <Image xmlns="71af3243-3dd4-4a8d-8c0d-dd76da1f02a5">
      <Url xsi:nil="true"/>
      <Description xsi:nil="true"/>
    </Image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3BDD79-9F82-45D3-BCB2-39F0E447E440}">
  <ds:schemaRefs>
    <ds:schemaRef ds:uri="http://schemas.microsoft.com/office/2006/metadata/properties"/>
    <ds:schemaRef ds:uri="http://schemas.microsoft.com/office/infopath/2007/PartnerControls"/>
    <ds:schemaRef ds:uri="71af3243-3dd4-4a8d-8c0d-dd76da1f02a5"/>
    <ds:schemaRef ds:uri="http://schemas.microsoft.com/sharepoint/v3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03FB7213-2BA4-451D-B09A-DA06ACE9D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62D4F5-9E6B-4811-959D-86F486EDD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Photo resume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2025-01-08T16:56:00Z</dcterms:created>
  <dcterms:modified xsi:type="dcterms:W3CDTF">2025-01-08T16:56:00Z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